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70C" w:rsidRPr="00EF3DEC" w:rsidRDefault="004D070C">
      <w:pPr>
        <w:widowControl w:val="0"/>
        <w:autoSpaceDE w:val="0"/>
        <w:autoSpaceDN w:val="0"/>
        <w:adjustRightInd w:val="0"/>
        <w:outlineLvl w:val="0"/>
      </w:pPr>
      <w:r>
        <w:rPr>
          <w:noProof/>
        </w:rPr>
        <w:pict>
          <v:shapetype id="_x0000_t202" coordsize="21600,21600" o:spt="202" path="m,l,21600r21600,l21600,xe">
            <v:stroke joinstyle="miter"/>
            <v:path gradientshapeok="t" o:connecttype="rect"/>
          </v:shapetype>
          <v:shape id="Поле 1" o:spid="_x0000_s1026" type="#_x0000_t202" style="position:absolute;margin-left:1.2pt;margin-top:-4.8pt;width:208.45pt;height:226.05pt;z-index:251648512;visibility:visible" strokecolor="white" strokeweight=".5pt">
            <v:textbox>
              <w:txbxContent>
                <w:p w:rsidR="004D070C" w:rsidRPr="00714DAC" w:rsidRDefault="004D070C" w:rsidP="001D41EC">
                  <w:pPr>
                    <w:jc w:val="center"/>
                    <w:rPr>
                      <w:sz w:val="28"/>
                      <w:szCs w:val="28"/>
                    </w:rPr>
                  </w:pPr>
                  <w:r w:rsidRPr="00714DAC">
                    <w:rPr>
                      <w:sz w:val="28"/>
                      <w:szCs w:val="28"/>
                    </w:rPr>
                    <w:t>АДМИНИСТРАЦИЯ</w:t>
                  </w:r>
                </w:p>
                <w:p w:rsidR="004D070C" w:rsidRPr="00044153" w:rsidRDefault="004D070C" w:rsidP="001D41EC">
                  <w:pPr>
                    <w:jc w:val="center"/>
                    <w:rPr>
                      <w:sz w:val="28"/>
                      <w:szCs w:val="28"/>
                    </w:rPr>
                  </w:pPr>
                  <w:r w:rsidRPr="00714DAC">
                    <w:rPr>
                      <w:sz w:val="28"/>
                      <w:szCs w:val="28"/>
                    </w:rPr>
                    <w:t>СЕЛЬСКОГО ПОСЕЛЕНИЯ</w:t>
                  </w:r>
                  <w:r>
                    <w:rPr>
                      <w:sz w:val="28"/>
                      <w:szCs w:val="28"/>
                    </w:rPr>
                    <w:t xml:space="preserve"> </w:t>
                  </w:r>
                  <w:r>
                    <w:rPr>
                      <w:b/>
                      <w:bCs/>
                      <w:sz w:val="28"/>
                      <w:szCs w:val="28"/>
                    </w:rPr>
                    <w:t>КРАСНЫЙ СТРОИТЕЛЬ</w:t>
                  </w:r>
                </w:p>
                <w:p w:rsidR="004D070C" w:rsidRPr="00714DAC" w:rsidRDefault="004D070C" w:rsidP="001D41EC">
                  <w:pPr>
                    <w:jc w:val="center"/>
                    <w:rPr>
                      <w:sz w:val="28"/>
                      <w:szCs w:val="28"/>
                    </w:rPr>
                  </w:pPr>
                  <w:r w:rsidRPr="00714DAC">
                    <w:rPr>
                      <w:sz w:val="28"/>
                      <w:szCs w:val="28"/>
                    </w:rPr>
                    <w:t>МУНИЦИПАЛЬНОГО РАЙОНА</w:t>
                  </w:r>
                </w:p>
                <w:p w:rsidR="004D070C" w:rsidRPr="00714DAC" w:rsidRDefault="004D070C" w:rsidP="001D41EC">
                  <w:pPr>
                    <w:jc w:val="center"/>
                    <w:rPr>
                      <w:sz w:val="28"/>
                      <w:szCs w:val="28"/>
                    </w:rPr>
                  </w:pPr>
                  <w:r w:rsidRPr="00714DAC">
                    <w:rPr>
                      <w:sz w:val="28"/>
                      <w:szCs w:val="28"/>
                    </w:rPr>
                    <w:t>ЧЕЛНО-ВЕРШИНСКИЙ</w:t>
                  </w:r>
                </w:p>
                <w:p w:rsidR="004D070C" w:rsidRPr="00714DAC" w:rsidRDefault="004D070C" w:rsidP="001D41EC">
                  <w:pPr>
                    <w:jc w:val="center"/>
                    <w:rPr>
                      <w:sz w:val="28"/>
                      <w:szCs w:val="28"/>
                    </w:rPr>
                  </w:pPr>
                  <w:r w:rsidRPr="00714DAC">
                    <w:rPr>
                      <w:sz w:val="28"/>
                      <w:szCs w:val="28"/>
                    </w:rPr>
                    <w:t>САМАРСКОЙ ОБЛАСТИ</w:t>
                  </w:r>
                </w:p>
                <w:p w:rsidR="004D070C" w:rsidRPr="00714DAC" w:rsidRDefault="004D070C" w:rsidP="001D41EC">
                  <w:pPr>
                    <w:jc w:val="center"/>
                    <w:rPr>
                      <w:sz w:val="28"/>
                      <w:szCs w:val="28"/>
                    </w:rPr>
                  </w:pPr>
                </w:p>
                <w:p w:rsidR="004D070C" w:rsidRPr="00714DAC" w:rsidRDefault="004D070C" w:rsidP="001D41EC">
                  <w:pPr>
                    <w:jc w:val="center"/>
                    <w:rPr>
                      <w:b/>
                      <w:bCs/>
                      <w:sz w:val="28"/>
                      <w:szCs w:val="28"/>
                    </w:rPr>
                  </w:pPr>
                  <w:r w:rsidRPr="00714DAC">
                    <w:rPr>
                      <w:b/>
                      <w:bCs/>
                      <w:sz w:val="28"/>
                      <w:szCs w:val="28"/>
                    </w:rPr>
                    <w:t>ПОСТАНОВЛЕНИЕ</w:t>
                  </w:r>
                </w:p>
                <w:p w:rsidR="004D070C" w:rsidRPr="00714DAC" w:rsidRDefault="004D070C" w:rsidP="001D41EC">
                  <w:pPr>
                    <w:jc w:val="center"/>
                    <w:rPr>
                      <w:b/>
                      <w:bCs/>
                      <w:sz w:val="28"/>
                      <w:szCs w:val="28"/>
                    </w:rPr>
                  </w:pPr>
                </w:p>
                <w:p w:rsidR="004D070C" w:rsidRPr="004179ED" w:rsidRDefault="004D070C" w:rsidP="001D41EC">
                  <w:pPr>
                    <w:jc w:val="center"/>
                  </w:pPr>
                  <w:r>
                    <w:t>п</w:t>
                  </w:r>
                  <w:r w:rsidRPr="004179ED">
                    <w:t xml:space="preserve">. </w:t>
                  </w:r>
                  <w:r>
                    <w:t xml:space="preserve">Красный Строитель </w:t>
                  </w:r>
                </w:p>
                <w:p w:rsidR="004D070C" w:rsidRDefault="004D070C" w:rsidP="001D41EC"/>
                <w:p w:rsidR="004D070C" w:rsidRDefault="004D070C" w:rsidP="001D41EC">
                  <w:pPr>
                    <w:jc w:val="center"/>
                  </w:pPr>
                  <w:r>
                    <w:t>от 20.11.2013г.№63</w:t>
                  </w:r>
                </w:p>
                <w:p w:rsidR="004D070C" w:rsidRDefault="004D070C"/>
                <w:p w:rsidR="004D070C" w:rsidRDefault="004D070C"/>
                <w:p w:rsidR="004D070C" w:rsidRDefault="004D070C"/>
                <w:p w:rsidR="004D070C" w:rsidRDefault="004D070C"/>
                <w:p w:rsidR="004D070C" w:rsidRDefault="004D070C"/>
                <w:p w:rsidR="004D070C" w:rsidRDefault="004D070C"/>
              </w:txbxContent>
            </v:textbox>
          </v:shape>
        </w:pict>
      </w:r>
    </w:p>
    <w:p w:rsidR="004D070C" w:rsidRPr="00EF3DEC" w:rsidRDefault="004D070C">
      <w:pPr>
        <w:widowControl w:val="0"/>
        <w:autoSpaceDE w:val="0"/>
        <w:autoSpaceDN w:val="0"/>
        <w:adjustRightInd w:val="0"/>
        <w:ind w:firstLine="540"/>
        <w:jc w:val="both"/>
      </w:pPr>
    </w:p>
    <w:p w:rsidR="004D070C" w:rsidRPr="00EF3DEC" w:rsidRDefault="004D070C">
      <w:pPr>
        <w:widowControl w:val="0"/>
        <w:autoSpaceDE w:val="0"/>
        <w:autoSpaceDN w:val="0"/>
        <w:adjustRightInd w:val="0"/>
        <w:ind w:firstLine="540"/>
        <w:jc w:val="both"/>
      </w:pPr>
      <w:r>
        <w:rPr>
          <w:noProof/>
        </w:rPr>
        <w:pict>
          <v:shape id="Поле 19" o:spid="_x0000_s1027" type="#_x0000_t202" style="position:absolute;left:0;text-align:left;margin-left:567pt;margin-top:8.4pt;width:175.8pt;height:97.95pt;z-index:251666944;visibility:visible" fillcolor="window" strokeweight=".5pt">
            <v:textbox>
              <w:txbxContent>
                <w:p w:rsidR="004D070C" w:rsidRDefault="004D070C" w:rsidP="00B95453">
                  <w:r w:rsidRPr="00A25711">
                    <w:rPr>
                      <w:highlight w:val="yellow"/>
                    </w:rPr>
                    <w:t>.</w:t>
                  </w:r>
                </w:p>
              </w:txbxContent>
            </v:textbox>
          </v:shape>
        </w:pict>
      </w:r>
    </w:p>
    <w:p w:rsidR="004D070C" w:rsidRPr="00EF3DEC" w:rsidRDefault="004D070C">
      <w:pPr>
        <w:widowControl w:val="0"/>
        <w:autoSpaceDE w:val="0"/>
        <w:autoSpaceDN w:val="0"/>
        <w:adjustRightInd w:val="0"/>
        <w:ind w:firstLine="540"/>
        <w:jc w:val="both"/>
      </w:pPr>
    </w:p>
    <w:p w:rsidR="004D070C" w:rsidRPr="00EF3DEC" w:rsidRDefault="004D070C">
      <w:pPr>
        <w:widowControl w:val="0"/>
        <w:autoSpaceDE w:val="0"/>
        <w:autoSpaceDN w:val="0"/>
        <w:adjustRightInd w:val="0"/>
        <w:ind w:firstLine="540"/>
        <w:jc w:val="both"/>
      </w:pPr>
    </w:p>
    <w:p w:rsidR="004D070C" w:rsidRPr="00EF3DEC" w:rsidRDefault="004D070C">
      <w:pPr>
        <w:widowControl w:val="0"/>
        <w:autoSpaceDE w:val="0"/>
        <w:autoSpaceDN w:val="0"/>
        <w:adjustRightInd w:val="0"/>
        <w:ind w:firstLine="540"/>
        <w:jc w:val="both"/>
      </w:pPr>
    </w:p>
    <w:p w:rsidR="004D070C" w:rsidRPr="00EF3DEC" w:rsidRDefault="004D070C">
      <w:pPr>
        <w:widowControl w:val="0"/>
        <w:autoSpaceDE w:val="0"/>
        <w:autoSpaceDN w:val="0"/>
        <w:adjustRightInd w:val="0"/>
        <w:ind w:firstLine="540"/>
        <w:jc w:val="both"/>
      </w:pPr>
    </w:p>
    <w:p w:rsidR="004D070C" w:rsidRPr="00EF3DEC" w:rsidRDefault="004D070C">
      <w:pPr>
        <w:widowControl w:val="0"/>
        <w:autoSpaceDE w:val="0"/>
        <w:autoSpaceDN w:val="0"/>
        <w:adjustRightInd w:val="0"/>
        <w:ind w:firstLine="540"/>
        <w:jc w:val="both"/>
      </w:pPr>
    </w:p>
    <w:p w:rsidR="004D070C" w:rsidRPr="00EF3DEC" w:rsidRDefault="004D070C">
      <w:pPr>
        <w:widowControl w:val="0"/>
        <w:autoSpaceDE w:val="0"/>
        <w:autoSpaceDN w:val="0"/>
        <w:adjustRightInd w:val="0"/>
        <w:ind w:firstLine="540"/>
        <w:jc w:val="both"/>
      </w:pPr>
    </w:p>
    <w:p w:rsidR="004D070C" w:rsidRPr="00EF3DEC" w:rsidRDefault="004D070C">
      <w:pPr>
        <w:widowControl w:val="0"/>
        <w:autoSpaceDE w:val="0"/>
        <w:autoSpaceDN w:val="0"/>
        <w:adjustRightInd w:val="0"/>
        <w:ind w:firstLine="540"/>
        <w:jc w:val="both"/>
      </w:pPr>
    </w:p>
    <w:p w:rsidR="004D070C" w:rsidRPr="00EF3DEC" w:rsidRDefault="004D070C">
      <w:pPr>
        <w:widowControl w:val="0"/>
        <w:autoSpaceDE w:val="0"/>
        <w:autoSpaceDN w:val="0"/>
        <w:adjustRightInd w:val="0"/>
        <w:ind w:firstLine="540"/>
        <w:jc w:val="both"/>
      </w:pPr>
    </w:p>
    <w:p w:rsidR="004D070C" w:rsidRPr="00EF3DEC" w:rsidRDefault="004D070C">
      <w:pPr>
        <w:widowControl w:val="0"/>
        <w:autoSpaceDE w:val="0"/>
        <w:autoSpaceDN w:val="0"/>
        <w:adjustRightInd w:val="0"/>
        <w:ind w:firstLine="540"/>
        <w:jc w:val="both"/>
      </w:pPr>
    </w:p>
    <w:p w:rsidR="004D070C" w:rsidRPr="00EF3DEC" w:rsidRDefault="004D070C">
      <w:pPr>
        <w:widowControl w:val="0"/>
        <w:autoSpaceDE w:val="0"/>
        <w:autoSpaceDN w:val="0"/>
        <w:adjustRightInd w:val="0"/>
        <w:ind w:firstLine="540"/>
        <w:jc w:val="both"/>
      </w:pPr>
    </w:p>
    <w:p w:rsidR="004D070C" w:rsidRPr="00EF3DEC" w:rsidRDefault="004D070C">
      <w:pPr>
        <w:widowControl w:val="0"/>
        <w:autoSpaceDE w:val="0"/>
        <w:autoSpaceDN w:val="0"/>
        <w:adjustRightInd w:val="0"/>
        <w:ind w:firstLine="540"/>
        <w:jc w:val="both"/>
      </w:pPr>
    </w:p>
    <w:p w:rsidR="004D070C" w:rsidRPr="00EF3DEC" w:rsidRDefault="004D070C">
      <w:pPr>
        <w:widowControl w:val="0"/>
        <w:autoSpaceDE w:val="0"/>
        <w:autoSpaceDN w:val="0"/>
        <w:adjustRightInd w:val="0"/>
        <w:ind w:firstLine="540"/>
        <w:jc w:val="both"/>
      </w:pPr>
    </w:p>
    <w:p w:rsidR="004D070C" w:rsidRDefault="004D070C" w:rsidP="001D41EC">
      <w:pPr>
        <w:widowControl w:val="0"/>
        <w:autoSpaceDE w:val="0"/>
        <w:autoSpaceDN w:val="0"/>
        <w:adjustRightInd w:val="0"/>
        <w:ind w:firstLine="540"/>
        <w:jc w:val="both"/>
      </w:pPr>
    </w:p>
    <w:p w:rsidR="004D070C" w:rsidRPr="00EF3DEC" w:rsidRDefault="004D070C" w:rsidP="001D41EC">
      <w:pPr>
        <w:widowControl w:val="0"/>
        <w:autoSpaceDE w:val="0"/>
        <w:autoSpaceDN w:val="0"/>
        <w:adjustRightInd w:val="0"/>
        <w:ind w:firstLine="540"/>
        <w:jc w:val="both"/>
        <w:rPr>
          <w:b/>
          <w:bCs/>
          <w:sz w:val="28"/>
          <w:szCs w:val="28"/>
        </w:rPr>
      </w:pPr>
      <w:r w:rsidRPr="00EF3DEC">
        <w:rPr>
          <w:sz w:val="28"/>
          <w:szCs w:val="28"/>
        </w:rPr>
        <w:t>Об утвержденииАдминистративн</w:t>
      </w:r>
      <w:r>
        <w:rPr>
          <w:sz w:val="28"/>
          <w:szCs w:val="28"/>
        </w:rPr>
        <w:t>ого</w:t>
      </w:r>
      <w:r w:rsidRPr="00EF3DEC">
        <w:rPr>
          <w:sz w:val="28"/>
          <w:szCs w:val="28"/>
        </w:rPr>
        <w:t xml:space="preserve"> регламент</w:t>
      </w:r>
      <w:r>
        <w:rPr>
          <w:sz w:val="28"/>
          <w:szCs w:val="28"/>
        </w:rPr>
        <w:t xml:space="preserve">а </w:t>
      </w:r>
      <w:r w:rsidRPr="00EF3DEC">
        <w:rPr>
          <w:sz w:val="28"/>
          <w:szCs w:val="28"/>
        </w:rPr>
        <w:t xml:space="preserve">по исполнению муниципальной функции  осуществления муниципального контроля «Контроль за сохранностью автомобильных дорог  местного значения в границах сельского поселения </w:t>
      </w:r>
      <w:r>
        <w:rPr>
          <w:sz w:val="28"/>
          <w:szCs w:val="28"/>
        </w:rPr>
        <w:t>Красный Строитель</w:t>
      </w:r>
      <w:r w:rsidRPr="00EF3DEC">
        <w:rPr>
          <w:sz w:val="28"/>
          <w:szCs w:val="28"/>
        </w:rPr>
        <w:t xml:space="preserve"> муниципального района Челно-Вершинский Самарской области»</w:t>
      </w:r>
    </w:p>
    <w:p w:rsidR="004D070C" w:rsidRPr="00EF3DEC" w:rsidRDefault="004D070C">
      <w:pPr>
        <w:widowControl w:val="0"/>
        <w:autoSpaceDE w:val="0"/>
        <w:autoSpaceDN w:val="0"/>
        <w:adjustRightInd w:val="0"/>
        <w:ind w:firstLine="540"/>
        <w:jc w:val="both"/>
        <w:rPr>
          <w:sz w:val="28"/>
          <w:szCs w:val="28"/>
        </w:rPr>
      </w:pPr>
    </w:p>
    <w:p w:rsidR="004D070C" w:rsidRPr="00EF3DEC" w:rsidRDefault="004D070C">
      <w:pPr>
        <w:widowControl w:val="0"/>
        <w:autoSpaceDE w:val="0"/>
        <w:autoSpaceDN w:val="0"/>
        <w:adjustRightInd w:val="0"/>
        <w:ind w:firstLine="540"/>
        <w:jc w:val="both"/>
        <w:rPr>
          <w:sz w:val="28"/>
          <w:szCs w:val="28"/>
        </w:rPr>
      </w:pPr>
      <w:r w:rsidRPr="00EF3DEC">
        <w:rPr>
          <w:sz w:val="28"/>
          <w:szCs w:val="28"/>
        </w:rPr>
        <w:t xml:space="preserve">В целях организации и осуществления муниципального контроля за сохранностью автомобильных дорог местного значения сельского поселения Девлезеркино муниципального района Челно-Вершинский, руководствуясь </w:t>
      </w:r>
      <w:hyperlink r:id="rId6" w:history="1">
        <w:r w:rsidRPr="00EF3DEC">
          <w:rPr>
            <w:color w:val="0000FF"/>
            <w:sz w:val="28"/>
            <w:szCs w:val="28"/>
          </w:rPr>
          <w:t>ст. 14</w:t>
        </w:r>
      </w:hyperlink>
      <w:r w:rsidRPr="00EF3DEC">
        <w:rPr>
          <w:sz w:val="28"/>
          <w:szCs w:val="28"/>
        </w:rPr>
        <w:t xml:space="preserve"> Федерального закона от 06.10.2003 N 131-ФЗ "Об общих принципах организации местного самоуправления в Российской Федерации", </w:t>
      </w:r>
      <w:hyperlink r:id="rId7" w:history="1">
        <w:r w:rsidRPr="00EF3DEC">
          <w:rPr>
            <w:color w:val="0000FF"/>
            <w:sz w:val="28"/>
            <w:szCs w:val="28"/>
          </w:rPr>
          <w:t>ст. ст. 13</w:t>
        </w:r>
      </w:hyperlink>
      <w:r w:rsidRPr="00EF3DEC">
        <w:rPr>
          <w:sz w:val="28"/>
          <w:szCs w:val="28"/>
        </w:rPr>
        <w:t xml:space="preserve">, </w:t>
      </w:r>
      <w:hyperlink r:id="rId8" w:history="1">
        <w:r w:rsidRPr="00EF3DEC">
          <w:rPr>
            <w:color w:val="0000FF"/>
            <w:sz w:val="28"/>
            <w:szCs w:val="28"/>
          </w:rPr>
          <w:t>13.1</w:t>
        </w:r>
      </w:hyperlink>
      <w:r w:rsidRPr="00EF3DEC">
        <w:rPr>
          <w:sz w:val="28"/>
          <w:szCs w:val="28"/>
        </w:rPr>
        <w:t xml:space="preserve"> Федерального закона от 08.11.2007 N 257-ФЗ "Об автомобильных дорогах и о дорожной деятельности в Российской Федерации и о внесенииизменений в отдельные законодательные акты Российской Федерации", Федеральным </w:t>
      </w:r>
      <w:hyperlink r:id="rId9" w:history="1">
        <w:r w:rsidRPr="00EF3DEC">
          <w:rPr>
            <w:color w:val="0000FF"/>
            <w:sz w:val="28"/>
            <w:szCs w:val="28"/>
          </w:rPr>
          <w:t>законом</w:t>
        </w:r>
      </w:hyperlink>
      <w:r w:rsidRPr="00EF3DEC">
        <w:rPr>
          <w:sz w:val="28"/>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Самарской №16 от 27.01.2011 г.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органами исполнительной власти Самарской области, разработке и принятии административных регламентов осуществления муниципального контроля органами местного самоуправления в Самарской области», в соответствии с Уставом сельского поселения </w:t>
      </w:r>
      <w:r>
        <w:rPr>
          <w:sz w:val="28"/>
          <w:szCs w:val="28"/>
        </w:rPr>
        <w:t>Красный Строитель</w:t>
      </w:r>
      <w:r w:rsidRPr="00EF3DEC">
        <w:rPr>
          <w:sz w:val="28"/>
          <w:szCs w:val="28"/>
        </w:rPr>
        <w:t xml:space="preserve"> муниципального района Челно-Вершинский, Администрация сельского поселения </w:t>
      </w:r>
      <w:r>
        <w:rPr>
          <w:sz w:val="28"/>
          <w:szCs w:val="28"/>
        </w:rPr>
        <w:t>Красный Строитель</w:t>
      </w:r>
      <w:r w:rsidRPr="00EF3DEC">
        <w:rPr>
          <w:sz w:val="28"/>
          <w:szCs w:val="28"/>
        </w:rPr>
        <w:t xml:space="preserve"> муниципального района Челно-Вершинский Самарской области</w:t>
      </w:r>
    </w:p>
    <w:p w:rsidR="004D070C" w:rsidRPr="00EF3DEC" w:rsidRDefault="004D070C" w:rsidP="00F272CC">
      <w:pPr>
        <w:widowControl w:val="0"/>
        <w:autoSpaceDE w:val="0"/>
        <w:autoSpaceDN w:val="0"/>
        <w:adjustRightInd w:val="0"/>
        <w:ind w:firstLine="540"/>
        <w:jc w:val="center"/>
        <w:rPr>
          <w:sz w:val="28"/>
          <w:szCs w:val="28"/>
        </w:rPr>
      </w:pPr>
    </w:p>
    <w:p w:rsidR="004D070C" w:rsidRPr="00EF3DEC" w:rsidRDefault="004D070C" w:rsidP="00F272CC">
      <w:pPr>
        <w:widowControl w:val="0"/>
        <w:autoSpaceDE w:val="0"/>
        <w:autoSpaceDN w:val="0"/>
        <w:adjustRightInd w:val="0"/>
        <w:ind w:firstLine="540"/>
        <w:jc w:val="center"/>
        <w:rPr>
          <w:sz w:val="28"/>
          <w:szCs w:val="28"/>
        </w:rPr>
      </w:pPr>
      <w:r w:rsidRPr="00EF3DEC">
        <w:rPr>
          <w:sz w:val="28"/>
          <w:szCs w:val="28"/>
        </w:rPr>
        <w:t>ПОСТАНОВЛЯЕТ:</w:t>
      </w:r>
    </w:p>
    <w:p w:rsidR="004D070C" w:rsidRPr="00EF3DEC" w:rsidRDefault="004D070C" w:rsidP="00F272CC">
      <w:pPr>
        <w:widowControl w:val="0"/>
        <w:autoSpaceDE w:val="0"/>
        <w:autoSpaceDN w:val="0"/>
        <w:adjustRightInd w:val="0"/>
        <w:spacing w:line="360" w:lineRule="auto"/>
        <w:ind w:firstLine="540"/>
        <w:jc w:val="both"/>
        <w:rPr>
          <w:b/>
          <w:bCs/>
          <w:sz w:val="28"/>
          <w:szCs w:val="28"/>
        </w:rPr>
      </w:pPr>
      <w:r w:rsidRPr="00EF3DEC">
        <w:rPr>
          <w:sz w:val="28"/>
          <w:szCs w:val="28"/>
        </w:rPr>
        <w:t xml:space="preserve">1. Утвердить прилагаемый Административный регламентпо исполнению муниципальной функции  осуществления муниципального контроля «Контроль за сохранностью автомобильных дорог  местного значения в границах сельского поселения </w:t>
      </w:r>
      <w:r>
        <w:rPr>
          <w:sz w:val="28"/>
          <w:szCs w:val="28"/>
        </w:rPr>
        <w:t>Красный Строитель</w:t>
      </w:r>
      <w:r w:rsidRPr="00EF3DEC">
        <w:rPr>
          <w:sz w:val="28"/>
          <w:szCs w:val="28"/>
        </w:rPr>
        <w:t xml:space="preserve"> муниципального района Челно-Вершинский Самарской области»</w:t>
      </w:r>
    </w:p>
    <w:p w:rsidR="004D070C" w:rsidRPr="00EF3DEC" w:rsidRDefault="004D070C" w:rsidP="00F272CC">
      <w:pPr>
        <w:widowControl w:val="0"/>
        <w:autoSpaceDE w:val="0"/>
        <w:autoSpaceDN w:val="0"/>
        <w:adjustRightInd w:val="0"/>
        <w:spacing w:line="360" w:lineRule="auto"/>
        <w:ind w:firstLine="540"/>
        <w:jc w:val="both"/>
        <w:rPr>
          <w:sz w:val="28"/>
          <w:szCs w:val="28"/>
        </w:rPr>
      </w:pPr>
      <w:r w:rsidRPr="00EF3DEC">
        <w:rPr>
          <w:sz w:val="28"/>
          <w:szCs w:val="28"/>
        </w:rPr>
        <w:t>2. Опубликовать настоящее Постановление в газете «Официальный вестник»;</w:t>
      </w:r>
    </w:p>
    <w:p w:rsidR="004D070C" w:rsidRPr="00EF3DEC" w:rsidRDefault="004D070C" w:rsidP="00F272CC">
      <w:pPr>
        <w:widowControl w:val="0"/>
        <w:autoSpaceDE w:val="0"/>
        <w:autoSpaceDN w:val="0"/>
        <w:adjustRightInd w:val="0"/>
        <w:spacing w:line="360" w:lineRule="auto"/>
        <w:ind w:firstLine="540"/>
        <w:jc w:val="both"/>
        <w:rPr>
          <w:sz w:val="28"/>
          <w:szCs w:val="28"/>
        </w:rPr>
      </w:pPr>
      <w:r w:rsidRPr="00EF3DEC">
        <w:rPr>
          <w:sz w:val="28"/>
          <w:szCs w:val="28"/>
        </w:rPr>
        <w:t>3. Разместить настоящее Постановление на официальном сайте администрации муниципального района Челно-Вершинский в сети Интернет;</w:t>
      </w:r>
    </w:p>
    <w:p w:rsidR="004D070C" w:rsidRPr="00EF3DEC" w:rsidRDefault="004D070C" w:rsidP="00D53D08">
      <w:pPr>
        <w:widowControl w:val="0"/>
        <w:autoSpaceDE w:val="0"/>
        <w:autoSpaceDN w:val="0"/>
        <w:adjustRightInd w:val="0"/>
        <w:spacing w:line="360" w:lineRule="auto"/>
        <w:ind w:firstLine="540"/>
        <w:jc w:val="both"/>
        <w:rPr>
          <w:sz w:val="28"/>
          <w:szCs w:val="28"/>
        </w:rPr>
      </w:pPr>
      <w:r w:rsidRPr="00EF3DEC">
        <w:rPr>
          <w:sz w:val="28"/>
          <w:szCs w:val="28"/>
        </w:rPr>
        <w:t xml:space="preserve">4. Постановление администрации сельского поселения </w:t>
      </w:r>
      <w:r>
        <w:rPr>
          <w:sz w:val="28"/>
          <w:szCs w:val="28"/>
        </w:rPr>
        <w:t>Красный Строитель</w:t>
      </w:r>
      <w:r w:rsidRPr="00EF3DEC">
        <w:rPr>
          <w:sz w:val="28"/>
          <w:szCs w:val="28"/>
        </w:rPr>
        <w:t xml:space="preserve"> №</w:t>
      </w:r>
      <w:r>
        <w:rPr>
          <w:sz w:val="28"/>
          <w:szCs w:val="28"/>
        </w:rPr>
        <w:t>25</w:t>
      </w:r>
      <w:r w:rsidRPr="00EF3DEC">
        <w:rPr>
          <w:sz w:val="28"/>
          <w:szCs w:val="28"/>
        </w:rPr>
        <w:t xml:space="preserve"> от 30.05.2013 «Об утверждении Административного регламента по исполнению муниципальной функции осуществление муниципального контроля «Контроль за сохранностью автомобильных дорог местного значения  в границах   сельского   поселения  </w:t>
      </w:r>
      <w:r>
        <w:rPr>
          <w:sz w:val="28"/>
          <w:szCs w:val="28"/>
        </w:rPr>
        <w:t xml:space="preserve">Красный Строитель </w:t>
      </w:r>
      <w:r w:rsidRPr="00EF3DEC">
        <w:rPr>
          <w:sz w:val="28"/>
          <w:szCs w:val="28"/>
        </w:rPr>
        <w:t>муниципального района Челно-Вершинский Самарской области» признать утратившим силу.</w:t>
      </w:r>
    </w:p>
    <w:p w:rsidR="004D070C" w:rsidRPr="00EF3DEC" w:rsidRDefault="004D070C" w:rsidP="00F272CC">
      <w:pPr>
        <w:widowControl w:val="0"/>
        <w:autoSpaceDE w:val="0"/>
        <w:autoSpaceDN w:val="0"/>
        <w:adjustRightInd w:val="0"/>
        <w:spacing w:line="360" w:lineRule="auto"/>
        <w:ind w:firstLine="540"/>
        <w:jc w:val="both"/>
        <w:rPr>
          <w:sz w:val="28"/>
          <w:szCs w:val="28"/>
        </w:rPr>
      </w:pPr>
      <w:r>
        <w:rPr>
          <w:sz w:val="28"/>
          <w:szCs w:val="28"/>
        </w:rPr>
        <w:t xml:space="preserve">5. Назначить должностным лицо, уполномоченным на проведение муниципального контроля </w:t>
      </w:r>
      <w:r w:rsidRPr="00EF3DEC">
        <w:rPr>
          <w:sz w:val="28"/>
          <w:szCs w:val="28"/>
        </w:rPr>
        <w:t xml:space="preserve">за сохранностью автомобильных дорог местного значения  в границах   сельского   поселения  </w:t>
      </w:r>
      <w:r>
        <w:rPr>
          <w:sz w:val="28"/>
          <w:szCs w:val="28"/>
        </w:rPr>
        <w:t>Красный Строитель</w:t>
      </w:r>
      <w:r w:rsidRPr="00EF3DEC">
        <w:rPr>
          <w:sz w:val="28"/>
          <w:szCs w:val="28"/>
        </w:rPr>
        <w:t xml:space="preserve"> муниципального района Челно-Вершинский</w:t>
      </w:r>
      <w:r>
        <w:rPr>
          <w:sz w:val="28"/>
          <w:szCs w:val="28"/>
        </w:rPr>
        <w:t xml:space="preserve"> специалиста 1 категории Администрации сельского поселения Красный Строитель, Королькову Валентину Александровну.</w:t>
      </w:r>
    </w:p>
    <w:p w:rsidR="004D070C" w:rsidRPr="00EF3DEC" w:rsidRDefault="004D070C">
      <w:pPr>
        <w:widowControl w:val="0"/>
        <w:autoSpaceDE w:val="0"/>
        <w:autoSpaceDN w:val="0"/>
        <w:adjustRightInd w:val="0"/>
        <w:jc w:val="both"/>
        <w:rPr>
          <w:sz w:val="28"/>
          <w:szCs w:val="28"/>
        </w:rPr>
      </w:pPr>
    </w:p>
    <w:p w:rsidR="004D070C" w:rsidRPr="00EF3DEC" w:rsidRDefault="004D070C">
      <w:pPr>
        <w:widowControl w:val="0"/>
        <w:autoSpaceDE w:val="0"/>
        <w:autoSpaceDN w:val="0"/>
        <w:adjustRightInd w:val="0"/>
        <w:ind w:firstLine="540"/>
        <w:jc w:val="both"/>
        <w:rPr>
          <w:sz w:val="28"/>
          <w:szCs w:val="28"/>
        </w:rPr>
      </w:pPr>
      <w:r w:rsidRPr="00EF3DEC">
        <w:rPr>
          <w:sz w:val="28"/>
          <w:szCs w:val="28"/>
        </w:rPr>
        <w:t xml:space="preserve"> Глав</w:t>
      </w:r>
      <w:r>
        <w:rPr>
          <w:sz w:val="28"/>
          <w:szCs w:val="28"/>
        </w:rPr>
        <w:t>а</w:t>
      </w:r>
      <w:r w:rsidRPr="00EF3DEC">
        <w:rPr>
          <w:sz w:val="28"/>
          <w:szCs w:val="28"/>
        </w:rPr>
        <w:t xml:space="preserve"> сельского поселения                                              </w:t>
      </w:r>
      <w:r>
        <w:rPr>
          <w:sz w:val="28"/>
          <w:szCs w:val="28"/>
        </w:rPr>
        <w:t>Щуренкова Н.В.</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right"/>
      </w:pPr>
    </w:p>
    <w:p w:rsidR="004D070C" w:rsidRPr="00EF3DEC" w:rsidRDefault="004D070C">
      <w:pPr>
        <w:widowControl w:val="0"/>
        <w:autoSpaceDE w:val="0"/>
        <w:autoSpaceDN w:val="0"/>
        <w:adjustRightInd w:val="0"/>
        <w:jc w:val="right"/>
      </w:pPr>
    </w:p>
    <w:p w:rsidR="004D070C" w:rsidRPr="00EF3DEC" w:rsidRDefault="004D070C">
      <w:pPr>
        <w:widowControl w:val="0"/>
        <w:autoSpaceDE w:val="0"/>
        <w:autoSpaceDN w:val="0"/>
        <w:adjustRightInd w:val="0"/>
        <w:jc w:val="right"/>
      </w:pPr>
    </w:p>
    <w:p w:rsidR="004D070C" w:rsidRPr="00EF3DEC" w:rsidRDefault="004D070C">
      <w:pPr>
        <w:widowControl w:val="0"/>
        <w:autoSpaceDE w:val="0"/>
        <w:autoSpaceDN w:val="0"/>
        <w:adjustRightInd w:val="0"/>
        <w:jc w:val="right"/>
      </w:pPr>
    </w:p>
    <w:p w:rsidR="004D070C" w:rsidRPr="00EF3DEC" w:rsidRDefault="004D070C">
      <w:pPr>
        <w:widowControl w:val="0"/>
        <w:autoSpaceDE w:val="0"/>
        <w:autoSpaceDN w:val="0"/>
        <w:adjustRightInd w:val="0"/>
        <w:jc w:val="right"/>
      </w:pPr>
    </w:p>
    <w:p w:rsidR="004D070C" w:rsidRPr="00EF3DEC" w:rsidRDefault="004D070C">
      <w:pPr>
        <w:widowControl w:val="0"/>
        <w:autoSpaceDE w:val="0"/>
        <w:autoSpaceDN w:val="0"/>
        <w:adjustRightInd w:val="0"/>
        <w:jc w:val="right"/>
      </w:pPr>
    </w:p>
    <w:p w:rsidR="004D070C" w:rsidRPr="00EF3DEC" w:rsidRDefault="004D070C">
      <w:pPr>
        <w:widowControl w:val="0"/>
        <w:autoSpaceDE w:val="0"/>
        <w:autoSpaceDN w:val="0"/>
        <w:adjustRightInd w:val="0"/>
        <w:jc w:val="right"/>
      </w:pPr>
    </w:p>
    <w:p w:rsidR="004D070C" w:rsidRPr="00EF3DEC" w:rsidRDefault="004D070C">
      <w:pPr>
        <w:widowControl w:val="0"/>
        <w:autoSpaceDE w:val="0"/>
        <w:autoSpaceDN w:val="0"/>
        <w:adjustRightInd w:val="0"/>
        <w:jc w:val="right"/>
      </w:pPr>
    </w:p>
    <w:p w:rsidR="004D070C" w:rsidRPr="00EF3DEC" w:rsidRDefault="004D070C">
      <w:pPr>
        <w:widowControl w:val="0"/>
        <w:autoSpaceDE w:val="0"/>
        <w:autoSpaceDN w:val="0"/>
        <w:adjustRightInd w:val="0"/>
        <w:jc w:val="right"/>
      </w:pPr>
    </w:p>
    <w:p w:rsidR="004D070C" w:rsidRPr="00EF3DEC" w:rsidRDefault="004D070C">
      <w:pPr>
        <w:widowControl w:val="0"/>
        <w:autoSpaceDE w:val="0"/>
        <w:autoSpaceDN w:val="0"/>
        <w:adjustRightInd w:val="0"/>
        <w:jc w:val="right"/>
      </w:pPr>
    </w:p>
    <w:p w:rsidR="004D070C" w:rsidRPr="00EF3DEC" w:rsidRDefault="004D070C">
      <w:pPr>
        <w:widowControl w:val="0"/>
        <w:autoSpaceDE w:val="0"/>
        <w:autoSpaceDN w:val="0"/>
        <w:adjustRightInd w:val="0"/>
        <w:jc w:val="right"/>
      </w:pPr>
    </w:p>
    <w:p w:rsidR="004D070C" w:rsidRPr="00EF3DEC" w:rsidRDefault="004D070C">
      <w:pPr>
        <w:widowControl w:val="0"/>
        <w:autoSpaceDE w:val="0"/>
        <w:autoSpaceDN w:val="0"/>
        <w:adjustRightInd w:val="0"/>
        <w:jc w:val="right"/>
      </w:pPr>
    </w:p>
    <w:p w:rsidR="004D070C" w:rsidRPr="00EF3DEC" w:rsidRDefault="004D070C">
      <w:pPr>
        <w:widowControl w:val="0"/>
        <w:autoSpaceDE w:val="0"/>
        <w:autoSpaceDN w:val="0"/>
        <w:adjustRightInd w:val="0"/>
        <w:jc w:val="right"/>
      </w:pPr>
    </w:p>
    <w:p w:rsidR="004D070C" w:rsidRPr="00EF3DEC" w:rsidRDefault="004D070C">
      <w:pPr>
        <w:widowControl w:val="0"/>
        <w:autoSpaceDE w:val="0"/>
        <w:autoSpaceDN w:val="0"/>
        <w:adjustRightInd w:val="0"/>
        <w:jc w:val="right"/>
      </w:pPr>
    </w:p>
    <w:p w:rsidR="004D070C" w:rsidRPr="00EF3DEC" w:rsidRDefault="004D070C">
      <w:pPr>
        <w:widowControl w:val="0"/>
        <w:autoSpaceDE w:val="0"/>
        <w:autoSpaceDN w:val="0"/>
        <w:adjustRightInd w:val="0"/>
        <w:jc w:val="right"/>
      </w:pPr>
    </w:p>
    <w:p w:rsidR="004D070C" w:rsidRPr="00EF3DEC" w:rsidRDefault="004D070C">
      <w:pPr>
        <w:widowControl w:val="0"/>
        <w:autoSpaceDE w:val="0"/>
        <w:autoSpaceDN w:val="0"/>
        <w:adjustRightInd w:val="0"/>
        <w:jc w:val="right"/>
      </w:pPr>
    </w:p>
    <w:p w:rsidR="004D070C" w:rsidRPr="00EF3DEC" w:rsidRDefault="004D070C">
      <w:pPr>
        <w:widowControl w:val="0"/>
        <w:autoSpaceDE w:val="0"/>
        <w:autoSpaceDN w:val="0"/>
        <w:adjustRightInd w:val="0"/>
        <w:jc w:val="right"/>
      </w:pPr>
    </w:p>
    <w:p w:rsidR="004D070C" w:rsidRPr="00EF3DEC" w:rsidRDefault="004D070C">
      <w:pPr>
        <w:widowControl w:val="0"/>
        <w:autoSpaceDE w:val="0"/>
        <w:autoSpaceDN w:val="0"/>
        <w:adjustRightInd w:val="0"/>
        <w:jc w:val="right"/>
        <w:outlineLvl w:val="0"/>
      </w:pPr>
      <w:bookmarkStart w:id="0" w:name="Par24"/>
      <w:bookmarkEnd w:id="0"/>
      <w:r w:rsidRPr="00EF3DEC">
        <w:t>Приложение</w:t>
      </w:r>
    </w:p>
    <w:p w:rsidR="004D070C" w:rsidRPr="00EF3DEC" w:rsidRDefault="004D070C">
      <w:pPr>
        <w:widowControl w:val="0"/>
        <w:autoSpaceDE w:val="0"/>
        <w:autoSpaceDN w:val="0"/>
        <w:adjustRightInd w:val="0"/>
        <w:jc w:val="right"/>
      </w:pPr>
      <w:r w:rsidRPr="00EF3DEC">
        <w:t xml:space="preserve">к Постановлению администрации </w:t>
      </w:r>
    </w:p>
    <w:p w:rsidR="004D070C" w:rsidRPr="00EF3DEC" w:rsidRDefault="004D070C">
      <w:pPr>
        <w:widowControl w:val="0"/>
        <w:autoSpaceDE w:val="0"/>
        <w:autoSpaceDN w:val="0"/>
        <w:adjustRightInd w:val="0"/>
        <w:jc w:val="right"/>
      </w:pPr>
      <w:r w:rsidRPr="00EF3DEC">
        <w:t xml:space="preserve">сельского поселения </w:t>
      </w:r>
      <w:r>
        <w:t>Красный Строитель</w:t>
      </w:r>
    </w:p>
    <w:p w:rsidR="004D070C" w:rsidRPr="00EF3DEC" w:rsidRDefault="004D070C">
      <w:pPr>
        <w:widowControl w:val="0"/>
        <w:autoSpaceDE w:val="0"/>
        <w:autoSpaceDN w:val="0"/>
        <w:adjustRightInd w:val="0"/>
        <w:jc w:val="right"/>
      </w:pPr>
      <w:r w:rsidRPr="00EF3DEC">
        <w:t>муниципального района Челно-Вершинский</w:t>
      </w:r>
    </w:p>
    <w:p w:rsidR="004D070C" w:rsidRPr="00EF3DEC" w:rsidRDefault="004D070C">
      <w:pPr>
        <w:widowControl w:val="0"/>
        <w:autoSpaceDE w:val="0"/>
        <w:autoSpaceDN w:val="0"/>
        <w:adjustRightInd w:val="0"/>
        <w:jc w:val="right"/>
      </w:pPr>
      <w:r w:rsidRPr="00EF3DEC">
        <w:t>от</w:t>
      </w:r>
      <w:r>
        <w:t>20.112013г.</w:t>
      </w:r>
      <w:r w:rsidRPr="00EF3DEC">
        <w:t xml:space="preserve"> № </w:t>
      </w:r>
      <w:r>
        <w:t>63</w:t>
      </w:r>
    </w:p>
    <w:p w:rsidR="004D070C" w:rsidRPr="00EF3DEC" w:rsidRDefault="004D070C">
      <w:pPr>
        <w:widowControl w:val="0"/>
        <w:autoSpaceDE w:val="0"/>
        <w:autoSpaceDN w:val="0"/>
        <w:adjustRightInd w:val="0"/>
        <w:jc w:val="both"/>
      </w:pPr>
    </w:p>
    <w:p w:rsidR="004D070C" w:rsidRPr="00EF3DEC" w:rsidRDefault="004D070C" w:rsidP="00BA5D22">
      <w:pPr>
        <w:jc w:val="center"/>
        <w:rPr>
          <w:b/>
          <w:bCs/>
          <w:color w:val="000000"/>
        </w:rPr>
      </w:pPr>
      <w:bookmarkStart w:id="1" w:name="Par28"/>
      <w:bookmarkEnd w:id="1"/>
      <w:r w:rsidRPr="00EF3DEC">
        <w:rPr>
          <w:b/>
          <w:bCs/>
          <w:color w:val="000000"/>
        </w:rPr>
        <w:t>Административный регламент</w:t>
      </w:r>
    </w:p>
    <w:p w:rsidR="004D070C" w:rsidRPr="00EF3DEC" w:rsidRDefault="004D070C" w:rsidP="00BA5D22">
      <w:pPr>
        <w:widowControl w:val="0"/>
        <w:autoSpaceDE w:val="0"/>
        <w:autoSpaceDN w:val="0"/>
        <w:adjustRightInd w:val="0"/>
        <w:jc w:val="center"/>
        <w:rPr>
          <w:color w:val="000000"/>
        </w:rPr>
      </w:pPr>
      <w:r w:rsidRPr="00EF3DEC">
        <w:rPr>
          <w:color w:val="000000"/>
        </w:rPr>
        <w:t xml:space="preserve">по исполнению муниципальной функции  осуществления муниципального контроля «Контроль за сохранностью автомобильных дорог  местного значения в границах сельского поселения </w:t>
      </w:r>
      <w:r>
        <w:rPr>
          <w:color w:val="000000"/>
        </w:rPr>
        <w:t>Красный Строитель</w:t>
      </w:r>
      <w:r w:rsidRPr="00EF3DEC">
        <w:rPr>
          <w:color w:val="000000"/>
        </w:rPr>
        <w:t xml:space="preserve"> муниципального района Челно-Вершинский Самарской области»</w:t>
      </w:r>
    </w:p>
    <w:p w:rsidR="004D070C" w:rsidRPr="00EF3DEC" w:rsidRDefault="004D070C" w:rsidP="00005E89">
      <w:pPr>
        <w:widowControl w:val="0"/>
        <w:autoSpaceDE w:val="0"/>
        <w:autoSpaceDN w:val="0"/>
        <w:adjustRightInd w:val="0"/>
        <w:jc w:val="both"/>
      </w:pPr>
    </w:p>
    <w:p w:rsidR="004D070C" w:rsidRPr="00EF3DEC" w:rsidRDefault="004D070C">
      <w:pPr>
        <w:widowControl w:val="0"/>
        <w:autoSpaceDE w:val="0"/>
        <w:autoSpaceDN w:val="0"/>
        <w:adjustRightInd w:val="0"/>
        <w:jc w:val="center"/>
        <w:outlineLvl w:val="1"/>
      </w:pPr>
      <w:bookmarkStart w:id="2" w:name="Par33"/>
      <w:bookmarkEnd w:id="2"/>
      <w:r w:rsidRPr="00EF3DEC">
        <w:t>Раздел I. ОБЩИЕ ПОЛОЖЕНИЯ</w:t>
      </w:r>
    </w:p>
    <w:p w:rsidR="004D070C" w:rsidRPr="00EF3DEC" w:rsidRDefault="004D070C">
      <w:pPr>
        <w:widowControl w:val="0"/>
        <w:autoSpaceDE w:val="0"/>
        <w:autoSpaceDN w:val="0"/>
        <w:adjustRightInd w:val="0"/>
        <w:jc w:val="center"/>
      </w:pPr>
    </w:p>
    <w:p w:rsidR="004D070C" w:rsidRPr="00EF3DEC" w:rsidRDefault="004D070C">
      <w:pPr>
        <w:widowControl w:val="0"/>
        <w:autoSpaceDE w:val="0"/>
        <w:autoSpaceDN w:val="0"/>
        <w:adjustRightInd w:val="0"/>
        <w:jc w:val="center"/>
        <w:outlineLvl w:val="2"/>
      </w:pPr>
      <w:bookmarkStart w:id="3" w:name="Par35"/>
      <w:bookmarkEnd w:id="3"/>
      <w:r w:rsidRPr="00EF3DEC">
        <w:t>1. Наименование муниципальной функции</w:t>
      </w:r>
    </w:p>
    <w:p w:rsidR="004D070C" w:rsidRPr="00EF3DEC" w:rsidRDefault="004D070C">
      <w:pPr>
        <w:widowControl w:val="0"/>
        <w:autoSpaceDE w:val="0"/>
        <w:autoSpaceDN w:val="0"/>
        <w:adjustRightInd w:val="0"/>
        <w:ind w:firstLine="540"/>
        <w:jc w:val="both"/>
      </w:pPr>
    </w:p>
    <w:p w:rsidR="004D070C" w:rsidRPr="00EF3DEC" w:rsidRDefault="004D070C" w:rsidP="00BA5D22">
      <w:pPr>
        <w:widowControl w:val="0"/>
        <w:autoSpaceDE w:val="0"/>
        <w:autoSpaceDN w:val="0"/>
        <w:adjustRightInd w:val="0"/>
        <w:ind w:firstLine="540"/>
        <w:jc w:val="both"/>
      </w:pPr>
      <w:r w:rsidRPr="00EF3DEC">
        <w:t>1.1. Наименование муниципальной функции - Контроль за сохранностью автомобильных дорог  местного значения в границах сельского поселения</w:t>
      </w:r>
      <w:r>
        <w:t xml:space="preserve"> Красный Строитель</w:t>
      </w:r>
      <w:r w:rsidRPr="00EF3DEC">
        <w:t xml:space="preserve"> муниципального района Челно-Вершинский Самарской области»</w:t>
      </w:r>
    </w:p>
    <w:p w:rsidR="004D070C" w:rsidRPr="00EF3DEC" w:rsidRDefault="004D070C" w:rsidP="00BA5D22">
      <w:pPr>
        <w:widowControl w:val="0"/>
        <w:autoSpaceDE w:val="0"/>
        <w:autoSpaceDN w:val="0"/>
        <w:adjustRightInd w:val="0"/>
        <w:ind w:firstLine="540"/>
        <w:jc w:val="both"/>
      </w:pPr>
    </w:p>
    <w:p w:rsidR="004D070C" w:rsidRPr="00EF3DEC" w:rsidRDefault="004D070C">
      <w:pPr>
        <w:widowControl w:val="0"/>
        <w:autoSpaceDE w:val="0"/>
        <w:autoSpaceDN w:val="0"/>
        <w:adjustRightInd w:val="0"/>
        <w:jc w:val="center"/>
        <w:outlineLvl w:val="2"/>
      </w:pPr>
      <w:bookmarkStart w:id="4" w:name="Par39"/>
      <w:bookmarkEnd w:id="4"/>
      <w:r w:rsidRPr="00EF3DEC">
        <w:t>2. Наименование органа, исполняющего</w:t>
      </w:r>
    </w:p>
    <w:p w:rsidR="004D070C" w:rsidRPr="00EF3DEC" w:rsidRDefault="004D070C">
      <w:pPr>
        <w:widowControl w:val="0"/>
        <w:autoSpaceDE w:val="0"/>
        <w:autoSpaceDN w:val="0"/>
        <w:adjustRightInd w:val="0"/>
        <w:jc w:val="center"/>
      </w:pPr>
      <w:r w:rsidRPr="00EF3DEC">
        <w:t>муниципальную функцию</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ind w:firstLine="540"/>
        <w:jc w:val="both"/>
      </w:pPr>
      <w:r w:rsidRPr="00EF3DEC">
        <w:t xml:space="preserve">2.1. Органом, ответственным за исполнение муниципальной функции, является Администрация сельского поселения </w:t>
      </w:r>
      <w:r>
        <w:t>Красный Строитель</w:t>
      </w:r>
      <w:r w:rsidRPr="00EF3DEC">
        <w:t xml:space="preserve"> муниципального района Челно-Вершинский Самаркой области  (далее по тексту - Администрация).</w:t>
      </w:r>
    </w:p>
    <w:p w:rsidR="004D070C" w:rsidRPr="00EF3DEC" w:rsidRDefault="004D070C">
      <w:pPr>
        <w:widowControl w:val="0"/>
        <w:autoSpaceDE w:val="0"/>
        <w:autoSpaceDN w:val="0"/>
        <w:adjustRightInd w:val="0"/>
        <w:ind w:firstLine="540"/>
        <w:jc w:val="both"/>
      </w:pPr>
      <w:r w:rsidRPr="00EF3DEC">
        <w:t>При осуществлении муниципального контроля за сохранностью автомобильных дорог местного значения сельского поселения</w:t>
      </w:r>
      <w:r>
        <w:t xml:space="preserve"> Красный Строитель</w:t>
      </w:r>
      <w:r w:rsidRPr="00EF3DEC">
        <w:t xml:space="preserve"> муниципального района Челно-Вершинский (далее по тексту – поселения)  должностные лица Администрации взаимодействуют с: Министерством транспорта и автомобильных дорог Самарской области; судебными органами; органами прокуратуры; правоохранительными органами; органами государственной статистики; иными органами и организациями, имеющими сведения, необходимые для осуществления муниципального контроля за сохранностью автомобильных дорог местного значения поселения.</w:t>
      </w:r>
    </w:p>
    <w:p w:rsidR="004D070C" w:rsidRPr="00EF3DEC" w:rsidRDefault="004D070C">
      <w:pPr>
        <w:widowControl w:val="0"/>
        <w:autoSpaceDE w:val="0"/>
        <w:autoSpaceDN w:val="0"/>
        <w:adjustRightInd w:val="0"/>
        <w:jc w:val="center"/>
      </w:pPr>
    </w:p>
    <w:p w:rsidR="004D070C" w:rsidRPr="00EF3DEC" w:rsidRDefault="004D070C">
      <w:pPr>
        <w:widowControl w:val="0"/>
        <w:autoSpaceDE w:val="0"/>
        <w:autoSpaceDN w:val="0"/>
        <w:adjustRightInd w:val="0"/>
        <w:jc w:val="center"/>
        <w:outlineLvl w:val="2"/>
      </w:pPr>
      <w:bookmarkStart w:id="5" w:name="Par45"/>
      <w:bookmarkEnd w:id="5"/>
      <w:r w:rsidRPr="00EF3DEC">
        <w:t>3. Нормативные правовые акты, регулирующие</w:t>
      </w:r>
    </w:p>
    <w:p w:rsidR="004D070C" w:rsidRPr="00EF3DEC" w:rsidRDefault="004D070C">
      <w:pPr>
        <w:widowControl w:val="0"/>
        <w:autoSpaceDE w:val="0"/>
        <w:autoSpaceDN w:val="0"/>
        <w:adjustRightInd w:val="0"/>
        <w:jc w:val="center"/>
      </w:pPr>
      <w:r w:rsidRPr="00EF3DEC">
        <w:t>исполнение муниципальной функции</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ind w:firstLine="540"/>
        <w:jc w:val="both"/>
      </w:pPr>
      <w:r w:rsidRPr="00EF3DEC">
        <w:t xml:space="preserve">3.1. </w:t>
      </w:r>
      <w:hyperlink r:id="rId10" w:history="1">
        <w:r w:rsidRPr="00EF3DEC">
          <w:rPr>
            <w:color w:val="0000FF"/>
          </w:rPr>
          <w:t>Конституция</w:t>
        </w:r>
      </w:hyperlink>
      <w:r w:rsidRPr="00EF3DEC">
        <w:t xml:space="preserve"> Российской Федерации (официальный текст с внесенными в нее поправками от 30.12.2008 опубликован:"Российская газета", N 7, 21.01.2009; "Собрание законодательства РФ", 26.01.2009, N 4, ст. 445; "Парламентская газета", N 4, 23 - 29.01.2009).</w:t>
      </w:r>
    </w:p>
    <w:p w:rsidR="004D070C" w:rsidRPr="00EF3DEC" w:rsidRDefault="004D070C">
      <w:pPr>
        <w:widowControl w:val="0"/>
        <w:autoSpaceDE w:val="0"/>
        <w:autoSpaceDN w:val="0"/>
        <w:adjustRightInd w:val="0"/>
        <w:ind w:firstLine="540"/>
        <w:jc w:val="both"/>
      </w:pPr>
      <w:r w:rsidRPr="00EF3DEC">
        <w:t xml:space="preserve">3.2. Федеральный </w:t>
      </w:r>
      <w:hyperlink r:id="rId11" w:history="1">
        <w:r w:rsidRPr="00EF3DEC">
          <w:rPr>
            <w:color w:val="0000FF"/>
          </w:rPr>
          <w:t>закон</w:t>
        </w:r>
      </w:hyperlink>
      <w:r w:rsidRPr="00EF3DEC">
        <w:t xml:space="preserve"> от 06.10.2003 N 131-ФЗ "Об общих принципах организации местного самоуправления в Российской Федерации" (опубликован:"Собрание законодательства РФ", 06.10.2003, N 40, ст. 3822; "Парламентская газета", N 186, 08.10.2003; "Российская газета", N 202, 08.10.2003).</w:t>
      </w:r>
    </w:p>
    <w:p w:rsidR="004D070C" w:rsidRPr="00EF3DEC" w:rsidRDefault="004D070C">
      <w:pPr>
        <w:widowControl w:val="0"/>
        <w:autoSpaceDE w:val="0"/>
        <w:autoSpaceDN w:val="0"/>
        <w:adjustRightInd w:val="0"/>
        <w:ind w:firstLine="540"/>
        <w:jc w:val="both"/>
      </w:pPr>
      <w:r w:rsidRPr="00EF3DEC">
        <w:t xml:space="preserve">3.3. Федеральный </w:t>
      </w:r>
      <w:hyperlink r:id="rId12" w:history="1">
        <w:r w:rsidRPr="00EF3DEC">
          <w:rPr>
            <w:color w:val="0000FF"/>
          </w:rPr>
          <w:t>закон</w:t>
        </w:r>
      </w:hyperlink>
      <w:r w:rsidRPr="00EF3DEC">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(опубликован:"Российская газета", N 266, 30.12.2008; "Собрание законодательства РФ", 29.12.2008, N 52 (ч. 1), ст. 6249; "Парламентская газета", N 90, 31.12.2008).</w:t>
      </w:r>
    </w:p>
    <w:p w:rsidR="004D070C" w:rsidRPr="00EF3DEC" w:rsidRDefault="004D070C">
      <w:pPr>
        <w:widowControl w:val="0"/>
        <w:autoSpaceDE w:val="0"/>
        <w:autoSpaceDN w:val="0"/>
        <w:adjustRightInd w:val="0"/>
        <w:ind w:firstLine="540"/>
        <w:jc w:val="both"/>
      </w:pPr>
      <w:r w:rsidRPr="00EF3DEC">
        <w:t xml:space="preserve">3.4. Федеральный </w:t>
      </w:r>
      <w:hyperlink r:id="rId13" w:history="1">
        <w:r w:rsidRPr="00EF3DEC">
          <w:rPr>
            <w:color w:val="0000FF"/>
          </w:rPr>
          <w:t>закон</w:t>
        </w:r>
      </w:hyperlink>
      <w:r w:rsidRPr="00EF3DEC">
        <w:t xml:space="preserve"> от 2 мая 2006 года N 59-ФЗ "О порядке рассмотрения обращений граждан Российской Федерации" (опубликован:"Российская газета", N 95, 05.05.2006; "Собрание законодательства РФ", 08.05.2006, N 19, ст. 2060; "Парламентская газета", N 70-71, 11.05.2006).</w:t>
      </w:r>
    </w:p>
    <w:p w:rsidR="004D070C" w:rsidRPr="00EF3DEC" w:rsidRDefault="004D070C">
      <w:pPr>
        <w:widowControl w:val="0"/>
        <w:autoSpaceDE w:val="0"/>
        <w:autoSpaceDN w:val="0"/>
        <w:adjustRightInd w:val="0"/>
        <w:ind w:firstLine="540"/>
        <w:jc w:val="both"/>
      </w:pPr>
      <w:r w:rsidRPr="00EF3DEC">
        <w:t xml:space="preserve">3.5. Федеральный </w:t>
      </w:r>
      <w:hyperlink r:id="rId14" w:history="1">
        <w:r w:rsidRPr="00EF3DEC">
          <w:rPr>
            <w:color w:val="0000FF"/>
          </w:rPr>
          <w:t>закон</w:t>
        </w:r>
      </w:hyperlink>
      <w:r w:rsidRPr="00EF3DEC">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(опубликован:"Собрание законодательства РФ", 12.11.2007, N 46, ст. 5553; "Парламентская газета", N 156-157, 14.11.2007; "Российская газета", N 254, 14.11.2007).</w:t>
      </w:r>
    </w:p>
    <w:p w:rsidR="004D070C" w:rsidRPr="00EF3DEC" w:rsidRDefault="004D070C">
      <w:pPr>
        <w:widowControl w:val="0"/>
        <w:autoSpaceDE w:val="0"/>
        <w:autoSpaceDN w:val="0"/>
        <w:adjustRightInd w:val="0"/>
        <w:ind w:firstLine="540"/>
        <w:jc w:val="both"/>
      </w:pPr>
      <w:r w:rsidRPr="00EF3DEC">
        <w:t>3.6. Постановление Правительства Самарской №16 от 27.01.2011 г.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органами исполнительной власти Самарской области, разработке и принятии административных регламентов осуществления муниципального контроля органами местного самоуправления в Самарской области»</w:t>
      </w:r>
    </w:p>
    <w:p w:rsidR="004D070C" w:rsidRPr="00EF3DEC" w:rsidRDefault="004D070C">
      <w:pPr>
        <w:widowControl w:val="0"/>
        <w:autoSpaceDE w:val="0"/>
        <w:autoSpaceDN w:val="0"/>
        <w:adjustRightInd w:val="0"/>
        <w:ind w:firstLine="540"/>
        <w:jc w:val="both"/>
      </w:pPr>
      <w:r w:rsidRPr="00EF3DEC">
        <w:t>3.7. Иные нормативные правовые акты Российской Федерации, муниципальные правовые акты поселения.</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center"/>
        <w:outlineLvl w:val="2"/>
      </w:pPr>
      <w:bookmarkStart w:id="6" w:name="Par58"/>
      <w:bookmarkEnd w:id="6"/>
      <w:r w:rsidRPr="00EF3DEC">
        <w:t>4. Предмет муниципального контроля</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ind w:firstLine="540"/>
        <w:jc w:val="both"/>
      </w:pPr>
      <w:r w:rsidRPr="00EF3DEC">
        <w:t>4.1. Предметом муниципального контроля за обеспечением сохранности автомобильных дорог местного значения поселения  является соблюдение юридическими лицами, индивидуальными предпринимателями, гражданами требований к сохранности автомобильных дорог, установленных федеральными законами, законами Самарской области, муниципальными правовыми актами поселения.</w:t>
      </w:r>
    </w:p>
    <w:p w:rsidR="004D070C" w:rsidRPr="00EF3DEC" w:rsidRDefault="004D070C" w:rsidP="00005E89">
      <w:pPr>
        <w:widowControl w:val="0"/>
        <w:autoSpaceDE w:val="0"/>
        <w:autoSpaceDN w:val="0"/>
        <w:adjustRightInd w:val="0"/>
        <w:ind w:firstLine="540"/>
        <w:jc w:val="both"/>
      </w:pPr>
      <w:r w:rsidRPr="00EF3DEC">
        <w:t>4.2. Мероприятия по контролю проводятся в отношении следующих объектов:</w:t>
      </w:r>
    </w:p>
    <w:p w:rsidR="004D070C" w:rsidRPr="00EF3DEC" w:rsidRDefault="004D070C" w:rsidP="00005E89">
      <w:pPr>
        <w:widowControl w:val="0"/>
        <w:autoSpaceDE w:val="0"/>
        <w:autoSpaceDN w:val="0"/>
        <w:adjustRightInd w:val="0"/>
        <w:ind w:firstLine="540"/>
        <w:jc w:val="both"/>
      </w:pPr>
      <w:r w:rsidRPr="00EF3DEC">
        <w:t>4.2.1. автомобильных дорог;</w:t>
      </w:r>
    </w:p>
    <w:p w:rsidR="004D070C" w:rsidRPr="00EF3DEC" w:rsidRDefault="004D070C" w:rsidP="00005E89">
      <w:pPr>
        <w:widowControl w:val="0"/>
        <w:autoSpaceDE w:val="0"/>
        <w:autoSpaceDN w:val="0"/>
        <w:adjustRightInd w:val="0"/>
        <w:ind w:firstLine="540"/>
        <w:jc w:val="both"/>
      </w:pPr>
      <w:r w:rsidRPr="00EF3DEC">
        <w:t>4.2.2. зданий, сооружений и иных объектов дорожного сервиса, расположенных на придорожных полосах автомобильных дорог;</w:t>
      </w:r>
    </w:p>
    <w:p w:rsidR="004D070C" w:rsidRPr="00EF3DEC" w:rsidRDefault="004D070C" w:rsidP="00005E89">
      <w:pPr>
        <w:widowControl w:val="0"/>
        <w:autoSpaceDE w:val="0"/>
        <w:autoSpaceDN w:val="0"/>
        <w:adjustRightInd w:val="0"/>
        <w:ind w:firstLine="540"/>
        <w:jc w:val="both"/>
      </w:pPr>
      <w:r w:rsidRPr="00EF3DEC">
        <w:t>4.2.3. рекламных конструкций, расположенных в полосе отвода и придорожных полосах автомобильных дорог;</w:t>
      </w:r>
    </w:p>
    <w:p w:rsidR="004D070C" w:rsidRPr="00EF3DEC" w:rsidRDefault="004D070C" w:rsidP="00005E89">
      <w:pPr>
        <w:widowControl w:val="0"/>
        <w:autoSpaceDE w:val="0"/>
        <w:autoSpaceDN w:val="0"/>
        <w:adjustRightInd w:val="0"/>
        <w:ind w:firstLine="540"/>
        <w:jc w:val="both"/>
      </w:pPr>
      <w:r w:rsidRPr="00EF3DEC">
        <w:t>4.2.4. полос отвода и придорожных полос, автомобильных дорог.</w:t>
      </w:r>
    </w:p>
    <w:p w:rsidR="004D070C" w:rsidRPr="00EF3DEC" w:rsidRDefault="004D070C" w:rsidP="00005E89">
      <w:pPr>
        <w:widowControl w:val="0"/>
        <w:autoSpaceDE w:val="0"/>
        <w:autoSpaceDN w:val="0"/>
        <w:adjustRightInd w:val="0"/>
        <w:ind w:firstLine="540"/>
        <w:jc w:val="both"/>
      </w:pPr>
      <w:r w:rsidRPr="00EF3DEC">
        <w:t>4.3. Субъектами, в отношении которых проводятся мероприятия по контролю, являются:</w:t>
      </w:r>
    </w:p>
    <w:p w:rsidR="004D070C" w:rsidRPr="00EF3DEC" w:rsidRDefault="004D070C" w:rsidP="00005E89">
      <w:pPr>
        <w:widowControl w:val="0"/>
        <w:autoSpaceDE w:val="0"/>
        <w:autoSpaceDN w:val="0"/>
        <w:adjustRightInd w:val="0"/>
        <w:ind w:firstLine="540"/>
        <w:jc w:val="both"/>
      </w:pPr>
      <w:r w:rsidRPr="00EF3DEC">
        <w:t>3.3.1. владельцы объектов дорожного сервиса;</w:t>
      </w:r>
    </w:p>
    <w:p w:rsidR="004D070C" w:rsidRPr="00EF3DEC" w:rsidRDefault="004D070C" w:rsidP="00005E89">
      <w:pPr>
        <w:widowControl w:val="0"/>
        <w:autoSpaceDE w:val="0"/>
        <w:autoSpaceDN w:val="0"/>
        <w:adjustRightInd w:val="0"/>
        <w:ind w:firstLine="540"/>
        <w:jc w:val="both"/>
      </w:pPr>
      <w:r w:rsidRPr="00EF3DEC">
        <w:t>4.3.2. организации, осуществляющие работы в полосе отвода автомобильных дорог и придорожной полосе;</w:t>
      </w:r>
    </w:p>
    <w:p w:rsidR="004D070C" w:rsidRPr="00EF3DEC" w:rsidRDefault="004D070C" w:rsidP="00005E89">
      <w:pPr>
        <w:widowControl w:val="0"/>
        <w:autoSpaceDE w:val="0"/>
        <w:autoSpaceDN w:val="0"/>
        <w:adjustRightInd w:val="0"/>
        <w:ind w:firstLine="540"/>
        <w:jc w:val="both"/>
      </w:pPr>
      <w:r w:rsidRPr="00EF3DEC">
        <w:t>4.3.3. пользователи автомобильных дорог, в части соблюдения обязанностей пользователей автомобильными дорогами (</w:t>
      </w:r>
      <w:hyperlink r:id="rId15" w:history="1">
        <w:r w:rsidRPr="00EF3DEC">
          <w:rPr>
            <w:rStyle w:val="Hyperlink"/>
          </w:rPr>
          <w:t>статья 29</w:t>
        </w:r>
      </w:hyperlink>
      <w:r w:rsidRPr="00EF3DEC">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правил перевозки грузов.</w:t>
      </w:r>
    </w:p>
    <w:p w:rsidR="004D070C" w:rsidRPr="00EF3DEC" w:rsidRDefault="004D070C">
      <w:pPr>
        <w:widowControl w:val="0"/>
        <w:autoSpaceDE w:val="0"/>
        <w:autoSpaceDN w:val="0"/>
        <w:adjustRightInd w:val="0"/>
        <w:ind w:firstLine="540"/>
        <w:jc w:val="both"/>
      </w:pPr>
    </w:p>
    <w:p w:rsidR="004D070C" w:rsidRPr="00EF3DEC" w:rsidRDefault="004D070C">
      <w:pPr>
        <w:widowControl w:val="0"/>
        <w:autoSpaceDE w:val="0"/>
        <w:autoSpaceDN w:val="0"/>
        <w:adjustRightInd w:val="0"/>
        <w:jc w:val="center"/>
        <w:outlineLvl w:val="2"/>
      </w:pPr>
      <w:bookmarkStart w:id="7" w:name="Par62"/>
      <w:bookmarkEnd w:id="7"/>
      <w:r w:rsidRPr="00EF3DEC">
        <w:t>5. Права и обязанности должностных лиц при</w:t>
      </w:r>
    </w:p>
    <w:p w:rsidR="004D070C" w:rsidRPr="00EF3DEC" w:rsidRDefault="004D070C">
      <w:pPr>
        <w:widowControl w:val="0"/>
        <w:autoSpaceDE w:val="0"/>
        <w:autoSpaceDN w:val="0"/>
        <w:adjustRightInd w:val="0"/>
        <w:jc w:val="center"/>
      </w:pPr>
      <w:r w:rsidRPr="00EF3DEC">
        <w:t>осуществлении муниципального контроля</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ind w:firstLine="540"/>
        <w:jc w:val="both"/>
      </w:pPr>
      <w:r w:rsidRPr="00EF3DEC">
        <w:t>5.1. Должностные лица Администрации, осуществляющие муниципальный контроль, имеют право:</w:t>
      </w:r>
    </w:p>
    <w:p w:rsidR="004D070C" w:rsidRPr="00EF3DEC" w:rsidRDefault="004D070C">
      <w:pPr>
        <w:widowControl w:val="0"/>
        <w:autoSpaceDE w:val="0"/>
        <w:autoSpaceDN w:val="0"/>
        <w:adjustRightInd w:val="0"/>
        <w:ind w:firstLine="540"/>
        <w:jc w:val="both"/>
      </w:pPr>
      <w:r w:rsidRPr="00EF3DEC">
        <w:t>5.1.1. Привлекать при проведении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4D070C" w:rsidRPr="00EF3DEC" w:rsidRDefault="004D070C">
      <w:pPr>
        <w:widowControl w:val="0"/>
        <w:autoSpaceDE w:val="0"/>
        <w:autoSpaceDN w:val="0"/>
        <w:adjustRightInd w:val="0"/>
        <w:ind w:firstLine="540"/>
        <w:jc w:val="both"/>
      </w:pPr>
      <w:r w:rsidRPr="00EF3DEC">
        <w:t xml:space="preserve">5.1.2. Получать от юридических лиц, индивидуальных предпринимателей сведения и материалы о состоянии автомобильных дорог, необходимые для осуществления муниципального контроля за обеспечением сохранности автомобильных дорог местного значения поселения. </w:t>
      </w:r>
    </w:p>
    <w:p w:rsidR="004D070C" w:rsidRPr="00EF3DEC" w:rsidRDefault="004D070C">
      <w:pPr>
        <w:widowControl w:val="0"/>
        <w:autoSpaceDE w:val="0"/>
        <w:autoSpaceDN w:val="0"/>
        <w:adjustRightInd w:val="0"/>
        <w:ind w:firstLine="540"/>
        <w:jc w:val="both"/>
      </w:pPr>
      <w:r w:rsidRPr="00EF3DEC">
        <w:t>5.1.3. Обращаться в органы внутренних дел за содействием в предотвращении или пресечении действий, являющихся нарушением требований сохранности автомобильных дорог, установленных федеральными законами Российской Федерации, законами Самарской области, муниципальными правовыми актами поселения, либо препятствующих осуществлению муниципального контроля за обеспечением сохранности автомобильных дорог местного значения поселения, а также в установлении личности гражданина, юридического лица, индивидуального предпринимателя, в чьих действиях имеются явные признаки нарушения законодательства в сфере сохранности автомобильных дорог;</w:t>
      </w:r>
    </w:p>
    <w:p w:rsidR="004D070C" w:rsidRPr="00EF3DEC" w:rsidRDefault="004D070C">
      <w:pPr>
        <w:widowControl w:val="0"/>
        <w:autoSpaceDE w:val="0"/>
        <w:autoSpaceDN w:val="0"/>
        <w:adjustRightInd w:val="0"/>
        <w:ind w:firstLine="540"/>
        <w:jc w:val="both"/>
      </w:pPr>
      <w:r w:rsidRPr="00EF3DEC">
        <w:t>5.1.4. Информировать население о состоянии автомобильных дорог, принимаемых мерах по сохранности автомобильных дорог;</w:t>
      </w:r>
    </w:p>
    <w:p w:rsidR="004D070C" w:rsidRPr="00EF3DEC" w:rsidRDefault="004D070C">
      <w:pPr>
        <w:widowControl w:val="0"/>
        <w:autoSpaceDE w:val="0"/>
        <w:autoSpaceDN w:val="0"/>
        <w:adjustRightInd w:val="0"/>
        <w:ind w:firstLine="540"/>
        <w:jc w:val="both"/>
      </w:pPr>
      <w:r w:rsidRPr="00EF3DEC">
        <w:t xml:space="preserve">5.1.5. Участвовать в подготовке муниципальных правовых актов </w:t>
      </w:r>
      <w:r>
        <w:t>по</w:t>
      </w:r>
      <w:r w:rsidRPr="00EF3DEC">
        <w:t>селения, регулирующих вопросы сохранности автомобильных дорог;</w:t>
      </w:r>
    </w:p>
    <w:p w:rsidR="004D070C" w:rsidRPr="00EF3DEC" w:rsidRDefault="004D070C">
      <w:pPr>
        <w:widowControl w:val="0"/>
        <w:autoSpaceDE w:val="0"/>
        <w:autoSpaceDN w:val="0"/>
        <w:adjustRightInd w:val="0"/>
        <w:ind w:firstLine="540"/>
        <w:jc w:val="both"/>
      </w:pPr>
      <w:r w:rsidRPr="00EF3DEC">
        <w:t>5.1.6. При осуществлении своих полномочий взаимодействовать с уполномоченными исполнительными органами государственной власти, органами внутренних дел, иными органами, осуществляющими государственный контроль и надзор в области сохранности автомобильных дорог, общественными объединениями, а также гражданами;</w:t>
      </w:r>
    </w:p>
    <w:p w:rsidR="004D070C" w:rsidRPr="00EF3DEC" w:rsidRDefault="004D070C">
      <w:pPr>
        <w:widowControl w:val="0"/>
        <w:autoSpaceDE w:val="0"/>
        <w:autoSpaceDN w:val="0"/>
        <w:adjustRightInd w:val="0"/>
        <w:ind w:firstLine="540"/>
        <w:jc w:val="both"/>
      </w:pPr>
      <w:r w:rsidRPr="00EF3DEC">
        <w:t>5.1.7. Осуществлять иные полномочия, предусмотренные действующим законодательством.</w:t>
      </w:r>
    </w:p>
    <w:p w:rsidR="004D070C" w:rsidRPr="00EF3DEC" w:rsidRDefault="004D070C">
      <w:pPr>
        <w:widowControl w:val="0"/>
        <w:autoSpaceDE w:val="0"/>
        <w:autoSpaceDN w:val="0"/>
        <w:adjustRightInd w:val="0"/>
        <w:ind w:firstLine="540"/>
        <w:jc w:val="both"/>
      </w:pPr>
      <w:r w:rsidRPr="00EF3DEC">
        <w:t>5.2. Должностные лица уполномоченного органа, осуществляющие муниципальный контроль за обеспечением сохранности автомобильных дорог местного значения поселения, обязаны:</w:t>
      </w:r>
    </w:p>
    <w:p w:rsidR="004D070C" w:rsidRPr="00EF3DEC" w:rsidRDefault="004D070C">
      <w:pPr>
        <w:widowControl w:val="0"/>
        <w:autoSpaceDE w:val="0"/>
        <w:autoSpaceDN w:val="0"/>
        <w:adjustRightInd w:val="0"/>
        <w:ind w:firstLine="540"/>
        <w:jc w:val="both"/>
      </w:pPr>
      <w:r w:rsidRPr="00EF3DEC">
        <w:t>5.2.1. Своевременно и в полной мере исполнять предоставленные в соответствии с действующим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 поселения, к сохранности автомобильных дорог;</w:t>
      </w:r>
    </w:p>
    <w:p w:rsidR="004D070C" w:rsidRPr="00EF3DEC" w:rsidRDefault="004D070C">
      <w:pPr>
        <w:widowControl w:val="0"/>
        <w:autoSpaceDE w:val="0"/>
        <w:autoSpaceDN w:val="0"/>
        <w:adjustRightInd w:val="0"/>
        <w:ind w:firstLine="540"/>
        <w:jc w:val="both"/>
      </w:pPr>
      <w:r w:rsidRPr="00EF3DEC">
        <w:t>5.2.2.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4D070C" w:rsidRPr="00EF3DEC" w:rsidRDefault="004D070C">
      <w:pPr>
        <w:widowControl w:val="0"/>
        <w:autoSpaceDE w:val="0"/>
        <w:autoSpaceDN w:val="0"/>
        <w:adjustRightInd w:val="0"/>
        <w:ind w:firstLine="540"/>
        <w:jc w:val="both"/>
      </w:pPr>
      <w:r w:rsidRPr="00EF3DEC">
        <w:t>5.2.3. Проводить проверку на основании распоряжения Главы поселения о ее проведении в соответствии с ее назначением;</w:t>
      </w:r>
    </w:p>
    <w:p w:rsidR="004D070C" w:rsidRPr="00EF3DEC" w:rsidRDefault="004D070C">
      <w:pPr>
        <w:widowControl w:val="0"/>
        <w:autoSpaceDE w:val="0"/>
        <w:autoSpaceDN w:val="0"/>
        <w:adjustRightInd w:val="0"/>
        <w:ind w:firstLine="540"/>
        <w:jc w:val="both"/>
      </w:pPr>
      <w:r w:rsidRPr="00EF3DEC">
        <w:t xml:space="preserve">5.2.4.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поселения и в случае, предусмотренном </w:t>
      </w:r>
      <w:hyperlink w:anchor="Par181" w:history="1">
        <w:r w:rsidRPr="00EF3DEC">
          <w:rPr>
            <w:color w:val="0000FF"/>
          </w:rPr>
          <w:t>подпунктами "а"</w:t>
        </w:r>
      </w:hyperlink>
      <w:r w:rsidRPr="00EF3DEC">
        <w:t xml:space="preserve"> и </w:t>
      </w:r>
      <w:hyperlink w:anchor="Par182" w:history="1">
        <w:r w:rsidRPr="00EF3DEC">
          <w:rPr>
            <w:color w:val="0000FF"/>
          </w:rPr>
          <w:t>"б" пункта 2.1.2.2 раздела III</w:t>
        </w:r>
      </w:hyperlink>
      <w:r w:rsidRPr="00EF3DEC">
        <w:t xml:space="preserve"> настоящего Административного регламента, копии документа о согласовании проведения проверки;</w:t>
      </w:r>
    </w:p>
    <w:p w:rsidR="004D070C" w:rsidRPr="00EF3DEC" w:rsidRDefault="004D070C">
      <w:pPr>
        <w:widowControl w:val="0"/>
        <w:autoSpaceDE w:val="0"/>
        <w:autoSpaceDN w:val="0"/>
        <w:adjustRightInd w:val="0"/>
        <w:ind w:firstLine="540"/>
        <w:jc w:val="both"/>
      </w:pPr>
      <w:r w:rsidRPr="00EF3DEC">
        <w:t>5.2.5.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4D070C" w:rsidRPr="00EF3DEC" w:rsidRDefault="004D070C">
      <w:pPr>
        <w:widowControl w:val="0"/>
        <w:autoSpaceDE w:val="0"/>
        <w:autoSpaceDN w:val="0"/>
        <w:adjustRightInd w:val="0"/>
        <w:ind w:firstLine="540"/>
        <w:jc w:val="both"/>
      </w:pPr>
      <w:r w:rsidRPr="00EF3DEC">
        <w:t>5.2.6.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4D070C" w:rsidRPr="00EF3DEC" w:rsidRDefault="004D070C">
      <w:pPr>
        <w:widowControl w:val="0"/>
        <w:autoSpaceDE w:val="0"/>
        <w:autoSpaceDN w:val="0"/>
        <w:adjustRightInd w:val="0"/>
        <w:ind w:firstLine="540"/>
        <w:jc w:val="both"/>
      </w:pPr>
      <w:r w:rsidRPr="00EF3DEC">
        <w:t>5.2.7. Составлять по результатам проверок акты;</w:t>
      </w:r>
    </w:p>
    <w:p w:rsidR="004D070C" w:rsidRPr="00EF3DEC" w:rsidRDefault="004D070C">
      <w:pPr>
        <w:widowControl w:val="0"/>
        <w:autoSpaceDE w:val="0"/>
        <w:autoSpaceDN w:val="0"/>
        <w:adjustRightInd w:val="0"/>
        <w:ind w:firstLine="540"/>
        <w:jc w:val="both"/>
      </w:pPr>
      <w:r w:rsidRPr="00EF3DEC">
        <w:t>5.2.8.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4D070C" w:rsidRPr="00EF3DEC" w:rsidRDefault="004D070C">
      <w:pPr>
        <w:widowControl w:val="0"/>
        <w:autoSpaceDE w:val="0"/>
        <w:autoSpaceDN w:val="0"/>
        <w:adjustRightInd w:val="0"/>
        <w:ind w:firstLine="540"/>
        <w:jc w:val="both"/>
      </w:pPr>
      <w:r w:rsidRPr="00EF3DEC">
        <w:t>5.2.9.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4D070C" w:rsidRPr="00EF3DEC" w:rsidRDefault="004D070C">
      <w:pPr>
        <w:widowControl w:val="0"/>
        <w:autoSpaceDE w:val="0"/>
        <w:autoSpaceDN w:val="0"/>
        <w:adjustRightInd w:val="0"/>
        <w:ind w:firstLine="540"/>
        <w:jc w:val="both"/>
      </w:pPr>
      <w:r w:rsidRPr="00EF3DEC">
        <w:t>5.2.10. Доказывать обоснованность своих действий при их обжаловании юридическими лицами, индивидуальными предпринимателями в порядке, установленном действующим законодательством;</w:t>
      </w:r>
    </w:p>
    <w:p w:rsidR="004D070C" w:rsidRPr="00EF3DEC" w:rsidRDefault="004D070C">
      <w:pPr>
        <w:widowControl w:val="0"/>
        <w:autoSpaceDE w:val="0"/>
        <w:autoSpaceDN w:val="0"/>
        <w:adjustRightInd w:val="0"/>
        <w:ind w:firstLine="540"/>
        <w:jc w:val="both"/>
      </w:pPr>
      <w:r w:rsidRPr="00EF3DEC">
        <w:t xml:space="preserve">5.2.11. Соблюдать сроки проведения проверки, установленные Федеральным </w:t>
      </w:r>
      <w:hyperlink r:id="rId16" w:history="1">
        <w:r w:rsidRPr="00EF3DEC">
          <w:rPr>
            <w:color w:val="0000FF"/>
          </w:rPr>
          <w:t>законом</w:t>
        </w:r>
      </w:hyperlink>
      <w:r w:rsidRPr="00EF3DEC">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D070C" w:rsidRPr="00EF3DEC" w:rsidRDefault="004D070C">
      <w:pPr>
        <w:widowControl w:val="0"/>
        <w:autoSpaceDE w:val="0"/>
        <w:autoSpaceDN w:val="0"/>
        <w:adjustRightInd w:val="0"/>
        <w:ind w:firstLine="540"/>
        <w:jc w:val="both"/>
      </w:pPr>
      <w:r w:rsidRPr="00EF3DEC">
        <w:t>5.2.12.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4D070C" w:rsidRPr="00EF3DEC" w:rsidRDefault="004D070C">
      <w:pPr>
        <w:widowControl w:val="0"/>
        <w:autoSpaceDE w:val="0"/>
        <w:autoSpaceDN w:val="0"/>
        <w:adjustRightInd w:val="0"/>
        <w:ind w:firstLine="540"/>
        <w:jc w:val="both"/>
      </w:pPr>
      <w:r w:rsidRPr="00EF3DEC">
        <w:t>5.2.13.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w:t>
      </w:r>
    </w:p>
    <w:p w:rsidR="004D070C" w:rsidRPr="00EF3DEC" w:rsidRDefault="004D070C">
      <w:pPr>
        <w:widowControl w:val="0"/>
        <w:autoSpaceDE w:val="0"/>
        <w:autoSpaceDN w:val="0"/>
        <w:adjustRightInd w:val="0"/>
        <w:ind w:firstLine="540"/>
        <w:jc w:val="both"/>
      </w:pPr>
      <w:r w:rsidRPr="00EF3DEC">
        <w:t>5.2.14. Осуществлять запись о проведенной проверке в журнале учета проверок.</w:t>
      </w:r>
    </w:p>
    <w:p w:rsidR="004D070C" w:rsidRPr="00EF3DEC" w:rsidRDefault="004D070C">
      <w:pPr>
        <w:widowControl w:val="0"/>
        <w:autoSpaceDE w:val="0"/>
        <w:autoSpaceDN w:val="0"/>
        <w:adjustRightInd w:val="0"/>
        <w:ind w:firstLine="540"/>
        <w:jc w:val="both"/>
      </w:pPr>
      <w:r w:rsidRPr="00EF3DEC">
        <w:t>5.3. Должностные лица Администрации, осуществляющие муниципальный контроль за обеспечением сохранности автомобильных дорог местного значения поселения, не вправе:</w:t>
      </w:r>
    </w:p>
    <w:p w:rsidR="004D070C" w:rsidRPr="00EF3DEC" w:rsidRDefault="004D070C">
      <w:pPr>
        <w:widowControl w:val="0"/>
        <w:autoSpaceDE w:val="0"/>
        <w:autoSpaceDN w:val="0"/>
        <w:adjustRightInd w:val="0"/>
        <w:ind w:firstLine="540"/>
        <w:jc w:val="both"/>
      </w:pPr>
      <w:r w:rsidRPr="00EF3DEC">
        <w:t>5.3.1.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Администрации;</w:t>
      </w:r>
    </w:p>
    <w:p w:rsidR="004D070C" w:rsidRPr="00EF3DEC" w:rsidRDefault="004D070C">
      <w:pPr>
        <w:widowControl w:val="0"/>
        <w:autoSpaceDE w:val="0"/>
        <w:autoSpaceDN w:val="0"/>
        <w:adjustRightInd w:val="0"/>
        <w:ind w:firstLine="540"/>
        <w:jc w:val="both"/>
      </w:pPr>
      <w:r w:rsidRPr="00EF3DEC">
        <w:t xml:space="preserve">5.3.2.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w:anchor="Par182" w:history="1">
        <w:r w:rsidRPr="00EF3DEC">
          <w:rPr>
            <w:color w:val="0000FF"/>
          </w:rPr>
          <w:t>подпунктом "б" пункта 2.1.2.2 раздела III</w:t>
        </w:r>
      </w:hyperlink>
      <w:r w:rsidRPr="00EF3DEC">
        <w:t xml:space="preserve"> настоящего Административного регламента;</w:t>
      </w:r>
    </w:p>
    <w:p w:rsidR="004D070C" w:rsidRPr="00EF3DEC" w:rsidRDefault="004D070C">
      <w:pPr>
        <w:widowControl w:val="0"/>
        <w:autoSpaceDE w:val="0"/>
        <w:autoSpaceDN w:val="0"/>
        <w:adjustRightInd w:val="0"/>
        <w:ind w:firstLine="540"/>
        <w:jc w:val="both"/>
      </w:pPr>
      <w:r w:rsidRPr="00EF3DEC">
        <w:t>5.3.3.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4D070C" w:rsidRPr="00EF3DEC" w:rsidRDefault="004D070C">
      <w:pPr>
        <w:widowControl w:val="0"/>
        <w:autoSpaceDE w:val="0"/>
        <w:autoSpaceDN w:val="0"/>
        <w:adjustRightInd w:val="0"/>
        <w:ind w:firstLine="540"/>
        <w:jc w:val="both"/>
      </w:pPr>
      <w:r w:rsidRPr="00EF3DEC">
        <w:t>5.3.4.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4D070C" w:rsidRPr="00EF3DEC" w:rsidRDefault="004D070C">
      <w:pPr>
        <w:widowControl w:val="0"/>
        <w:autoSpaceDE w:val="0"/>
        <w:autoSpaceDN w:val="0"/>
        <w:adjustRightInd w:val="0"/>
        <w:ind w:firstLine="540"/>
        <w:jc w:val="both"/>
      </w:pPr>
      <w:r w:rsidRPr="00EF3DEC">
        <w:t>5.3.5.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4D070C" w:rsidRPr="00EF3DEC" w:rsidRDefault="004D070C">
      <w:pPr>
        <w:widowControl w:val="0"/>
        <w:autoSpaceDE w:val="0"/>
        <w:autoSpaceDN w:val="0"/>
        <w:adjustRightInd w:val="0"/>
        <w:ind w:firstLine="540"/>
        <w:jc w:val="both"/>
      </w:pPr>
      <w:r w:rsidRPr="00EF3DEC">
        <w:t>5.3.6. превышать установленные сроки проведения проверки;</w:t>
      </w:r>
    </w:p>
    <w:p w:rsidR="004D070C" w:rsidRPr="00EF3DEC" w:rsidRDefault="004D070C">
      <w:pPr>
        <w:widowControl w:val="0"/>
        <w:autoSpaceDE w:val="0"/>
        <w:autoSpaceDN w:val="0"/>
        <w:adjustRightInd w:val="0"/>
        <w:ind w:firstLine="540"/>
        <w:jc w:val="both"/>
      </w:pPr>
      <w:r w:rsidRPr="00EF3DEC">
        <w:t>5.3.7.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center"/>
        <w:outlineLvl w:val="2"/>
      </w:pPr>
      <w:bookmarkStart w:id="8" w:name="Par97"/>
      <w:bookmarkEnd w:id="8"/>
      <w:r w:rsidRPr="00EF3DEC">
        <w:t>6. Права и обязанности лиц, в отношении которых</w:t>
      </w:r>
    </w:p>
    <w:p w:rsidR="004D070C" w:rsidRPr="00EF3DEC" w:rsidRDefault="004D070C">
      <w:pPr>
        <w:widowControl w:val="0"/>
        <w:autoSpaceDE w:val="0"/>
        <w:autoSpaceDN w:val="0"/>
        <w:adjustRightInd w:val="0"/>
        <w:jc w:val="center"/>
      </w:pPr>
      <w:r w:rsidRPr="00EF3DEC">
        <w:t>осуществляются мероприятия по контролю</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ind w:firstLine="540"/>
        <w:jc w:val="both"/>
      </w:pPr>
      <w:r w:rsidRPr="00EF3DEC">
        <w:t>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4D070C" w:rsidRPr="00EF3DEC" w:rsidRDefault="004D070C">
      <w:pPr>
        <w:widowControl w:val="0"/>
        <w:autoSpaceDE w:val="0"/>
        <w:autoSpaceDN w:val="0"/>
        <w:adjustRightInd w:val="0"/>
        <w:ind w:firstLine="540"/>
        <w:jc w:val="both"/>
      </w:pPr>
      <w:r w:rsidRPr="00EF3DEC">
        <w:t>6.1.1. непосредственно присутствовать при проведении проверки, давать объяснения по вопросам, относящимся к предмету проверки;</w:t>
      </w:r>
    </w:p>
    <w:p w:rsidR="004D070C" w:rsidRPr="00EF3DEC" w:rsidRDefault="004D070C">
      <w:pPr>
        <w:widowControl w:val="0"/>
        <w:autoSpaceDE w:val="0"/>
        <w:autoSpaceDN w:val="0"/>
        <w:adjustRightInd w:val="0"/>
        <w:ind w:firstLine="540"/>
        <w:jc w:val="both"/>
      </w:pPr>
      <w:r w:rsidRPr="00EF3DEC">
        <w:t>6.1.2. получать от Администрации, его должностных лиц информацию, которая относится к предмету проверки и предоставление которой предусмотрено законодательством Российской Федерации;</w:t>
      </w:r>
    </w:p>
    <w:p w:rsidR="004D070C" w:rsidRPr="00EF3DEC" w:rsidRDefault="004D070C">
      <w:pPr>
        <w:widowControl w:val="0"/>
        <w:autoSpaceDE w:val="0"/>
        <w:autoSpaceDN w:val="0"/>
        <w:adjustRightInd w:val="0"/>
        <w:ind w:firstLine="540"/>
        <w:jc w:val="both"/>
      </w:pPr>
      <w:r w:rsidRPr="00EF3DEC">
        <w:t>6.1.3.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уполномоченного органа;</w:t>
      </w:r>
    </w:p>
    <w:p w:rsidR="004D070C" w:rsidRPr="00EF3DEC" w:rsidRDefault="004D070C">
      <w:pPr>
        <w:widowControl w:val="0"/>
        <w:autoSpaceDE w:val="0"/>
        <w:autoSpaceDN w:val="0"/>
        <w:adjustRightInd w:val="0"/>
        <w:ind w:firstLine="540"/>
        <w:jc w:val="both"/>
      </w:pPr>
      <w:r w:rsidRPr="00EF3DEC">
        <w:t>6.1.4. обжаловать действия (бездействие) должностных лиц уполномоченного органа,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4D070C" w:rsidRPr="00EF3DEC" w:rsidRDefault="004D070C">
      <w:pPr>
        <w:widowControl w:val="0"/>
        <w:autoSpaceDE w:val="0"/>
        <w:autoSpaceDN w:val="0"/>
        <w:adjustRightInd w:val="0"/>
        <w:ind w:firstLine="540"/>
        <w:jc w:val="both"/>
      </w:pPr>
      <w:r w:rsidRPr="00EF3DEC">
        <w:t>6.2. Юридические лица, индивидуальные предприниматели обязаны:</w:t>
      </w:r>
    </w:p>
    <w:p w:rsidR="004D070C" w:rsidRPr="00EF3DEC" w:rsidRDefault="004D070C">
      <w:pPr>
        <w:widowControl w:val="0"/>
        <w:autoSpaceDE w:val="0"/>
        <w:autoSpaceDN w:val="0"/>
        <w:adjustRightInd w:val="0"/>
        <w:ind w:firstLine="540"/>
        <w:jc w:val="both"/>
      </w:pPr>
      <w:r w:rsidRPr="00EF3DEC">
        <w:t>6.2.1.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4D070C" w:rsidRPr="00EF3DEC" w:rsidRDefault="004D070C">
      <w:pPr>
        <w:widowControl w:val="0"/>
        <w:autoSpaceDE w:val="0"/>
        <w:autoSpaceDN w:val="0"/>
        <w:adjustRightInd w:val="0"/>
        <w:ind w:firstLine="540"/>
        <w:jc w:val="both"/>
      </w:pPr>
      <w:r w:rsidRPr="00EF3DEC">
        <w:t>6.2.2. обеспечить присутствие руководителей, иных должностных лиц или уполномоченных представителей юридических лиц; индивидуальных предпринимателей.</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center"/>
        <w:outlineLvl w:val="2"/>
      </w:pPr>
      <w:bookmarkStart w:id="9" w:name="Par109"/>
      <w:bookmarkEnd w:id="9"/>
      <w:r w:rsidRPr="00EF3DEC">
        <w:t>7. Результат исполнения муниципальной функции</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ind w:firstLine="540"/>
        <w:jc w:val="both"/>
      </w:pPr>
      <w:r w:rsidRPr="00EF3DEC">
        <w:t xml:space="preserve">7.1. Результатом исполнения муниципальной функции является составление акта проверки и принятие в соответствии со </w:t>
      </w:r>
      <w:hyperlink r:id="rId17" w:history="1">
        <w:r w:rsidRPr="00EF3DEC">
          <w:rPr>
            <w:color w:val="0000FF"/>
          </w:rPr>
          <w:t>ст. 17</w:t>
        </w:r>
      </w:hyperlink>
      <w:r w:rsidRPr="00EF3DEC">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мер при выявлении нарушений в деятельности юридических лиц, индивидуальных предпринимателей.</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center"/>
        <w:outlineLvl w:val="1"/>
      </w:pPr>
      <w:bookmarkStart w:id="10" w:name="Par113"/>
      <w:bookmarkEnd w:id="10"/>
      <w:r w:rsidRPr="00EF3DEC">
        <w:t>Раздел II. ТРЕБОВАНИЯ К ПОРЯДКУ ИСПОЛНЕНИЯ</w:t>
      </w:r>
    </w:p>
    <w:p w:rsidR="004D070C" w:rsidRPr="00EF3DEC" w:rsidRDefault="004D070C">
      <w:pPr>
        <w:widowControl w:val="0"/>
        <w:autoSpaceDE w:val="0"/>
        <w:autoSpaceDN w:val="0"/>
        <w:adjustRightInd w:val="0"/>
        <w:jc w:val="center"/>
      </w:pPr>
      <w:r w:rsidRPr="00EF3DEC">
        <w:t>МУНИЦИПАЛЬНОЙ ФУНКЦИИ</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center"/>
        <w:outlineLvl w:val="2"/>
      </w:pPr>
      <w:bookmarkStart w:id="11" w:name="Par116"/>
      <w:bookmarkEnd w:id="11"/>
      <w:r w:rsidRPr="00EF3DEC">
        <w:t>1. Порядок информирования об исполнении</w:t>
      </w:r>
    </w:p>
    <w:p w:rsidR="004D070C" w:rsidRPr="00EF3DEC" w:rsidRDefault="004D070C">
      <w:pPr>
        <w:widowControl w:val="0"/>
        <w:autoSpaceDE w:val="0"/>
        <w:autoSpaceDN w:val="0"/>
        <w:adjustRightInd w:val="0"/>
        <w:jc w:val="center"/>
      </w:pPr>
      <w:r w:rsidRPr="00EF3DEC">
        <w:t>муниципальной функции</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ind w:firstLine="540"/>
        <w:jc w:val="both"/>
      </w:pPr>
      <w:r w:rsidRPr="00EF3DEC">
        <w:t xml:space="preserve">1.1. Сведения о местоположении и контактный телефон Администрации, ответственной за осуществление муниципального контроля за обеспечением сохранности автомобильных дорог местного значения поселения: </w:t>
      </w:r>
    </w:p>
    <w:p w:rsidR="004D070C" w:rsidRPr="00EF3DEC" w:rsidRDefault="004D070C">
      <w:pPr>
        <w:widowControl w:val="0"/>
        <w:autoSpaceDE w:val="0"/>
        <w:autoSpaceDN w:val="0"/>
        <w:adjustRightInd w:val="0"/>
        <w:ind w:firstLine="540"/>
        <w:jc w:val="both"/>
      </w:pPr>
      <w:r w:rsidRPr="00EF3DEC">
        <w:t>4468</w:t>
      </w:r>
      <w:r>
        <w:t>42</w:t>
      </w:r>
      <w:r w:rsidRPr="00EF3DEC">
        <w:t xml:space="preserve">, Самарская область, Челно-Вершинский район, </w:t>
      </w:r>
      <w:r>
        <w:t>п.Красный Строитель</w:t>
      </w:r>
      <w:r w:rsidRPr="00EF3DEC">
        <w:t>, ул. Советская, 1 «</w:t>
      </w:r>
      <w:r>
        <w:t>А</w:t>
      </w:r>
      <w:r w:rsidRPr="00EF3DEC">
        <w:t>»;</w:t>
      </w:r>
    </w:p>
    <w:p w:rsidR="004D070C" w:rsidRPr="00EF3DEC" w:rsidRDefault="004D070C">
      <w:pPr>
        <w:widowControl w:val="0"/>
        <w:autoSpaceDE w:val="0"/>
        <w:autoSpaceDN w:val="0"/>
        <w:adjustRightInd w:val="0"/>
        <w:ind w:firstLine="540"/>
        <w:jc w:val="both"/>
      </w:pPr>
      <w:r w:rsidRPr="00EF3DEC">
        <w:t>контактный телефон: (884651)</w:t>
      </w:r>
      <w:r>
        <w:t>4</w:t>
      </w:r>
      <w:r w:rsidRPr="00EF3DEC">
        <w:t>-</w:t>
      </w:r>
      <w:r>
        <w:t>42</w:t>
      </w:r>
      <w:r w:rsidRPr="00EF3DEC">
        <w:t>-</w:t>
      </w:r>
      <w:r>
        <w:t>17</w:t>
      </w:r>
      <w:r w:rsidRPr="00EF3DEC">
        <w:t>;</w:t>
      </w:r>
    </w:p>
    <w:p w:rsidR="004D070C" w:rsidRPr="00EF3DEC" w:rsidRDefault="004D070C">
      <w:pPr>
        <w:widowControl w:val="0"/>
        <w:autoSpaceDE w:val="0"/>
        <w:autoSpaceDN w:val="0"/>
        <w:adjustRightInd w:val="0"/>
        <w:ind w:firstLine="540"/>
        <w:jc w:val="both"/>
      </w:pPr>
      <w:r w:rsidRPr="00EF3DEC">
        <w:t>режим работы: понедельник - пятница - с 8:00 до 16:00. Обеденный перерыв: с 1</w:t>
      </w:r>
      <w:r>
        <w:t>2</w:t>
      </w:r>
      <w:r w:rsidRPr="00EF3DEC">
        <w:t>:00 до 14:00.</w:t>
      </w:r>
    </w:p>
    <w:p w:rsidR="004D070C" w:rsidRPr="00EF3DEC" w:rsidRDefault="004D070C">
      <w:pPr>
        <w:widowControl w:val="0"/>
        <w:autoSpaceDE w:val="0"/>
        <w:autoSpaceDN w:val="0"/>
        <w:adjustRightInd w:val="0"/>
        <w:ind w:firstLine="540"/>
        <w:jc w:val="both"/>
      </w:pPr>
      <w:r w:rsidRPr="00EF3DEC">
        <w:t xml:space="preserve">Адрес электронной почты: </w:t>
      </w:r>
      <w:r w:rsidRPr="001D09A7">
        <w:rPr>
          <w:rFonts w:ascii="Calibri" w:hAnsi="Calibri" w:cs="Calibri"/>
        </w:rPr>
        <w:t>krstroitel@yandex.ru</w:t>
      </w:r>
      <w:r w:rsidRPr="00EF3DEC">
        <w:t>.</w:t>
      </w:r>
    </w:p>
    <w:p w:rsidR="004D070C" w:rsidRPr="00EF3DEC" w:rsidRDefault="004D070C">
      <w:pPr>
        <w:widowControl w:val="0"/>
        <w:autoSpaceDE w:val="0"/>
        <w:autoSpaceDN w:val="0"/>
        <w:adjustRightInd w:val="0"/>
        <w:ind w:firstLine="540"/>
        <w:jc w:val="both"/>
      </w:pPr>
      <w:r w:rsidRPr="00EF3DEC">
        <w:t>Текст настоящего Административного регламента размещается на официальном интернет-сайте администрации муниципального района Челно-Вершинскийпо адресу: www.Челно-Вершины.РФ.</w:t>
      </w:r>
    </w:p>
    <w:p w:rsidR="004D070C" w:rsidRPr="00EF3DEC" w:rsidRDefault="004D070C">
      <w:pPr>
        <w:widowControl w:val="0"/>
        <w:autoSpaceDE w:val="0"/>
        <w:autoSpaceDN w:val="0"/>
        <w:adjustRightInd w:val="0"/>
        <w:ind w:firstLine="540"/>
        <w:jc w:val="both"/>
      </w:pPr>
      <w:r w:rsidRPr="00EF3DEC">
        <w:t>1.2. Предоставление заявителям информации по вопросам осуществления муниципальной функции осуществляется должностными лицами Администрации:</w:t>
      </w:r>
    </w:p>
    <w:p w:rsidR="004D070C" w:rsidRPr="00EF3DEC" w:rsidRDefault="004D070C">
      <w:pPr>
        <w:widowControl w:val="0"/>
        <w:autoSpaceDE w:val="0"/>
        <w:autoSpaceDN w:val="0"/>
        <w:adjustRightInd w:val="0"/>
        <w:ind w:firstLine="540"/>
        <w:jc w:val="both"/>
      </w:pPr>
      <w:r w:rsidRPr="00EF3DEC">
        <w:t>- по устным обращениям заявителей;</w:t>
      </w:r>
    </w:p>
    <w:p w:rsidR="004D070C" w:rsidRPr="00EF3DEC" w:rsidRDefault="004D070C">
      <w:pPr>
        <w:widowControl w:val="0"/>
        <w:autoSpaceDE w:val="0"/>
        <w:autoSpaceDN w:val="0"/>
        <w:adjustRightInd w:val="0"/>
        <w:ind w:firstLine="540"/>
        <w:jc w:val="both"/>
      </w:pPr>
      <w:r w:rsidRPr="00EF3DEC">
        <w:t>- по письменным обращениям;</w:t>
      </w:r>
    </w:p>
    <w:p w:rsidR="004D070C" w:rsidRPr="00EF3DEC" w:rsidRDefault="004D070C">
      <w:pPr>
        <w:widowControl w:val="0"/>
        <w:autoSpaceDE w:val="0"/>
        <w:autoSpaceDN w:val="0"/>
        <w:adjustRightInd w:val="0"/>
        <w:ind w:firstLine="540"/>
        <w:jc w:val="both"/>
      </w:pPr>
      <w:r w:rsidRPr="00EF3DEC">
        <w:t>- по электронной почте.</w:t>
      </w:r>
    </w:p>
    <w:p w:rsidR="004D070C" w:rsidRPr="00EF3DEC" w:rsidRDefault="004D070C">
      <w:pPr>
        <w:widowControl w:val="0"/>
        <w:autoSpaceDE w:val="0"/>
        <w:autoSpaceDN w:val="0"/>
        <w:adjustRightInd w:val="0"/>
        <w:ind w:firstLine="540"/>
        <w:jc w:val="both"/>
      </w:pPr>
      <w:r w:rsidRPr="00EF3DEC">
        <w:t>1.2.1. При обращении заявителя посредством телефонной связи должностное лицо Администрации подробно, в вежливой (корректной) форме информирует заявителя по интересующим его вопросам. Ответ на телефонный звонок должен начинаться с информации о наименовании Администрации, фамилии, имени, отчестве и должности лица Администрации, принявшего телефонный звонок.</w:t>
      </w:r>
    </w:p>
    <w:p w:rsidR="004D070C" w:rsidRPr="00EF3DEC" w:rsidRDefault="004D070C">
      <w:pPr>
        <w:widowControl w:val="0"/>
        <w:autoSpaceDE w:val="0"/>
        <w:autoSpaceDN w:val="0"/>
        <w:adjustRightInd w:val="0"/>
        <w:ind w:firstLine="540"/>
        <w:jc w:val="both"/>
      </w:pPr>
      <w:r w:rsidRPr="00EF3DEC">
        <w:t>1.2.2. Должностное лицо Администрации предоставляет информацию по следующим вопросам:</w:t>
      </w:r>
    </w:p>
    <w:p w:rsidR="004D070C" w:rsidRPr="00EF3DEC" w:rsidRDefault="004D070C">
      <w:pPr>
        <w:widowControl w:val="0"/>
        <w:autoSpaceDE w:val="0"/>
        <w:autoSpaceDN w:val="0"/>
        <w:adjustRightInd w:val="0"/>
        <w:ind w:firstLine="540"/>
        <w:jc w:val="both"/>
      </w:pPr>
      <w:r w:rsidRPr="00EF3DEC">
        <w:t>- о порядке исполнения муниципальной функции;</w:t>
      </w:r>
    </w:p>
    <w:p w:rsidR="004D070C" w:rsidRPr="00EF3DEC" w:rsidRDefault="004D070C">
      <w:pPr>
        <w:widowControl w:val="0"/>
        <w:autoSpaceDE w:val="0"/>
        <w:autoSpaceDN w:val="0"/>
        <w:adjustRightInd w:val="0"/>
        <w:ind w:firstLine="540"/>
        <w:jc w:val="both"/>
      </w:pPr>
      <w:r w:rsidRPr="00EF3DEC">
        <w:t>- о ходе исполнения муниципальной функции.</w:t>
      </w:r>
    </w:p>
    <w:p w:rsidR="004D070C" w:rsidRPr="00EF3DEC" w:rsidRDefault="004D070C">
      <w:pPr>
        <w:widowControl w:val="0"/>
        <w:autoSpaceDE w:val="0"/>
        <w:autoSpaceDN w:val="0"/>
        <w:adjustRightInd w:val="0"/>
        <w:ind w:firstLine="540"/>
        <w:jc w:val="both"/>
      </w:pPr>
      <w:r w:rsidRPr="00EF3DEC">
        <w:t>1.2.3. При письменном обращении заявителей, в том числе в случае направления заявителем заявления посредством электронной почты в адрес уполномоченного органа, информирование осуществляется письменно.</w:t>
      </w:r>
    </w:p>
    <w:p w:rsidR="004D070C" w:rsidRPr="00EF3DEC" w:rsidRDefault="004D070C">
      <w:pPr>
        <w:widowControl w:val="0"/>
        <w:autoSpaceDE w:val="0"/>
        <w:autoSpaceDN w:val="0"/>
        <w:adjustRightInd w:val="0"/>
        <w:ind w:firstLine="540"/>
        <w:jc w:val="both"/>
      </w:pPr>
      <w:r w:rsidRPr="00EF3DEC">
        <w:t>1.2.4. Письменные заявления, в том числе поступившие посредством электронной почты в адрес уполномоченного органа, подлежат регистрации в журнале обращений должностным лицом Администрации в течение 1 дня с момента их поступления в Администрацию.</w:t>
      </w:r>
    </w:p>
    <w:p w:rsidR="004D070C" w:rsidRPr="00EF3DEC" w:rsidRDefault="004D070C">
      <w:pPr>
        <w:widowControl w:val="0"/>
        <w:autoSpaceDE w:val="0"/>
        <w:autoSpaceDN w:val="0"/>
        <w:adjustRightInd w:val="0"/>
        <w:ind w:firstLine="540"/>
        <w:jc w:val="both"/>
      </w:pPr>
      <w:r w:rsidRPr="00EF3DEC">
        <w:t>1.2.5. Заявление рассматривается в течение 30 дней со дня его регистрации в уполномоченном органе.</w:t>
      </w:r>
    </w:p>
    <w:p w:rsidR="004D070C" w:rsidRPr="00EF3DEC" w:rsidRDefault="004D070C">
      <w:pPr>
        <w:widowControl w:val="0"/>
        <w:autoSpaceDE w:val="0"/>
        <w:autoSpaceDN w:val="0"/>
        <w:adjustRightInd w:val="0"/>
        <w:ind w:firstLine="540"/>
        <w:jc w:val="both"/>
      </w:pPr>
      <w:r w:rsidRPr="00EF3DEC">
        <w:t>1.2.6. Ответ на заявление направляется посредством почтовой либо электронной связи в зависимости от способа обращения по адресу заявителя, указанному в поданном им заявлении.</w:t>
      </w:r>
    </w:p>
    <w:p w:rsidR="004D070C" w:rsidRPr="00EF3DEC" w:rsidRDefault="004D070C">
      <w:pPr>
        <w:widowControl w:val="0"/>
        <w:autoSpaceDE w:val="0"/>
        <w:autoSpaceDN w:val="0"/>
        <w:adjustRightInd w:val="0"/>
        <w:ind w:firstLine="540"/>
        <w:jc w:val="both"/>
      </w:pPr>
      <w:r w:rsidRPr="00EF3DEC">
        <w:t>1.3. На информационных стендах у кабинетов Администрации, ответственного за исполнение муниципальной функции, размещается следующая информация:</w:t>
      </w:r>
    </w:p>
    <w:p w:rsidR="004D070C" w:rsidRPr="00EF3DEC" w:rsidRDefault="004D070C">
      <w:pPr>
        <w:widowControl w:val="0"/>
        <w:autoSpaceDE w:val="0"/>
        <w:autoSpaceDN w:val="0"/>
        <w:adjustRightInd w:val="0"/>
        <w:ind w:firstLine="540"/>
        <w:jc w:val="both"/>
      </w:pPr>
      <w:r w:rsidRPr="00EF3DEC">
        <w:t>- извлечения из нормативных правовых актов, содержащих нормы, регулирующие исполнение муниципальной функции;</w:t>
      </w:r>
    </w:p>
    <w:p w:rsidR="004D070C" w:rsidRPr="00EF3DEC" w:rsidRDefault="004D070C">
      <w:pPr>
        <w:widowControl w:val="0"/>
        <w:autoSpaceDE w:val="0"/>
        <w:autoSpaceDN w:val="0"/>
        <w:adjustRightInd w:val="0"/>
        <w:ind w:firstLine="540"/>
        <w:jc w:val="both"/>
      </w:pPr>
      <w:r w:rsidRPr="00EF3DEC">
        <w:t>- режим работы, номер телефона, адрес официального сайта Администрации.</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center"/>
        <w:outlineLvl w:val="2"/>
      </w:pPr>
      <w:bookmarkStart w:id="12" w:name="Par138"/>
      <w:bookmarkEnd w:id="12"/>
      <w:r w:rsidRPr="00EF3DEC">
        <w:t>2. Размер платы, взимаемой с лица, в отношении которого</w:t>
      </w:r>
    </w:p>
    <w:p w:rsidR="004D070C" w:rsidRPr="00EF3DEC" w:rsidRDefault="004D070C">
      <w:pPr>
        <w:widowControl w:val="0"/>
        <w:autoSpaceDE w:val="0"/>
        <w:autoSpaceDN w:val="0"/>
        <w:adjustRightInd w:val="0"/>
        <w:jc w:val="center"/>
      </w:pPr>
      <w:r w:rsidRPr="00EF3DEC">
        <w:t>проводятся мероприятия по осуществлению муниципального</w:t>
      </w:r>
    </w:p>
    <w:p w:rsidR="004D070C" w:rsidRPr="00EF3DEC" w:rsidRDefault="004D070C">
      <w:pPr>
        <w:widowControl w:val="0"/>
        <w:autoSpaceDE w:val="0"/>
        <w:autoSpaceDN w:val="0"/>
        <w:adjustRightInd w:val="0"/>
        <w:jc w:val="center"/>
      </w:pPr>
      <w:r w:rsidRPr="00EF3DEC">
        <w:t>контроля за обеспечением сохранности автомобильных дорог</w:t>
      </w:r>
    </w:p>
    <w:p w:rsidR="004D070C" w:rsidRPr="00EF3DEC" w:rsidRDefault="004D070C">
      <w:pPr>
        <w:widowControl w:val="0"/>
        <w:autoSpaceDE w:val="0"/>
        <w:autoSpaceDN w:val="0"/>
        <w:adjustRightInd w:val="0"/>
        <w:jc w:val="center"/>
      </w:pPr>
      <w:r w:rsidRPr="00EF3DEC">
        <w:t>местного значения поселения</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ind w:firstLine="540"/>
        <w:jc w:val="both"/>
      </w:pPr>
      <w:r w:rsidRPr="00EF3DEC">
        <w:t>2.1. Плата за исполнение муниципальной функции не взимается.</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center"/>
        <w:outlineLvl w:val="2"/>
      </w:pPr>
      <w:bookmarkStart w:id="13" w:name="Par145"/>
      <w:bookmarkEnd w:id="13"/>
      <w:r w:rsidRPr="00EF3DEC">
        <w:t>3. Срок исполнения муниципальной функции</w:t>
      </w:r>
    </w:p>
    <w:p w:rsidR="004D070C" w:rsidRPr="00EF3DEC" w:rsidRDefault="004D070C">
      <w:pPr>
        <w:widowControl w:val="0"/>
        <w:autoSpaceDE w:val="0"/>
        <w:autoSpaceDN w:val="0"/>
        <w:adjustRightInd w:val="0"/>
        <w:ind w:firstLine="540"/>
        <w:jc w:val="both"/>
      </w:pPr>
    </w:p>
    <w:p w:rsidR="004D070C" w:rsidRPr="00EF3DEC" w:rsidRDefault="004D070C">
      <w:pPr>
        <w:widowControl w:val="0"/>
        <w:autoSpaceDE w:val="0"/>
        <w:autoSpaceDN w:val="0"/>
        <w:adjustRightInd w:val="0"/>
        <w:ind w:firstLine="540"/>
        <w:jc w:val="both"/>
      </w:pPr>
      <w:r w:rsidRPr="00EF3DEC">
        <w:t>3.1. Срок исполнения муниципальной функции составляет двадцать семь рабочих дней, из них:</w:t>
      </w:r>
    </w:p>
    <w:p w:rsidR="004D070C" w:rsidRPr="00EF3DEC" w:rsidRDefault="004D070C">
      <w:pPr>
        <w:widowControl w:val="0"/>
        <w:autoSpaceDE w:val="0"/>
        <w:autoSpaceDN w:val="0"/>
        <w:adjustRightInd w:val="0"/>
        <w:ind w:firstLine="540"/>
        <w:jc w:val="both"/>
      </w:pPr>
      <w:r w:rsidRPr="00EF3DEC">
        <w:t xml:space="preserve">- семь рабочих дней - подготовка распоряжения Главы поселения о проведении проверки в соответствии с </w:t>
      </w:r>
      <w:hyperlink w:anchor="Par187" w:history="1">
        <w:r w:rsidRPr="00EF3DEC">
          <w:rPr>
            <w:color w:val="0000FF"/>
          </w:rPr>
          <w:t>пунктом 2.4 раздела III</w:t>
        </w:r>
      </w:hyperlink>
      <w:r w:rsidRPr="00EF3DEC">
        <w:t xml:space="preserve"> настоящего Административного регламента;</w:t>
      </w:r>
    </w:p>
    <w:p w:rsidR="004D070C" w:rsidRPr="00EF3DEC" w:rsidRDefault="004D070C">
      <w:pPr>
        <w:widowControl w:val="0"/>
        <w:autoSpaceDE w:val="0"/>
        <w:autoSpaceDN w:val="0"/>
        <w:adjustRightInd w:val="0"/>
        <w:ind w:firstLine="540"/>
        <w:jc w:val="both"/>
      </w:pPr>
      <w:r w:rsidRPr="00EF3DEC">
        <w:t>- двадцать рабочих дней - проведение проверки.</w:t>
      </w:r>
    </w:p>
    <w:p w:rsidR="004D070C" w:rsidRPr="00EF3DEC" w:rsidRDefault="004D070C">
      <w:pPr>
        <w:widowControl w:val="0"/>
        <w:autoSpaceDE w:val="0"/>
        <w:autoSpaceDN w:val="0"/>
        <w:adjustRightInd w:val="0"/>
        <w:ind w:firstLine="540"/>
        <w:jc w:val="both"/>
      </w:pPr>
      <w:r w:rsidRPr="00EF3DEC">
        <w:t>3.2. В отношении одного субъекта малого предпринимательства срок исполнения муниципальной функции не может превышать семь рабочих дней, пятьдесят часов для малого предприятия и семь рабочих дней, пятнадцать часов для микропредприятия в год, из которых:</w:t>
      </w:r>
    </w:p>
    <w:p w:rsidR="004D070C" w:rsidRPr="00EF3DEC" w:rsidRDefault="004D070C">
      <w:pPr>
        <w:widowControl w:val="0"/>
        <w:autoSpaceDE w:val="0"/>
        <w:autoSpaceDN w:val="0"/>
        <w:adjustRightInd w:val="0"/>
        <w:ind w:firstLine="540"/>
        <w:jc w:val="both"/>
      </w:pPr>
      <w:r w:rsidRPr="00EF3DEC">
        <w:t xml:space="preserve">- семь рабочих дней - подготовка распоряжения Главы поселения о проведении проверки в соответствии с </w:t>
      </w:r>
      <w:hyperlink w:anchor="Par187" w:history="1">
        <w:r w:rsidRPr="00EF3DEC">
          <w:rPr>
            <w:color w:val="0000FF"/>
          </w:rPr>
          <w:t>пунктом 2.4 раздела III</w:t>
        </w:r>
      </w:hyperlink>
      <w:r w:rsidRPr="00EF3DEC">
        <w:t xml:space="preserve"> настоящего Административного регламента;</w:t>
      </w:r>
    </w:p>
    <w:p w:rsidR="004D070C" w:rsidRPr="00EF3DEC" w:rsidRDefault="004D070C">
      <w:pPr>
        <w:widowControl w:val="0"/>
        <w:autoSpaceDE w:val="0"/>
        <w:autoSpaceDN w:val="0"/>
        <w:adjustRightInd w:val="0"/>
        <w:ind w:firstLine="540"/>
        <w:jc w:val="both"/>
      </w:pPr>
      <w:r w:rsidRPr="00EF3DEC">
        <w:t>- пятьдесят часов в год (для малого предприятия) и пятнадцать часов в год (для микропредприятия) - проведение плановых выездных проверок.</w:t>
      </w:r>
    </w:p>
    <w:p w:rsidR="004D070C" w:rsidRPr="00EF3DEC" w:rsidRDefault="004D070C">
      <w:pPr>
        <w:widowControl w:val="0"/>
        <w:autoSpaceDE w:val="0"/>
        <w:autoSpaceDN w:val="0"/>
        <w:adjustRightInd w:val="0"/>
        <w:ind w:firstLine="540"/>
        <w:jc w:val="both"/>
      </w:pPr>
      <w:r w:rsidRPr="00EF3DEC">
        <w:t>3.3.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микропредприятий - не более чем на пятнадцать часов.</w:t>
      </w:r>
    </w:p>
    <w:p w:rsidR="004D070C" w:rsidRPr="00EF3DEC" w:rsidRDefault="004D070C">
      <w:pPr>
        <w:widowControl w:val="0"/>
        <w:autoSpaceDE w:val="0"/>
        <w:autoSpaceDN w:val="0"/>
        <w:adjustRightInd w:val="0"/>
        <w:ind w:firstLine="540"/>
        <w:jc w:val="both"/>
      </w:pPr>
      <w:r w:rsidRPr="00EF3DEC">
        <w:t>В этих случаях срок исполнения муниципальной функции составляет пятьдесят рабочих дней, из которых:</w:t>
      </w:r>
    </w:p>
    <w:p w:rsidR="004D070C" w:rsidRPr="00EF3DEC" w:rsidRDefault="004D070C">
      <w:pPr>
        <w:widowControl w:val="0"/>
        <w:autoSpaceDE w:val="0"/>
        <w:autoSpaceDN w:val="0"/>
        <w:adjustRightInd w:val="0"/>
        <w:ind w:firstLine="540"/>
        <w:jc w:val="both"/>
      </w:pPr>
      <w:r w:rsidRPr="00EF3DEC">
        <w:t xml:space="preserve">- семь рабочих дней - подготовка распоряжения Главы поселения о проведении проверки в соответствии с </w:t>
      </w:r>
      <w:hyperlink w:anchor="Par187" w:history="1">
        <w:r w:rsidRPr="00EF3DEC">
          <w:rPr>
            <w:color w:val="0000FF"/>
          </w:rPr>
          <w:t>пунктом 2.4 раздела III</w:t>
        </w:r>
      </w:hyperlink>
      <w:r w:rsidRPr="00EF3DEC">
        <w:t xml:space="preserve"> настоящего Административного регламента;</w:t>
      </w:r>
    </w:p>
    <w:p w:rsidR="004D070C" w:rsidRPr="00EF3DEC" w:rsidRDefault="004D070C">
      <w:pPr>
        <w:widowControl w:val="0"/>
        <w:autoSpaceDE w:val="0"/>
        <w:autoSpaceDN w:val="0"/>
        <w:adjustRightInd w:val="0"/>
        <w:ind w:firstLine="540"/>
        <w:jc w:val="both"/>
      </w:pPr>
      <w:r w:rsidRPr="00EF3DEC">
        <w:t>- двадцать рабочих дней - проведение проверки;</w:t>
      </w:r>
    </w:p>
    <w:p w:rsidR="004D070C" w:rsidRPr="00EF3DEC" w:rsidRDefault="004D070C">
      <w:pPr>
        <w:widowControl w:val="0"/>
        <w:autoSpaceDE w:val="0"/>
        <w:autoSpaceDN w:val="0"/>
        <w:adjustRightInd w:val="0"/>
        <w:ind w:firstLine="540"/>
        <w:jc w:val="both"/>
      </w:pPr>
      <w:r w:rsidRPr="00EF3DEC">
        <w:t>- двадцать рабочих дней - продление срока проведения проверки;</w:t>
      </w:r>
    </w:p>
    <w:p w:rsidR="004D070C" w:rsidRPr="00EF3DEC" w:rsidRDefault="004D070C">
      <w:pPr>
        <w:widowControl w:val="0"/>
        <w:autoSpaceDE w:val="0"/>
        <w:autoSpaceDN w:val="0"/>
        <w:adjustRightInd w:val="0"/>
        <w:ind w:firstLine="540"/>
        <w:jc w:val="both"/>
      </w:pPr>
      <w:r w:rsidRPr="00EF3DEC">
        <w:t xml:space="preserve">- три рабочих дня - составление акта проверки в соответствии с </w:t>
      </w:r>
      <w:hyperlink w:anchor="Par272" w:history="1">
        <w:r w:rsidRPr="00EF3DEC">
          <w:rPr>
            <w:color w:val="0000FF"/>
          </w:rPr>
          <w:t>пунктом 4.5 раздела III</w:t>
        </w:r>
      </w:hyperlink>
      <w:r w:rsidRPr="00EF3DEC">
        <w:t xml:space="preserve"> настоящего Административного регламента.</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center"/>
        <w:outlineLvl w:val="1"/>
      </w:pPr>
      <w:bookmarkStart w:id="14" w:name="Par160"/>
      <w:bookmarkEnd w:id="14"/>
      <w:r w:rsidRPr="00EF3DEC">
        <w:t>Раздел III. СОСТАВ, ПОСЛЕДОВАТЕЛЬНОСТЬ И СРОКИ ВЫПОЛНЕНИЯ</w:t>
      </w:r>
    </w:p>
    <w:p w:rsidR="004D070C" w:rsidRPr="00EF3DEC" w:rsidRDefault="004D070C">
      <w:pPr>
        <w:widowControl w:val="0"/>
        <w:autoSpaceDE w:val="0"/>
        <w:autoSpaceDN w:val="0"/>
        <w:adjustRightInd w:val="0"/>
        <w:jc w:val="center"/>
      </w:pPr>
      <w:r w:rsidRPr="00EF3DEC">
        <w:t>АДМИНИСТРАТИВНЫХ ПРОЦЕДУР (ДЕЙСТВИЙ), ТРЕБОВАНИЯ</w:t>
      </w:r>
    </w:p>
    <w:p w:rsidR="004D070C" w:rsidRPr="00EF3DEC" w:rsidRDefault="004D070C">
      <w:pPr>
        <w:widowControl w:val="0"/>
        <w:autoSpaceDE w:val="0"/>
        <w:autoSpaceDN w:val="0"/>
        <w:adjustRightInd w:val="0"/>
        <w:jc w:val="center"/>
      </w:pPr>
      <w:r w:rsidRPr="00EF3DEC">
        <w:t>К ПОРЯДКУ ИХ ВЫПОЛНЕНИЯ</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center"/>
        <w:outlineLvl w:val="2"/>
      </w:pPr>
      <w:bookmarkStart w:id="15" w:name="Par164"/>
      <w:bookmarkEnd w:id="15"/>
      <w:r w:rsidRPr="00EF3DEC">
        <w:t>1. Состав, последовательность административных процедур</w:t>
      </w:r>
    </w:p>
    <w:p w:rsidR="004D070C" w:rsidRPr="00EF3DEC" w:rsidRDefault="004D070C">
      <w:pPr>
        <w:widowControl w:val="0"/>
        <w:autoSpaceDE w:val="0"/>
        <w:autoSpaceDN w:val="0"/>
        <w:adjustRightInd w:val="0"/>
        <w:jc w:val="center"/>
      </w:pPr>
      <w:r w:rsidRPr="00EF3DEC">
        <w:t>(действий) при исполнении муниципальной функции</w:t>
      </w:r>
    </w:p>
    <w:p w:rsidR="004D070C" w:rsidRPr="00EF3DEC" w:rsidRDefault="004D070C">
      <w:pPr>
        <w:widowControl w:val="0"/>
        <w:autoSpaceDE w:val="0"/>
        <w:autoSpaceDN w:val="0"/>
        <w:adjustRightInd w:val="0"/>
        <w:ind w:firstLine="540"/>
        <w:jc w:val="both"/>
      </w:pPr>
    </w:p>
    <w:p w:rsidR="004D070C" w:rsidRPr="00EF3DEC" w:rsidRDefault="004D070C">
      <w:pPr>
        <w:widowControl w:val="0"/>
        <w:autoSpaceDE w:val="0"/>
        <w:autoSpaceDN w:val="0"/>
        <w:adjustRightInd w:val="0"/>
        <w:ind w:firstLine="540"/>
        <w:jc w:val="both"/>
      </w:pPr>
      <w:r w:rsidRPr="00EF3DEC">
        <w:t>1.1. Исполнение муниципальной функции включает в себя следующие административные процедуры:</w:t>
      </w:r>
    </w:p>
    <w:p w:rsidR="004D070C" w:rsidRPr="00EF3DEC" w:rsidRDefault="004D070C">
      <w:pPr>
        <w:widowControl w:val="0"/>
        <w:autoSpaceDE w:val="0"/>
        <w:autoSpaceDN w:val="0"/>
        <w:adjustRightInd w:val="0"/>
        <w:ind w:firstLine="540"/>
        <w:jc w:val="both"/>
      </w:pPr>
      <w:r w:rsidRPr="00EF3DEC">
        <w:t>1.1.1. принятие решения о проведении проверки и подготовка к ее проведению;</w:t>
      </w:r>
    </w:p>
    <w:p w:rsidR="004D070C" w:rsidRPr="00EF3DEC" w:rsidRDefault="004D070C">
      <w:pPr>
        <w:widowControl w:val="0"/>
        <w:autoSpaceDE w:val="0"/>
        <w:autoSpaceDN w:val="0"/>
        <w:adjustRightInd w:val="0"/>
        <w:ind w:firstLine="540"/>
        <w:jc w:val="both"/>
      </w:pPr>
      <w:r w:rsidRPr="00EF3DEC">
        <w:t>1.1.2. проведение проверки (плановой, внеплановой, документарной, выездной);</w:t>
      </w:r>
    </w:p>
    <w:p w:rsidR="004D070C" w:rsidRPr="00EF3DEC" w:rsidRDefault="004D070C">
      <w:pPr>
        <w:widowControl w:val="0"/>
        <w:autoSpaceDE w:val="0"/>
        <w:autoSpaceDN w:val="0"/>
        <w:adjustRightInd w:val="0"/>
        <w:ind w:firstLine="540"/>
        <w:jc w:val="both"/>
      </w:pPr>
      <w:r w:rsidRPr="00EF3DEC">
        <w:t xml:space="preserve">1.1.3. составление акта проверки и ознакомление с ним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 выявлении нарушения требований к сохранности автомобильных дорог, установленных законодательством Российской Федерации, нормативными правовыми актами Самарской области, муниципальными правовыми актами поселения, в деятельности юридических лиц, индивидуальных предпринимателей принятие мер, предусмотренных </w:t>
      </w:r>
      <w:hyperlink r:id="rId18" w:history="1">
        <w:r w:rsidRPr="00EF3DEC">
          <w:rPr>
            <w:color w:val="0000FF"/>
          </w:rPr>
          <w:t>ст. 17</w:t>
        </w:r>
      </w:hyperlink>
      <w:r w:rsidRPr="00EF3DEC">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D070C" w:rsidRPr="00EF3DEC" w:rsidRDefault="004D070C" w:rsidP="00C60B9C">
      <w:pPr>
        <w:widowControl w:val="0"/>
        <w:autoSpaceDE w:val="0"/>
        <w:autoSpaceDN w:val="0"/>
        <w:adjustRightInd w:val="0"/>
        <w:ind w:firstLine="540"/>
        <w:jc w:val="both"/>
      </w:pPr>
      <w:hyperlink w:anchor="Par365" w:history="1">
        <w:r w:rsidRPr="00EF3DEC">
          <w:rPr>
            <w:color w:val="0000FF"/>
          </w:rPr>
          <w:t>Блок-схема</w:t>
        </w:r>
      </w:hyperlink>
      <w:r w:rsidRPr="00EF3DEC">
        <w:t xml:space="preserve"> исполнения муниципальной функции «Контроль за сохранностью автомобильных дорог  местного значения в границах сельского поселения</w:t>
      </w:r>
      <w:r>
        <w:t xml:space="preserve"> Красный Строитель</w:t>
      </w:r>
      <w:r w:rsidRPr="00EF3DEC">
        <w:t xml:space="preserve"> муниципального района Челно-Вершинский Самарской области» приведена в приложении N 1 к настоящему Административному регламенту.</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center"/>
        <w:outlineLvl w:val="2"/>
      </w:pPr>
      <w:bookmarkStart w:id="16" w:name="Par173"/>
      <w:bookmarkEnd w:id="16"/>
      <w:r w:rsidRPr="00EF3DEC">
        <w:t>2. Принятие решения о проведении проверки</w:t>
      </w:r>
    </w:p>
    <w:p w:rsidR="004D070C" w:rsidRPr="00EF3DEC" w:rsidRDefault="004D070C">
      <w:pPr>
        <w:widowControl w:val="0"/>
        <w:autoSpaceDE w:val="0"/>
        <w:autoSpaceDN w:val="0"/>
        <w:adjustRightInd w:val="0"/>
        <w:jc w:val="center"/>
      </w:pPr>
      <w:r w:rsidRPr="00EF3DEC">
        <w:t>и подготовка к ее проведению</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ind w:firstLine="540"/>
        <w:jc w:val="both"/>
      </w:pPr>
      <w:bookmarkStart w:id="17" w:name="Par176"/>
      <w:bookmarkEnd w:id="17"/>
      <w:r w:rsidRPr="00EF3DEC">
        <w:t>2.1. Основаниями для начала административной процедуры являются:</w:t>
      </w:r>
    </w:p>
    <w:p w:rsidR="004D070C" w:rsidRPr="00EF3DEC" w:rsidRDefault="004D070C">
      <w:pPr>
        <w:widowControl w:val="0"/>
        <w:autoSpaceDE w:val="0"/>
        <w:autoSpaceDN w:val="0"/>
        <w:adjustRightInd w:val="0"/>
        <w:ind w:firstLine="540"/>
        <w:jc w:val="both"/>
      </w:pPr>
      <w:r w:rsidRPr="00EF3DEC">
        <w:t>2.1.1. ежегодный план проведения плановых проверок;</w:t>
      </w:r>
    </w:p>
    <w:p w:rsidR="004D070C" w:rsidRPr="00EF3DEC" w:rsidRDefault="004D070C">
      <w:pPr>
        <w:widowControl w:val="0"/>
        <w:autoSpaceDE w:val="0"/>
        <w:autoSpaceDN w:val="0"/>
        <w:adjustRightInd w:val="0"/>
        <w:ind w:firstLine="540"/>
        <w:jc w:val="both"/>
      </w:pPr>
      <w:r w:rsidRPr="00EF3DEC">
        <w:t>2.1.2. наличие одного или нескольких оснований для проведения внеплановой проверки:</w:t>
      </w:r>
    </w:p>
    <w:p w:rsidR="004D070C" w:rsidRPr="00EF3DEC" w:rsidRDefault="004D070C">
      <w:pPr>
        <w:widowControl w:val="0"/>
        <w:autoSpaceDE w:val="0"/>
        <w:autoSpaceDN w:val="0"/>
        <w:adjustRightInd w:val="0"/>
        <w:ind w:firstLine="540"/>
        <w:jc w:val="both"/>
      </w:pPr>
      <w:bookmarkStart w:id="18" w:name="Par179"/>
      <w:bookmarkEnd w:id="18"/>
      <w:r w:rsidRPr="00EF3DEC">
        <w:t>2.1.2.1. истечение срока исполнения юридическим лицом, индивидуальным предпринимателем ранее выданного предписания об устранении выявленного нарушения требований к сохранности автомобильных дорог, установленных законодательством Российской Федерации, нормативными правовыми актами Самарской области, муниципальными правовыми актами поселения;</w:t>
      </w:r>
    </w:p>
    <w:p w:rsidR="004D070C" w:rsidRPr="00EF3DEC" w:rsidRDefault="004D070C">
      <w:pPr>
        <w:widowControl w:val="0"/>
        <w:autoSpaceDE w:val="0"/>
        <w:autoSpaceDN w:val="0"/>
        <w:adjustRightInd w:val="0"/>
        <w:ind w:firstLine="540"/>
        <w:jc w:val="both"/>
      </w:pPr>
      <w:bookmarkStart w:id="19" w:name="Par180"/>
      <w:bookmarkEnd w:id="19"/>
      <w:r w:rsidRPr="00EF3DEC">
        <w:t>2.1.2.2.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из средств массовой информации о следующих фактах:</w:t>
      </w:r>
    </w:p>
    <w:p w:rsidR="004D070C" w:rsidRPr="00EF3DEC" w:rsidRDefault="004D070C">
      <w:pPr>
        <w:widowControl w:val="0"/>
        <w:autoSpaceDE w:val="0"/>
        <w:autoSpaceDN w:val="0"/>
        <w:adjustRightInd w:val="0"/>
        <w:ind w:firstLine="540"/>
        <w:jc w:val="both"/>
      </w:pPr>
      <w:bookmarkStart w:id="20" w:name="Par181"/>
      <w:bookmarkEnd w:id="20"/>
      <w:r w:rsidRPr="00EF3DEC">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4D070C" w:rsidRPr="00EF3DEC" w:rsidRDefault="004D070C">
      <w:pPr>
        <w:widowControl w:val="0"/>
        <w:autoSpaceDE w:val="0"/>
        <w:autoSpaceDN w:val="0"/>
        <w:adjustRightInd w:val="0"/>
        <w:ind w:firstLine="540"/>
        <w:jc w:val="both"/>
      </w:pPr>
      <w:bookmarkStart w:id="21" w:name="Par182"/>
      <w:bookmarkEnd w:id="21"/>
      <w:r w:rsidRPr="00EF3DEC">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4D070C" w:rsidRPr="00EF3DEC" w:rsidRDefault="004D070C">
      <w:pPr>
        <w:widowControl w:val="0"/>
        <w:autoSpaceDE w:val="0"/>
        <w:autoSpaceDN w:val="0"/>
        <w:adjustRightInd w:val="0"/>
        <w:ind w:firstLine="540"/>
        <w:jc w:val="both"/>
      </w:pPr>
      <w:r w:rsidRPr="00EF3DEC">
        <w:t>в) нарушение прав потребителей (в случае обращения граждан, права которых нарушены).</w:t>
      </w:r>
    </w:p>
    <w:p w:rsidR="004D070C" w:rsidRPr="00EF3DEC" w:rsidRDefault="004D070C">
      <w:pPr>
        <w:widowControl w:val="0"/>
        <w:autoSpaceDE w:val="0"/>
        <w:autoSpaceDN w:val="0"/>
        <w:adjustRightInd w:val="0"/>
        <w:ind w:firstLine="540"/>
        <w:jc w:val="both"/>
      </w:pPr>
      <w:r w:rsidRPr="00EF3DEC">
        <w:t>2.2. Сведения о должностных лицах, ответственных за осуществление муниципального контроля за сохранностью автомобильных дорог местного значения поселения, содержатся в распоряжении Главы поселения.</w:t>
      </w:r>
    </w:p>
    <w:p w:rsidR="004D070C" w:rsidRPr="00EF3DEC" w:rsidRDefault="004D070C">
      <w:pPr>
        <w:widowControl w:val="0"/>
        <w:autoSpaceDE w:val="0"/>
        <w:autoSpaceDN w:val="0"/>
        <w:adjustRightInd w:val="0"/>
        <w:ind w:firstLine="540"/>
        <w:jc w:val="both"/>
      </w:pPr>
      <w:r w:rsidRPr="00EF3DEC">
        <w:t xml:space="preserve">2.3. В срок до 1 сентября года, предшествующего году проведения плановых проверок, Администрация направляет проекты ежегодных планов проведения плановых проверок в прокуратуру Челно-Вершинского района. 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в соответствии с </w:t>
      </w:r>
      <w:hyperlink r:id="rId19" w:history="1">
        <w:r w:rsidRPr="00EF3DEC">
          <w:rPr>
            <w:color w:val="0000FF"/>
          </w:rPr>
          <w:t>частью 4 статьи 9</w:t>
        </w:r>
      </w:hyperlink>
      <w:r w:rsidRPr="00EF3DEC">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и в срок до 1 октября года, предшествующего году проведения плановых проверок, вносят предложения Администрации о проведении совместных плановых проверок.</w:t>
      </w:r>
    </w:p>
    <w:p w:rsidR="004D070C" w:rsidRPr="00EF3DEC" w:rsidRDefault="004D070C">
      <w:pPr>
        <w:widowControl w:val="0"/>
        <w:autoSpaceDE w:val="0"/>
        <w:autoSpaceDN w:val="0"/>
        <w:adjustRightInd w:val="0"/>
        <w:ind w:firstLine="540"/>
        <w:jc w:val="both"/>
      </w:pPr>
      <w:r w:rsidRPr="00EF3DEC">
        <w:t>Администрация рассматривает предложения прокуратуры Челно-Вершинского района и по итогам их рассмотрения направляет в прокуратуру Челно-Вершинского района в срок до 1 ноября года, предшествующего году проведения плановых проверок, утвержденные ежегодные планы проведения плановых проверок.</w:t>
      </w:r>
    </w:p>
    <w:p w:rsidR="004D070C" w:rsidRPr="00EF3DEC" w:rsidRDefault="004D070C">
      <w:pPr>
        <w:widowControl w:val="0"/>
        <w:autoSpaceDE w:val="0"/>
        <w:autoSpaceDN w:val="0"/>
        <w:adjustRightInd w:val="0"/>
        <w:ind w:firstLine="540"/>
        <w:jc w:val="both"/>
      </w:pPr>
      <w:bookmarkStart w:id="22" w:name="Par187"/>
      <w:bookmarkEnd w:id="22"/>
      <w:r w:rsidRPr="00EF3DEC">
        <w:t xml:space="preserve">2.4. При наличии оснований, предусмотренных </w:t>
      </w:r>
      <w:hyperlink w:anchor="Par176" w:history="1">
        <w:r w:rsidRPr="00EF3DEC">
          <w:rPr>
            <w:color w:val="0000FF"/>
          </w:rPr>
          <w:t>п. 2.1 раздела III</w:t>
        </w:r>
      </w:hyperlink>
      <w:r w:rsidRPr="00EF3DEC">
        <w:t xml:space="preserve"> настоящего Административного регламента, должностное лицо Администрации в течение 7 рабочих дней до начала проведения проверки подготавливает проект распоряжение Главы поселения о проведении проверки по форме, утвержденной </w:t>
      </w:r>
      <w:hyperlink r:id="rId20" w:history="1">
        <w:r w:rsidRPr="00EF3DEC">
          <w:rPr>
            <w:color w:val="0000FF"/>
          </w:rPr>
          <w:t>Приказом</w:t>
        </w:r>
      </w:hyperlink>
      <w:r w:rsidRPr="00EF3DEC">
        <w:t xml:space="preserve"> Минэкономразвития РФ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и обеспечивают его подписание Главой поселения.</w:t>
      </w:r>
    </w:p>
    <w:p w:rsidR="004D070C" w:rsidRPr="00EF3DEC" w:rsidRDefault="004D070C">
      <w:pPr>
        <w:widowControl w:val="0"/>
        <w:autoSpaceDE w:val="0"/>
        <w:autoSpaceDN w:val="0"/>
        <w:adjustRightInd w:val="0"/>
        <w:ind w:firstLine="540"/>
        <w:jc w:val="both"/>
      </w:pPr>
      <w:r w:rsidRPr="00EF3DEC">
        <w:t>2.5. В распоряжении Главы поселения указываются:</w:t>
      </w:r>
    </w:p>
    <w:p w:rsidR="004D070C" w:rsidRPr="00EF3DEC" w:rsidRDefault="004D070C">
      <w:pPr>
        <w:widowControl w:val="0"/>
        <w:autoSpaceDE w:val="0"/>
        <w:autoSpaceDN w:val="0"/>
        <w:adjustRightInd w:val="0"/>
        <w:ind w:firstLine="540"/>
        <w:jc w:val="both"/>
      </w:pPr>
      <w:r w:rsidRPr="00EF3DEC">
        <w:t>2.5.1. полное наименование Администрации;</w:t>
      </w:r>
    </w:p>
    <w:p w:rsidR="004D070C" w:rsidRPr="00EF3DEC" w:rsidRDefault="004D070C">
      <w:pPr>
        <w:widowControl w:val="0"/>
        <w:autoSpaceDE w:val="0"/>
        <w:autoSpaceDN w:val="0"/>
        <w:adjustRightInd w:val="0"/>
        <w:ind w:firstLine="540"/>
        <w:jc w:val="both"/>
      </w:pPr>
      <w:r w:rsidRPr="00EF3DEC">
        <w:t>2.5.2.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4D070C" w:rsidRPr="00EF3DEC" w:rsidRDefault="004D070C">
      <w:pPr>
        <w:widowControl w:val="0"/>
        <w:autoSpaceDE w:val="0"/>
        <w:autoSpaceDN w:val="0"/>
        <w:adjustRightInd w:val="0"/>
        <w:ind w:firstLine="540"/>
        <w:jc w:val="both"/>
      </w:pPr>
      <w:r w:rsidRPr="00EF3DEC">
        <w:t>2.5.3.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4D070C" w:rsidRPr="00EF3DEC" w:rsidRDefault="004D070C">
      <w:pPr>
        <w:widowControl w:val="0"/>
        <w:autoSpaceDE w:val="0"/>
        <w:autoSpaceDN w:val="0"/>
        <w:adjustRightInd w:val="0"/>
        <w:ind w:firstLine="540"/>
        <w:jc w:val="both"/>
      </w:pPr>
      <w:r w:rsidRPr="00EF3DEC">
        <w:t>2.5.4. цели, задачи, предмет проверки и срок ее проведения;</w:t>
      </w:r>
    </w:p>
    <w:p w:rsidR="004D070C" w:rsidRPr="00EF3DEC" w:rsidRDefault="004D070C">
      <w:pPr>
        <w:widowControl w:val="0"/>
        <w:autoSpaceDE w:val="0"/>
        <w:autoSpaceDN w:val="0"/>
        <w:adjustRightInd w:val="0"/>
        <w:ind w:firstLine="540"/>
        <w:jc w:val="both"/>
      </w:pPr>
      <w:r w:rsidRPr="00EF3DEC">
        <w:t>2.5.5.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4D070C" w:rsidRPr="00EF3DEC" w:rsidRDefault="004D070C">
      <w:pPr>
        <w:widowControl w:val="0"/>
        <w:autoSpaceDE w:val="0"/>
        <w:autoSpaceDN w:val="0"/>
        <w:adjustRightInd w:val="0"/>
        <w:ind w:firstLine="540"/>
        <w:jc w:val="both"/>
      </w:pPr>
      <w:r w:rsidRPr="00EF3DEC">
        <w:t>2.5.6. сроки проведения и перечень мероприятий по контролю, необходимых для достижения целей и задач проведения проверки;</w:t>
      </w:r>
    </w:p>
    <w:p w:rsidR="004D070C" w:rsidRPr="00EF3DEC" w:rsidRDefault="004D070C" w:rsidP="00D53D08">
      <w:r w:rsidRPr="00EF3DEC">
        <w:t xml:space="preserve">2.5.7. реквизиты Административного регламента по исполнению муниципальной функции осуществления муниципального контроля «Контроль за сохранностью автомобильных дорог местного значения  в границах   сельского   поселения  </w:t>
      </w:r>
      <w:r>
        <w:t>Красный Строитель</w:t>
      </w:r>
      <w:r w:rsidRPr="00EF3DEC">
        <w:t xml:space="preserve"> муниципального района Челно-Вершинский Самарской области».</w:t>
      </w:r>
    </w:p>
    <w:p w:rsidR="004D070C" w:rsidRPr="00EF3DEC" w:rsidRDefault="004D070C">
      <w:pPr>
        <w:widowControl w:val="0"/>
        <w:autoSpaceDE w:val="0"/>
        <w:autoSpaceDN w:val="0"/>
        <w:adjustRightInd w:val="0"/>
        <w:ind w:firstLine="540"/>
        <w:jc w:val="both"/>
      </w:pPr>
      <w:r w:rsidRPr="00EF3DEC">
        <w:t>2.5.8.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4D070C" w:rsidRPr="00EF3DEC" w:rsidRDefault="004D070C">
      <w:pPr>
        <w:widowControl w:val="0"/>
        <w:autoSpaceDE w:val="0"/>
        <w:autoSpaceDN w:val="0"/>
        <w:adjustRightInd w:val="0"/>
        <w:ind w:firstLine="540"/>
        <w:jc w:val="both"/>
      </w:pPr>
      <w:r w:rsidRPr="00EF3DEC">
        <w:t>2.5.9. даты начала и окончания проведения проверки.</w:t>
      </w:r>
    </w:p>
    <w:p w:rsidR="004D070C" w:rsidRPr="00EF3DEC" w:rsidRDefault="004D070C">
      <w:pPr>
        <w:widowControl w:val="0"/>
        <w:autoSpaceDE w:val="0"/>
        <w:autoSpaceDN w:val="0"/>
        <w:adjustRightInd w:val="0"/>
        <w:ind w:firstLine="540"/>
        <w:jc w:val="both"/>
      </w:pPr>
      <w:r w:rsidRPr="00EF3DEC">
        <w:t xml:space="preserve">2.6. В день подписания распоряжения Главы поселения о проведении внеплановой выездной проверки юридического лица, индивидуального предпринимателя в целях согласования ее проведения Администрация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прокуратуру Челно-Вершиснкого района заявление о согласовании проведения внеплановой выездной проверки по форме, утвержденной </w:t>
      </w:r>
      <w:hyperlink r:id="rId21" w:history="1">
        <w:r w:rsidRPr="00EF3DEC">
          <w:rPr>
            <w:color w:val="0000FF"/>
          </w:rPr>
          <w:t>Приказом</w:t>
        </w:r>
      </w:hyperlink>
      <w:r w:rsidRPr="00EF3DEC">
        <w:t xml:space="preserve"> Минэкономразвития РФ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D070C" w:rsidRPr="00EF3DEC" w:rsidRDefault="004D070C">
      <w:pPr>
        <w:widowControl w:val="0"/>
        <w:autoSpaceDE w:val="0"/>
        <w:autoSpaceDN w:val="0"/>
        <w:adjustRightInd w:val="0"/>
        <w:ind w:firstLine="540"/>
        <w:jc w:val="both"/>
      </w:pPr>
      <w:r w:rsidRPr="00EF3DEC">
        <w:t>К заявлению прилагаются:</w:t>
      </w:r>
    </w:p>
    <w:p w:rsidR="004D070C" w:rsidRPr="00EF3DEC" w:rsidRDefault="004D070C">
      <w:pPr>
        <w:widowControl w:val="0"/>
        <w:autoSpaceDE w:val="0"/>
        <w:autoSpaceDN w:val="0"/>
        <w:adjustRightInd w:val="0"/>
        <w:ind w:firstLine="540"/>
        <w:jc w:val="both"/>
      </w:pPr>
      <w:r w:rsidRPr="00EF3DEC">
        <w:t>1) копия распоряжение Главы поселения о проведении внеплановой выездной проверки;</w:t>
      </w:r>
    </w:p>
    <w:p w:rsidR="004D070C" w:rsidRPr="00EF3DEC" w:rsidRDefault="004D070C">
      <w:pPr>
        <w:widowControl w:val="0"/>
        <w:autoSpaceDE w:val="0"/>
        <w:autoSpaceDN w:val="0"/>
        <w:adjustRightInd w:val="0"/>
        <w:ind w:firstLine="540"/>
        <w:jc w:val="both"/>
      </w:pPr>
      <w:r w:rsidRPr="00EF3DEC">
        <w:t>2) документы, содержащие сведения, послужившие основанием проведения проверки.</w:t>
      </w:r>
    </w:p>
    <w:p w:rsidR="004D070C" w:rsidRPr="00EF3DEC" w:rsidRDefault="004D070C">
      <w:pPr>
        <w:widowControl w:val="0"/>
        <w:autoSpaceDE w:val="0"/>
        <w:autoSpaceDN w:val="0"/>
        <w:adjustRightInd w:val="0"/>
        <w:ind w:firstLine="540"/>
        <w:jc w:val="both"/>
      </w:pPr>
      <w:r w:rsidRPr="00EF3DEC">
        <w:t>2.7. Должностные лица Администрации уведомляют юридическое лицо, индивидуального предпринимателя, его уполномоченного представителя о начале проведения проверки посредством направления копии распоряжения Главы поселения о проведении проверки, заверенной печатью Администрации:</w:t>
      </w:r>
    </w:p>
    <w:p w:rsidR="004D070C" w:rsidRPr="00EF3DEC" w:rsidRDefault="004D070C">
      <w:pPr>
        <w:widowControl w:val="0"/>
        <w:autoSpaceDE w:val="0"/>
        <w:autoSpaceDN w:val="0"/>
        <w:adjustRightInd w:val="0"/>
        <w:ind w:firstLine="540"/>
        <w:jc w:val="both"/>
      </w:pPr>
      <w:r w:rsidRPr="00EF3DEC">
        <w:t>при проведении плановой проверки - посредством направления заказным почтовым отправлением с уведомлением о вручении или иным доступным способом не позднее чем в течение трех рабочих дней до начала ее проведения;</w:t>
      </w:r>
    </w:p>
    <w:p w:rsidR="004D070C" w:rsidRPr="00EF3DEC" w:rsidRDefault="004D070C">
      <w:pPr>
        <w:widowControl w:val="0"/>
        <w:autoSpaceDE w:val="0"/>
        <w:autoSpaceDN w:val="0"/>
        <w:adjustRightInd w:val="0"/>
        <w:ind w:firstLine="540"/>
        <w:jc w:val="both"/>
      </w:pPr>
      <w:r w:rsidRPr="00EF3DEC">
        <w:t xml:space="preserve">при проведении внеплановой выездной проверки (за исключением внеплановой выездной проверки, основания проведения которой указаны в </w:t>
      </w:r>
      <w:hyperlink w:anchor="Par180" w:history="1">
        <w:r w:rsidRPr="00EF3DEC">
          <w:rPr>
            <w:color w:val="0000FF"/>
          </w:rPr>
          <w:t>пункте 2.1.2.2 раздела III</w:t>
        </w:r>
      </w:hyperlink>
      <w:r w:rsidRPr="00EF3DEC">
        <w:t xml:space="preserve"> настоящего Административного регламента) - любым доступным способом не менее чем за двадцать четыре часа до начала ее проведения.</w:t>
      </w:r>
    </w:p>
    <w:p w:rsidR="004D070C" w:rsidRPr="00EF3DEC" w:rsidRDefault="004D070C">
      <w:pPr>
        <w:widowControl w:val="0"/>
        <w:autoSpaceDE w:val="0"/>
        <w:autoSpaceDN w:val="0"/>
        <w:adjustRightInd w:val="0"/>
        <w:ind w:firstLine="540"/>
        <w:jc w:val="both"/>
      </w:pPr>
      <w:r w:rsidRPr="00EF3DEC">
        <w:t>2.8. Результатом исполнения административной процедуры является подписание распоряжения Главы поселения о проведении проверки и уведомление юридического лица, индивидуального предпринимателя, его уполномоченного представителя о начале проведения проверки.</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center"/>
        <w:outlineLvl w:val="2"/>
      </w:pPr>
      <w:bookmarkStart w:id="23" w:name="Par207"/>
      <w:bookmarkEnd w:id="23"/>
      <w:r w:rsidRPr="00EF3DEC">
        <w:t>3. Проведение проверки (плановой, внеплановой,</w:t>
      </w:r>
    </w:p>
    <w:p w:rsidR="004D070C" w:rsidRPr="00EF3DEC" w:rsidRDefault="004D070C">
      <w:pPr>
        <w:widowControl w:val="0"/>
        <w:autoSpaceDE w:val="0"/>
        <w:autoSpaceDN w:val="0"/>
        <w:adjustRightInd w:val="0"/>
        <w:jc w:val="center"/>
      </w:pPr>
      <w:r w:rsidRPr="00EF3DEC">
        <w:t>документарной, выездной)</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ind w:firstLine="540"/>
        <w:jc w:val="both"/>
      </w:pPr>
      <w:r w:rsidRPr="00EF3DEC">
        <w:t>3.1. Основанием для начала административной процедуры является распоряжение Главы поселения о проведении проверки и уведомление юридического лица, индивидуального предпринимателя, его уполномоченного представителя о начале ее проведения.</w:t>
      </w:r>
    </w:p>
    <w:p w:rsidR="004D070C" w:rsidRPr="00EF3DEC" w:rsidRDefault="004D070C">
      <w:pPr>
        <w:widowControl w:val="0"/>
        <w:autoSpaceDE w:val="0"/>
        <w:autoSpaceDN w:val="0"/>
        <w:adjustRightInd w:val="0"/>
        <w:ind w:firstLine="540"/>
        <w:jc w:val="both"/>
      </w:pPr>
      <w:r w:rsidRPr="00EF3DEC">
        <w:t>3.2. Проведение муниципального контроля засохранностью автомобильных дорог местного значения поселения осуществляется посредством документарных и выездных проверок.</w:t>
      </w:r>
    </w:p>
    <w:p w:rsidR="004D070C" w:rsidRPr="00EF3DEC" w:rsidRDefault="004D070C">
      <w:pPr>
        <w:widowControl w:val="0"/>
        <w:autoSpaceDE w:val="0"/>
        <w:autoSpaceDN w:val="0"/>
        <w:adjustRightInd w:val="0"/>
        <w:ind w:firstLine="540"/>
        <w:jc w:val="both"/>
      </w:pPr>
      <w:r w:rsidRPr="00EF3DEC">
        <w:t>3.3. Плановые проверки.</w:t>
      </w:r>
    </w:p>
    <w:p w:rsidR="004D070C" w:rsidRPr="00EF3DEC" w:rsidRDefault="004D070C">
      <w:pPr>
        <w:widowControl w:val="0"/>
        <w:autoSpaceDE w:val="0"/>
        <w:autoSpaceDN w:val="0"/>
        <w:adjustRightInd w:val="0"/>
        <w:ind w:firstLine="540"/>
        <w:jc w:val="both"/>
      </w:pPr>
      <w:r w:rsidRPr="00EF3DEC">
        <w:t>3.3.1. Предметом плановой проверки является соблюдение юридическим лицом, индивидуальным предпринимателем в процессе осуществления деятельности требований к сохранности автомобильных дорог, установленных законодательством Российской Федерации, нормативными правовыми актами Самарской области, муниципальными правовыми актами поселения.</w:t>
      </w:r>
    </w:p>
    <w:p w:rsidR="004D070C" w:rsidRPr="00EF3DEC" w:rsidRDefault="004D070C">
      <w:pPr>
        <w:widowControl w:val="0"/>
        <w:autoSpaceDE w:val="0"/>
        <w:autoSpaceDN w:val="0"/>
        <w:adjustRightInd w:val="0"/>
        <w:ind w:firstLine="540"/>
        <w:jc w:val="both"/>
      </w:pPr>
      <w:r w:rsidRPr="00EF3DEC">
        <w:t>3.3.2. Плановые проверки проводятся не чаще одного раза в три года.</w:t>
      </w:r>
    </w:p>
    <w:p w:rsidR="004D070C" w:rsidRPr="00EF3DEC" w:rsidRDefault="004D070C">
      <w:pPr>
        <w:widowControl w:val="0"/>
        <w:autoSpaceDE w:val="0"/>
        <w:autoSpaceDN w:val="0"/>
        <w:adjustRightInd w:val="0"/>
        <w:ind w:firstLine="540"/>
        <w:jc w:val="both"/>
      </w:pPr>
      <w:r w:rsidRPr="00EF3DEC">
        <w:t>3.3.3. Плановые проверки проводятся на основании разрабатываемых Администрацией ежегодных планов проведения плановых проверок. Ежегодные планы проведения плановых проверок утверждаются Главой поселения по согласованию с прокуратурой Челно-Вершинского района в установленном законодательством порядке и размещаются на официальном сайте Администрации муниципального района Челно-Вершинскийв информационно-телекоммуникационной сети Интернет либо иным доступным способом.</w:t>
      </w:r>
    </w:p>
    <w:p w:rsidR="004D070C" w:rsidRPr="00EF3DEC" w:rsidRDefault="004D070C">
      <w:pPr>
        <w:widowControl w:val="0"/>
        <w:autoSpaceDE w:val="0"/>
        <w:autoSpaceDN w:val="0"/>
        <w:adjustRightInd w:val="0"/>
        <w:ind w:firstLine="540"/>
        <w:jc w:val="both"/>
      </w:pPr>
      <w:r w:rsidRPr="00EF3DEC">
        <w:t>3.3.4. Плановая проверка проводится в форме документарной проверки и (или) выездной проверки.</w:t>
      </w:r>
    </w:p>
    <w:p w:rsidR="004D070C" w:rsidRPr="00EF3DEC" w:rsidRDefault="004D070C">
      <w:pPr>
        <w:widowControl w:val="0"/>
        <w:autoSpaceDE w:val="0"/>
        <w:autoSpaceDN w:val="0"/>
        <w:adjustRightInd w:val="0"/>
        <w:ind w:firstLine="540"/>
        <w:jc w:val="both"/>
      </w:pPr>
      <w:r w:rsidRPr="00EF3DEC">
        <w:t>3.3.5. В случае выявления нарушений членами саморегулируемой организации требований к сохранности автомобильных дорог и требований, установленных муниципальными правовыми актами поселения, должностные лица Администрации при проведении плановой проверки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4D070C" w:rsidRPr="00EF3DEC" w:rsidRDefault="004D070C">
      <w:pPr>
        <w:widowControl w:val="0"/>
        <w:autoSpaceDE w:val="0"/>
        <w:autoSpaceDN w:val="0"/>
        <w:adjustRightInd w:val="0"/>
        <w:ind w:firstLine="540"/>
        <w:jc w:val="both"/>
      </w:pPr>
      <w:r w:rsidRPr="00EF3DEC">
        <w:t>3.4. Внеплановая проверка.</w:t>
      </w:r>
    </w:p>
    <w:p w:rsidR="004D070C" w:rsidRPr="00EF3DEC" w:rsidRDefault="004D070C">
      <w:pPr>
        <w:widowControl w:val="0"/>
        <w:autoSpaceDE w:val="0"/>
        <w:autoSpaceDN w:val="0"/>
        <w:adjustRightInd w:val="0"/>
        <w:ind w:firstLine="540"/>
        <w:jc w:val="both"/>
      </w:pPr>
      <w:r w:rsidRPr="00EF3DEC">
        <w:t>3.4.1. Предметом внеплановой проверки является соблюдение юридическим лицом, индивидуальным предпринимателем в процессе осуществления деятельности требований к сохранности автомобильных дорог, установленных законодательством Российской Федерации, нормативными правовыми актами Самарской области, муниципальными правовыми актами поселения, выполнение предписаний Администрации,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4D070C" w:rsidRPr="00EF3DEC" w:rsidRDefault="004D070C">
      <w:pPr>
        <w:widowControl w:val="0"/>
        <w:autoSpaceDE w:val="0"/>
        <w:autoSpaceDN w:val="0"/>
        <w:adjustRightInd w:val="0"/>
        <w:ind w:firstLine="540"/>
        <w:jc w:val="both"/>
      </w:pPr>
      <w:r w:rsidRPr="00EF3DEC">
        <w:t xml:space="preserve">3.4.2. Внеплановые проверки проводятся в случаях, указанных в </w:t>
      </w:r>
      <w:hyperlink w:anchor="Par179" w:history="1">
        <w:r w:rsidRPr="00EF3DEC">
          <w:rPr>
            <w:color w:val="0000FF"/>
          </w:rPr>
          <w:t>пунктах 2.1.2.1</w:t>
        </w:r>
      </w:hyperlink>
      <w:r w:rsidRPr="00EF3DEC">
        <w:t xml:space="preserve">, </w:t>
      </w:r>
      <w:hyperlink w:anchor="Par180" w:history="1">
        <w:r w:rsidRPr="00EF3DEC">
          <w:rPr>
            <w:color w:val="0000FF"/>
          </w:rPr>
          <w:t>2.1.2.2 раздела III</w:t>
        </w:r>
      </w:hyperlink>
      <w:r w:rsidRPr="00EF3DEC">
        <w:t xml:space="preserve"> настоящего Административного регламента.</w:t>
      </w:r>
    </w:p>
    <w:p w:rsidR="004D070C" w:rsidRPr="00EF3DEC" w:rsidRDefault="004D070C">
      <w:pPr>
        <w:widowControl w:val="0"/>
        <w:autoSpaceDE w:val="0"/>
        <w:autoSpaceDN w:val="0"/>
        <w:adjustRightInd w:val="0"/>
        <w:ind w:firstLine="540"/>
        <w:jc w:val="both"/>
      </w:pPr>
      <w:r w:rsidRPr="00EF3DEC">
        <w:t xml:space="preserve">3.4.3. Внеплановая выездная проверка юридических лиц, индивидуальных предпринимателей может быть проведена по основаниям, указанным в </w:t>
      </w:r>
      <w:hyperlink w:anchor="Par181" w:history="1">
        <w:r w:rsidRPr="00EF3DEC">
          <w:rPr>
            <w:color w:val="0000FF"/>
          </w:rPr>
          <w:t>подпунктах "а"</w:t>
        </w:r>
      </w:hyperlink>
      <w:r w:rsidRPr="00EF3DEC">
        <w:t xml:space="preserve"> и </w:t>
      </w:r>
      <w:hyperlink w:anchor="Par182" w:history="1">
        <w:r w:rsidRPr="00EF3DEC">
          <w:rPr>
            <w:color w:val="0000FF"/>
          </w:rPr>
          <w:t>"б" пункта 2.1.2.2 раздела III</w:t>
        </w:r>
      </w:hyperlink>
      <w:r w:rsidRPr="00EF3DEC">
        <w:t xml:space="preserve"> настоящего Административного регламента, Администрацией после согласования с прокуратурой Челно-Вершинского района в порядке, установленном </w:t>
      </w:r>
      <w:hyperlink r:id="rId22" w:history="1">
        <w:r w:rsidRPr="00EF3DEC">
          <w:rPr>
            <w:color w:val="0000FF"/>
          </w:rPr>
          <w:t>ст. 10</w:t>
        </w:r>
      </w:hyperlink>
      <w:r w:rsidRPr="00EF3DEC">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D070C" w:rsidRPr="00EF3DEC" w:rsidRDefault="004D070C">
      <w:pPr>
        <w:widowControl w:val="0"/>
        <w:autoSpaceDE w:val="0"/>
        <w:autoSpaceDN w:val="0"/>
        <w:adjustRightInd w:val="0"/>
        <w:ind w:firstLine="540"/>
        <w:jc w:val="both"/>
      </w:pPr>
      <w:r w:rsidRPr="00EF3DEC">
        <w:t xml:space="preserve">3.4.4.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w:t>
      </w:r>
      <w:hyperlink w:anchor="Par180" w:history="1">
        <w:r w:rsidRPr="00EF3DEC">
          <w:rPr>
            <w:color w:val="0000FF"/>
          </w:rPr>
          <w:t>пункте 2.1.2.2 раздела III</w:t>
        </w:r>
      </w:hyperlink>
      <w:r w:rsidRPr="00EF3DEC">
        <w:t xml:space="preserve"> настоящего Административного регламента, не могут служить основанием для проведения внеплановой проверки.</w:t>
      </w:r>
    </w:p>
    <w:p w:rsidR="004D070C" w:rsidRPr="00EF3DEC" w:rsidRDefault="004D070C">
      <w:pPr>
        <w:widowControl w:val="0"/>
        <w:autoSpaceDE w:val="0"/>
        <w:autoSpaceDN w:val="0"/>
        <w:adjustRightInd w:val="0"/>
        <w:ind w:firstLine="540"/>
        <w:jc w:val="both"/>
      </w:pPr>
      <w:r w:rsidRPr="00EF3DEC">
        <w:t xml:space="preserve">3.4.5. Если основанием для проведения внеплановой выездной проверки являются указанные в подпункте "б" </w:t>
      </w:r>
      <w:hyperlink w:anchor="Par180" w:history="1">
        <w:r w:rsidRPr="00EF3DEC">
          <w:rPr>
            <w:color w:val="0000FF"/>
          </w:rPr>
          <w:t>пункта 2.1.2.2 раздела III</w:t>
        </w:r>
      </w:hyperlink>
      <w:r w:rsidRPr="00EF3DEC">
        <w:t xml:space="preserve"> настоящего Административного регламента обращения (заявления), а также обнаружение нарушений требований к сохранности автомобильных дорог, установленных законодательством Российской Федерации, нормативными правовыми актами Самарской области, муниципальными правовыми актами посмеления, в момент совершения таких нарушений в связи с необходимостью принятия неотложных мер Администрация вправе приступить к проведениювнеплановой выездной проверки незамедлительно с извещением прокуратуры Челно-Вершинского района о проведении мероприятий по контролю посредством направления документов, предусмотренных </w:t>
      </w:r>
      <w:hyperlink r:id="rId23" w:history="1">
        <w:r w:rsidRPr="00EF3DEC">
          <w:rPr>
            <w:color w:val="0000FF"/>
          </w:rPr>
          <w:t>частями 6</w:t>
        </w:r>
      </w:hyperlink>
      <w:r w:rsidRPr="00EF3DEC">
        <w:t xml:space="preserve"> и </w:t>
      </w:r>
      <w:hyperlink r:id="rId24" w:history="1">
        <w:r w:rsidRPr="00EF3DEC">
          <w:rPr>
            <w:color w:val="0000FF"/>
          </w:rPr>
          <w:t>7 статьи 10</w:t>
        </w:r>
      </w:hyperlink>
      <w:r w:rsidRPr="00EF3DEC">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прокуратуру Челно-Вершинского района в течение двадцати четырех часов.</w:t>
      </w:r>
    </w:p>
    <w:p w:rsidR="004D070C" w:rsidRPr="00EF3DEC" w:rsidRDefault="004D070C">
      <w:pPr>
        <w:widowControl w:val="0"/>
        <w:autoSpaceDE w:val="0"/>
        <w:autoSpaceDN w:val="0"/>
        <w:adjustRightInd w:val="0"/>
        <w:ind w:firstLine="540"/>
        <w:jc w:val="both"/>
      </w:pPr>
      <w:r w:rsidRPr="00EF3DEC">
        <w:t>3.4.6.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4D070C" w:rsidRPr="00EF3DEC" w:rsidRDefault="004D070C">
      <w:pPr>
        <w:widowControl w:val="0"/>
        <w:autoSpaceDE w:val="0"/>
        <w:autoSpaceDN w:val="0"/>
        <w:adjustRightInd w:val="0"/>
        <w:ind w:firstLine="540"/>
        <w:jc w:val="both"/>
      </w:pPr>
      <w:r w:rsidRPr="00EF3DEC">
        <w:t>3.5. Документарная проверка.</w:t>
      </w:r>
    </w:p>
    <w:p w:rsidR="004D070C" w:rsidRPr="00EF3DEC" w:rsidRDefault="004D070C">
      <w:pPr>
        <w:widowControl w:val="0"/>
        <w:autoSpaceDE w:val="0"/>
        <w:autoSpaceDN w:val="0"/>
        <w:adjustRightInd w:val="0"/>
        <w:ind w:firstLine="540"/>
        <w:jc w:val="both"/>
      </w:pPr>
      <w:r w:rsidRPr="00EF3DEC">
        <w:t>3.5.1.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требований к сохранности автомобильных дорог, установленных законодательством Российской Федерации, нормативными правовыми актами Самарской области, муниципальными правовыми актами поселения, исполнением предписаний Администрации.</w:t>
      </w:r>
    </w:p>
    <w:p w:rsidR="004D070C" w:rsidRPr="00EF3DEC" w:rsidRDefault="004D070C">
      <w:pPr>
        <w:widowControl w:val="0"/>
        <w:autoSpaceDE w:val="0"/>
        <w:autoSpaceDN w:val="0"/>
        <w:adjustRightInd w:val="0"/>
        <w:ind w:firstLine="540"/>
        <w:jc w:val="both"/>
      </w:pPr>
      <w:r w:rsidRPr="00EF3DEC">
        <w:t xml:space="preserve">3.5.2. Организация документарной проверки (как плановой, так и внеплановой) осуществляется в порядке, установленном </w:t>
      </w:r>
      <w:hyperlink r:id="rId25" w:history="1">
        <w:r w:rsidRPr="00EF3DEC">
          <w:rPr>
            <w:color w:val="0000FF"/>
          </w:rPr>
          <w:t>статьей 14</w:t>
        </w:r>
      </w:hyperlink>
      <w:r w:rsidRPr="00EF3DEC">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и проводится по месту нахождения уполномоченного органа.</w:t>
      </w:r>
    </w:p>
    <w:p w:rsidR="004D070C" w:rsidRPr="00EF3DEC" w:rsidRDefault="004D070C">
      <w:pPr>
        <w:widowControl w:val="0"/>
        <w:autoSpaceDE w:val="0"/>
        <w:autoSpaceDN w:val="0"/>
        <w:adjustRightInd w:val="0"/>
        <w:ind w:firstLine="540"/>
        <w:jc w:val="both"/>
      </w:pPr>
      <w:r w:rsidRPr="00EF3DEC">
        <w:t xml:space="preserve">3.5.3. В процессе проведения документарной проверки должностными лицами уполномоченного органа в первую очередь рассматриваются документы юридического лица, индивидуального предпринимателя, имеющиеся в распоряжении Главы поселения, в том числе уведомления о начале осуществления отдельных видов предпринимательской деятельности, представленные в порядке, установленном </w:t>
      </w:r>
      <w:hyperlink r:id="rId26" w:history="1">
        <w:r w:rsidRPr="00EF3DEC">
          <w:rPr>
            <w:color w:val="0000FF"/>
          </w:rPr>
          <w:t>статьей 8</w:t>
        </w:r>
      </w:hyperlink>
      <w:r w:rsidRPr="00EF3DEC">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акты предыдущих проверок, материалы рассмотрения дел об административных правонарушениях и иные документы о результатах осуществления в отношении этих юридических лиц, индивидуальных предпринимателей муниципального контроля засохранностью автомобильных дорог местного значения поселения.</w:t>
      </w:r>
    </w:p>
    <w:p w:rsidR="004D070C" w:rsidRPr="00EF3DEC" w:rsidRDefault="004D070C">
      <w:pPr>
        <w:widowControl w:val="0"/>
        <w:autoSpaceDE w:val="0"/>
        <w:autoSpaceDN w:val="0"/>
        <w:adjustRightInd w:val="0"/>
        <w:ind w:firstLine="540"/>
        <w:jc w:val="both"/>
      </w:pPr>
      <w:r w:rsidRPr="00EF3DEC">
        <w:t>3.5.4. В случае если достоверность сведений, содержащихся в документах, имеющихся в распоряжении Главы поселения, вызывает обоснованные сомнения либо эти сведения не позволяют оценить исполнение юридическим лицом, индивидуальным предпринимателем требований к сохранности автомобильных дорог, установленных законодательством Российской Федерации, нормативными правовыми актами Самарской области, муниципальными правовыми актами поселения, Админисрация направляет в адрес юридического лица, в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распоряжение Главы поселения о проведении проверки.</w:t>
      </w:r>
    </w:p>
    <w:p w:rsidR="004D070C" w:rsidRPr="00EF3DEC" w:rsidRDefault="004D070C">
      <w:pPr>
        <w:widowControl w:val="0"/>
        <w:autoSpaceDE w:val="0"/>
        <w:autoSpaceDN w:val="0"/>
        <w:adjustRightInd w:val="0"/>
        <w:ind w:firstLine="540"/>
        <w:jc w:val="both"/>
      </w:pPr>
      <w:r w:rsidRPr="00EF3DEC">
        <w:t>3.5.5. В течение десяти рабочих дней со дня получения мотивированного запроса юридическое лицо, индивидуальный предприниматель обязаны направить в адрес Администрации указанные в запросе документы.</w:t>
      </w:r>
    </w:p>
    <w:p w:rsidR="004D070C" w:rsidRPr="00EF3DEC" w:rsidRDefault="004D070C">
      <w:pPr>
        <w:widowControl w:val="0"/>
        <w:autoSpaceDE w:val="0"/>
        <w:autoSpaceDN w:val="0"/>
        <w:adjustRightInd w:val="0"/>
        <w:ind w:firstLine="540"/>
        <w:jc w:val="both"/>
      </w:pPr>
      <w:r w:rsidRPr="00EF3DEC">
        <w:t>3.5.6. Указанные в запросе документы представляются в виде копий, заверенных печатью (при ее наличии) и соответственно подписью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4D070C" w:rsidRPr="00EF3DEC" w:rsidRDefault="004D070C">
      <w:pPr>
        <w:widowControl w:val="0"/>
        <w:autoSpaceDE w:val="0"/>
        <w:autoSpaceDN w:val="0"/>
        <w:adjustRightInd w:val="0"/>
        <w:ind w:firstLine="540"/>
        <w:jc w:val="both"/>
      </w:pPr>
      <w:r w:rsidRPr="00EF3DEC">
        <w:t>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4D070C" w:rsidRPr="00EF3DEC" w:rsidRDefault="004D070C">
      <w:pPr>
        <w:widowControl w:val="0"/>
        <w:autoSpaceDE w:val="0"/>
        <w:autoSpaceDN w:val="0"/>
        <w:adjustRightInd w:val="0"/>
        <w:ind w:firstLine="540"/>
        <w:jc w:val="both"/>
      </w:pPr>
      <w:r w:rsidRPr="00EF3DEC">
        <w:t>3.5.7 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4D070C" w:rsidRPr="00EF3DEC" w:rsidRDefault="004D070C">
      <w:pPr>
        <w:widowControl w:val="0"/>
        <w:autoSpaceDE w:val="0"/>
        <w:autoSpaceDN w:val="0"/>
        <w:adjustRightInd w:val="0"/>
        <w:ind w:firstLine="540"/>
        <w:jc w:val="both"/>
      </w:pPr>
      <w:bookmarkStart w:id="24" w:name="Par234"/>
      <w:bookmarkEnd w:id="24"/>
      <w:r w:rsidRPr="00EF3DEC">
        <w:t>3.5.8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имеющимся в Администрации и (или) полученным в ходе осуществления муниципального контроля за сохранностью автомобильных дорог местного значения поселения,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4D070C" w:rsidRPr="00EF3DEC" w:rsidRDefault="004D070C">
      <w:pPr>
        <w:widowControl w:val="0"/>
        <w:autoSpaceDE w:val="0"/>
        <w:autoSpaceDN w:val="0"/>
        <w:adjustRightInd w:val="0"/>
        <w:ind w:firstLine="540"/>
        <w:jc w:val="both"/>
      </w:pPr>
      <w:r w:rsidRPr="00EF3DEC">
        <w:t xml:space="preserve">3.5.9 Юридическое лицо, индивидуальный предприниматель, представляющие в Администрацию пояснения относительно выявленных ошибок и (или) противоречий в представленных документах либо относительно несоответствия указанных в </w:t>
      </w:r>
      <w:hyperlink w:anchor="Par234" w:history="1">
        <w:r w:rsidRPr="00EF3DEC">
          <w:rPr>
            <w:color w:val="0000FF"/>
          </w:rPr>
          <w:t>пункте 3.5.8 раздела III</w:t>
        </w:r>
      </w:hyperlink>
      <w:r w:rsidRPr="00EF3DEC">
        <w:t xml:space="preserve"> настоящего Регламента сведений, вправе представить дополнительно в Администрацию документы, подтверждающие достоверность ранее представленных документов.</w:t>
      </w:r>
    </w:p>
    <w:p w:rsidR="004D070C" w:rsidRPr="00EF3DEC" w:rsidRDefault="004D070C">
      <w:pPr>
        <w:widowControl w:val="0"/>
        <w:autoSpaceDE w:val="0"/>
        <w:autoSpaceDN w:val="0"/>
        <w:adjustRightInd w:val="0"/>
        <w:ind w:firstLine="540"/>
        <w:jc w:val="both"/>
      </w:pPr>
      <w:r w:rsidRPr="00EF3DEC">
        <w:t>3.5.10.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
    <w:p w:rsidR="004D070C" w:rsidRPr="00EF3DEC" w:rsidRDefault="004D070C">
      <w:pPr>
        <w:widowControl w:val="0"/>
        <w:autoSpaceDE w:val="0"/>
        <w:autoSpaceDN w:val="0"/>
        <w:adjustRightInd w:val="0"/>
        <w:ind w:firstLine="540"/>
        <w:jc w:val="both"/>
      </w:pPr>
      <w:r w:rsidRPr="00EF3DEC">
        <w:t>В случае если после рассмотрения представленных пояснений и документов либо при отсутствии пояснений Администрация установит признаки нарушения требований к сохранности автомобильных дорог или требований, установленных муниципальными правовыми актами поселения, должностные лица Администрации вправе провести выездную проверку.</w:t>
      </w:r>
    </w:p>
    <w:p w:rsidR="004D070C" w:rsidRPr="00EF3DEC" w:rsidRDefault="004D070C">
      <w:pPr>
        <w:widowControl w:val="0"/>
        <w:autoSpaceDE w:val="0"/>
        <w:autoSpaceDN w:val="0"/>
        <w:adjustRightInd w:val="0"/>
        <w:ind w:firstLine="540"/>
        <w:jc w:val="both"/>
      </w:pPr>
      <w:r w:rsidRPr="00EF3DEC">
        <w:t>3.5.11. При проведении документарной проверки Адмиистрация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w:t>
      </w:r>
    </w:p>
    <w:p w:rsidR="004D070C" w:rsidRPr="00EF3DEC" w:rsidRDefault="004D070C">
      <w:pPr>
        <w:widowControl w:val="0"/>
        <w:autoSpaceDE w:val="0"/>
        <w:autoSpaceDN w:val="0"/>
        <w:adjustRightInd w:val="0"/>
        <w:ind w:firstLine="540"/>
        <w:jc w:val="both"/>
      </w:pPr>
      <w:r w:rsidRPr="00EF3DEC">
        <w:t>3.6. Выездная проверка.</w:t>
      </w:r>
    </w:p>
    <w:p w:rsidR="004D070C" w:rsidRPr="00EF3DEC" w:rsidRDefault="004D070C">
      <w:pPr>
        <w:widowControl w:val="0"/>
        <w:autoSpaceDE w:val="0"/>
        <w:autoSpaceDN w:val="0"/>
        <w:adjustRightInd w:val="0"/>
        <w:ind w:firstLine="540"/>
        <w:jc w:val="both"/>
      </w:pPr>
      <w:r w:rsidRPr="00EF3DEC">
        <w:t>3.6.1.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подобных объектов, производимые юридическим лицом, индивидуальным предпринимателем товары (выполняемая работа, предоставляемые услуги) и принимаемые ими меры по исполнению требований к сохранности автомобильных дорог, установленных законодательством Российской Федерации, нормативными правовыми актами Самарской области, муниципальными правовыми актами поселения.</w:t>
      </w:r>
    </w:p>
    <w:p w:rsidR="004D070C" w:rsidRPr="00EF3DEC" w:rsidRDefault="004D070C">
      <w:pPr>
        <w:widowControl w:val="0"/>
        <w:autoSpaceDE w:val="0"/>
        <w:autoSpaceDN w:val="0"/>
        <w:adjustRightInd w:val="0"/>
        <w:ind w:firstLine="540"/>
        <w:jc w:val="both"/>
      </w:pPr>
      <w:r w:rsidRPr="00EF3DEC">
        <w:t>3.6.2.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4D070C" w:rsidRPr="00EF3DEC" w:rsidRDefault="004D070C">
      <w:pPr>
        <w:widowControl w:val="0"/>
        <w:autoSpaceDE w:val="0"/>
        <w:autoSpaceDN w:val="0"/>
        <w:adjustRightInd w:val="0"/>
        <w:ind w:firstLine="540"/>
        <w:jc w:val="both"/>
      </w:pPr>
      <w:r w:rsidRPr="00EF3DEC">
        <w:t>3.6.3. Выездная проверка проводится в случае, если при документарной проверке не представляется возможным:</w:t>
      </w:r>
    </w:p>
    <w:p w:rsidR="004D070C" w:rsidRPr="00EF3DEC" w:rsidRDefault="004D070C">
      <w:pPr>
        <w:widowControl w:val="0"/>
        <w:autoSpaceDE w:val="0"/>
        <w:autoSpaceDN w:val="0"/>
        <w:adjustRightInd w:val="0"/>
        <w:ind w:firstLine="540"/>
        <w:jc w:val="both"/>
      </w:pPr>
      <w:r w:rsidRPr="00EF3DEC">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Главы поселения документах юридического лица, индивидуального предпринимателя;</w:t>
      </w:r>
    </w:p>
    <w:p w:rsidR="004D070C" w:rsidRPr="00EF3DEC" w:rsidRDefault="004D070C">
      <w:pPr>
        <w:widowControl w:val="0"/>
        <w:autoSpaceDE w:val="0"/>
        <w:autoSpaceDN w:val="0"/>
        <w:adjustRightInd w:val="0"/>
        <w:ind w:firstLine="540"/>
        <w:jc w:val="both"/>
      </w:pPr>
      <w:r w:rsidRPr="00EF3DEC">
        <w:t>2) оценить соответствие деятельности юридического лица, индивидуального предпринимателя требованиям к сохранности автомобильных дорог, установленных законодательством Российской Федерации, нормативными правовыми актами Самарской области, муниципальными правовыми актами поселения, без проведения соответствующего мероприятия по контролю.</w:t>
      </w:r>
    </w:p>
    <w:p w:rsidR="004D070C" w:rsidRPr="00EF3DEC" w:rsidRDefault="004D070C">
      <w:pPr>
        <w:widowControl w:val="0"/>
        <w:autoSpaceDE w:val="0"/>
        <w:autoSpaceDN w:val="0"/>
        <w:adjustRightInd w:val="0"/>
        <w:ind w:firstLine="540"/>
        <w:jc w:val="both"/>
      </w:pPr>
      <w:r w:rsidRPr="00EF3DEC">
        <w:t>3.6.4. Выездная проверка начинается с предъявления служебного удостоверения должностными лицами Администрации,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Главы поселения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4D070C" w:rsidRPr="00EF3DEC" w:rsidRDefault="004D070C">
      <w:pPr>
        <w:widowControl w:val="0"/>
        <w:autoSpaceDE w:val="0"/>
        <w:autoSpaceDN w:val="0"/>
        <w:adjustRightInd w:val="0"/>
        <w:ind w:firstLine="540"/>
        <w:jc w:val="both"/>
      </w:pPr>
      <w:r w:rsidRPr="00EF3DEC">
        <w:t>3.6.5.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Администрации,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подобным объектам.</w:t>
      </w:r>
    </w:p>
    <w:p w:rsidR="004D070C" w:rsidRPr="00EF3DEC" w:rsidRDefault="004D070C">
      <w:pPr>
        <w:widowControl w:val="0"/>
        <w:autoSpaceDE w:val="0"/>
        <w:autoSpaceDN w:val="0"/>
        <w:adjustRightInd w:val="0"/>
        <w:ind w:firstLine="540"/>
        <w:jc w:val="both"/>
      </w:pPr>
      <w:r w:rsidRPr="00EF3DEC">
        <w:t>3.6.6. Администрация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4D070C" w:rsidRPr="00EF3DEC" w:rsidRDefault="004D070C">
      <w:pPr>
        <w:widowControl w:val="0"/>
        <w:autoSpaceDE w:val="0"/>
        <w:autoSpaceDN w:val="0"/>
        <w:adjustRightInd w:val="0"/>
        <w:ind w:firstLine="540"/>
        <w:jc w:val="both"/>
      </w:pPr>
      <w:r w:rsidRPr="00EF3DEC">
        <w:t>3.6.7. Заверенную печатью копию распоряжения Главы поселения вручают под роспись должностные лица Администрации, проводящие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 По требованию подлежащих проверке лиц должностные лица Администрации обязаны представить информацию об этих органах, а также об экспертах, экспертных организациях в целях подтверждения своих полномочий.</w:t>
      </w:r>
    </w:p>
    <w:p w:rsidR="004D070C" w:rsidRPr="00EF3DEC" w:rsidRDefault="004D070C">
      <w:pPr>
        <w:widowControl w:val="0"/>
        <w:autoSpaceDE w:val="0"/>
        <w:autoSpaceDN w:val="0"/>
        <w:adjustRightInd w:val="0"/>
        <w:ind w:firstLine="540"/>
        <w:jc w:val="both"/>
      </w:pPr>
      <w:r w:rsidRPr="00EF3DEC">
        <w:t>3.6.8.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Администрации обязаны ознакомить подлежащих проверке лиц с настоящим Административным регламентом.</w:t>
      </w:r>
    </w:p>
    <w:p w:rsidR="004D070C" w:rsidRPr="00EF3DEC" w:rsidRDefault="004D070C">
      <w:pPr>
        <w:widowControl w:val="0"/>
        <w:autoSpaceDE w:val="0"/>
        <w:autoSpaceDN w:val="0"/>
        <w:adjustRightInd w:val="0"/>
        <w:ind w:firstLine="540"/>
        <w:jc w:val="both"/>
      </w:pPr>
      <w:r w:rsidRPr="00EF3DEC">
        <w:t>3.7. Все проверки осуществляются должностными лицами Администрации.</w:t>
      </w:r>
    </w:p>
    <w:p w:rsidR="004D070C" w:rsidRPr="00EF3DEC" w:rsidRDefault="004D070C">
      <w:pPr>
        <w:widowControl w:val="0"/>
        <w:autoSpaceDE w:val="0"/>
        <w:autoSpaceDN w:val="0"/>
        <w:adjustRightInd w:val="0"/>
        <w:ind w:firstLine="540"/>
        <w:jc w:val="both"/>
      </w:pPr>
      <w:r w:rsidRPr="00EF3DEC">
        <w:t>3.8. Результатом исполнения административной процедуры является завершение проверки.</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center"/>
        <w:outlineLvl w:val="2"/>
      </w:pPr>
      <w:bookmarkStart w:id="25" w:name="Par253"/>
      <w:bookmarkEnd w:id="25"/>
      <w:r w:rsidRPr="00EF3DEC">
        <w:t>4. Составление акта проверки и ознакомление с ним</w:t>
      </w:r>
    </w:p>
    <w:p w:rsidR="004D070C" w:rsidRPr="00EF3DEC" w:rsidRDefault="004D070C">
      <w:pPr>
        <w:widowControl w:val="0"/>
        <w:autoSpaceDE w:val="0"/>
        <w:autoSpaceDN w:val="0"/>
        <w:adjustRightInd w:val="0"/>
        <w:jc w:val="center"/>
      </w:pPr>
      <w:r w:rsidRPr="00EF3DEC">
        <w:t>руководителя, иного должностного лица или уполномоченного</w:t>
      </w:r>
    </w:p>
    <w:p w:rsidR="004D070C" w:rsidRPr="00EF3DEC" w:rsidRDefault="004D070C">
      <w:pPr>
        <w:widowControl w:val="0"/>
        <w:autoSpaceDE w:val="0"/>
        <w:autoSpaceDN w:val="0"/>
        <w:adjustRightInd w:val="0"/>
        <w:jc w:val="center"/>
      </w:pPr>
      <w:r w:rsidRPr="00EF3DEC">
        <w:t>представителя юридического лица, индивидуального</w:t>
      </w:r>
    </w:p>
    <w:p w:rsidR="004D070C" w:rsidRPr="00EF3DEC" w:rsidRDefault="004D070C">
      <w:pPr>
        <w:widowControl w:val="0"/>
        <w:autoSpaceDE w:val="0"/>
        <w:autoSpaceDN w:val="0"/>
        <w:adjustRightInd w:val="0"/>
        <w:jc w:val="center"/>
      </w:pPr>
      <w:r w:rsidRPr="00EF3DEC">
        <w:t>предпринимателя, его уполномоченного представителя</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ind w:firstLine="540"/>
        <w:jc w:val="both"/>
      </w:pPr>
      <w:r w:rsidRPr="00EF3DEC">
        <w:t>4.1. Основанием для начала административной процедуры является завершение проверки.</w:t>
      </w:r>
    </w:p>
    <w:p w:rsidR="004D070C" w:rsidRPr="00EF3DEC" w:rsidRDefault="004D070C">
      <w:pPr>
        <w:widowControl w:val="0"/>
        <w:autoSpaceDE w:val="0"/>
        <w:autoSpaceDN w:val="0"/>
        <w:adjustRightInd w:val="0"/>
        <w:ind w:firstLine="540"/>
        <w:jc w:val="both"/>
      </w:pPr>
      <w:r w:rsidRPr="00EF3DEC">
        <w:t xml:space="preserve">По результатам завершения проверки должностными лицами уполномоченного органа составляется </w:t>
      </w:r>
      <w:hyperlink r:id="rId27" w:history="1">
        <w:r w:rsidRPr="00EF3DEC">
          <w:rPr>
            <w:color w:val="0000FF"/>
          </w:rPr>
          <w:t>акт</w:t>
        </w:r>
      </w:hyperlink>
      <w:r w:rsidRPr="00EF3DEC">
        <w:t xml:space="preserve"> в двух экземплярах по форме, утвержденной Приказом Минэкономразвития РФ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D070C" w:rsidRPr="00EF3DEC" w:rsidRDefault="004D070C">
      <w:pPr>
        <w:widowControl w:val="0"/>
        <w:autoSpaceDE w:val="0"/>
        <w:autoSpaceDN w:val="0"/>
        <w:adjustRightInd w:val="0"/>
        <w:ind w:firstLine="540"/>
        <w:jc w:val="both"/>
      </w:pPr>
      <w:r w:rsidRPr="00EF3DEC">
        <w:t xml:space="preserve">4.2. В </w:t>
      </w:r>
      <w:hyperlink r:id="rId28" w:history="1">
        <w:r w:rsidRPr="00EF3DEC">
          <w:rPr>
            <w:color w:val="0000FF"/>
          </w:rPr>
          <w:t>акте</w:t>
        </w:r>
      </w:hyperlink>
      <w:r w:rsidRPr="00EF3DEC">
        <w:t xml:space="preserve"> проверки указываются:</w:t>
      </w:r>
    </w:p>
    <w:p w:rsidR="004D070C" w:rsidRPr="00EF3DEC" w:rsidRDefault="004D070C">
      <w:pPr>
        <w:widowControl w:val="0"/>
        <w:autoSpaceDE w:val="0"/>
        <w:autoSpaceDN w:val="0"/>
        <w:adjustRightInd w:val="0"/>
        <w:ind w:firstLine="540"/>
        <w:jc w:val="both"/>
      </w:pPr>
      <w:r w:rsidRPr="00EF3DEC">
        <w:t xml:space="preserve">1) дата, время и место составления </w:t>
      </w:r>
      <w:hyperlink r:id="rId29" w:history="1">
        <w:r w:rsidRPr="00EF3DEC">
          <w:rPr>
            <w:color w:val="0000FF"/>
          </w:rPr>
          <w:t>акта</w:t>
        </w:r>
      </w:hyperlink>
      <w:r w:rsidRPr="00EF3DEC">
        <w:t xml:space="preserve"> проверки;</w:t>
      </w:r>
    </w:p>
    <w:p w:rsidR="004D070C" w:rsidRPr="00EF3DEC" w:rsidRDefault="004D070C">
      <w:pPr>
        <w:widowControl w:val="0"/>
        <w:autoSpaceDE w:val="0"/>
        <w:autoSpaceDN w:val="0"/>
        <w:adjustRightInd w:val="0"/>
        <w:ind w:firstLine="540"/>
        <w:jc w:val="both"/>
      </w:pPr>
      <w:r w:rsidRPr="00EF3DEC">
        <w:t>2) полное наименование Администрации;</w:t>
      </w:r>
    </w:p>
    <w:p w:rsidR="004D070C" w:rsidRPr="00EF3DEC" w:rsidRDefault="004D070C">
      <w:pPr>
        <w:widowControl w:val="0"/>
        <w:autoSpaceDE w:val="0"/>
        <w:autoSpaceDN w:val="0"/>
        <w:adjustRightInd w:val="0"/>
        <w:ind w:firstLine="540"/>
        <w:jc w:val="both"/>
      </w:pPr>
      <w:r w:rsidRPr="00EF3DEC">
        <w:t>3) дата и номер распоряжения Главы поселения;</w:t>
      </w:r>
    </w:p>
    <w:p w:rsidR="004D070C" w:rsidRPr="00EF3DEC" w:rsidRDefault="004D070C">
      <w:pPr>
        <w:widowControl w:val="0"/>
        <w:autoSpaceDE w:val="0"/>
        <w:autoSpaceDN w:val="0"/>
        <w:adjustRightInd w:val="0"/>
        <w:ind w:firstLine="540"/>
        <w:jc w:val="both"/>
      </w:pPr>
      <w:r w:rsidRPr="00EF3DEC">
        <w:t>4) фамилия, имя, отчество и должность должностного лица или должностных лиц, проводивших проверку;</w:t>
      </w:r>
    </w:p>
    <w:p w:rsidR="004D070C" w:rsidRPr="00EF3DEC" w:rsidRDefault="004D070C">
      <w:pPr>
        <w:widowControl w:val="0"/>
        <w:autoSpaceDE w:val="0"/>
        <w:autoSpaceDN w:val="0"/>
        <w:adjustRightInd w:val="0"/>
        <w:ind w:firstLine="540"/>
        <w:jc w:val="both"/>
      </w:pPr>
      <w:r w:rsidRPr="00EF3DEC">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4D070C" w:rsidRPr="00EF3DEC" w:rsidRDefault="004D070C">
      <w:pPr>
        <w:widowControl w:val="0"/>
        <w:autoSpaceDE w:val="0"/>
        <w:autoSpaceDN w:val="0"/>
        <w:adjustRightInd w:val="0"/>
        <w:ind w:firstLine="540"/>
        <w:jc w:val="both"/>
      </w:pPr>
      <w:r w:rsidRPr="00EF3DEC">
        <w:t>6) дата, время, продолжительность и место проведения проверки;</w:t>
      </w:r>
    </w:p>
    <w:p w:rsidR="004D070C" w:rsidRPr="00EF3DEC" w:rsidRDefault="004D070C">
      <w:pPr>
        <w:widowControl w:val="0"/>
        <w:autoSpaceDE w:val="0"/>
        <w:autoSpaceDN w:val="0"/>
        <w:adjustRightInd w:val="0"/>
        <w:ind w:firstLine="540"/>
        <w:jc w:val="both"/>
      </w:pPr>
      <w:r w:rsidRPr="00EF3DEC">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поселения, об их характере и о лицах, допустивших указанные нарушения;</w:t>
      </w:r>
    </w:p>
    <w:p w:rsidR="004D070C" w:rsidRPr="00EF3DEC" w:rsidRDefault="004D070C">
      <w:pPr>
        <w:widowControl w:val="0"/>
        <w:autoSpaceDE w:val="0"/>
        <w:autoSpaceDN w:val="0"/>
        <w:adjustRightInd w:val="0"/>
        <w:ind w:firstLine="540"/>
        <w:jc w:val="both"/>
      </w:pPr>
      <w:r w:rsidRPr="00EF3DEC">
        <w:t xml:space="preserve">8) сведения об ознакомлении или отказе в ознакомлении с </w:t>
      </w:r>
      <w:hyperlink r:id="rId30" w:history="1">
        <w:r w:rsidRPr="00EF3DEC">
          <w:rPr>
            <w:color w:val="0000FF"/>
          </w:rPr>
          <w:t>актом</w:t>
        </w:r>
      </w:hyperlink>
      <w:r w:rsidRPr="00EF3DEC">
        <w:t xml:space="preserve">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4D070C" w:rsidRPr="00EF3DEC" w:rsidRDefault="004D070C">
      <w:pPr>
        <w:widowControl w:val="0"/>
        <w:autoSpaceDE w:val="0"/>
        <w:autoSpaceDN w:val="0"/>
        <w:adjustRightInd w:val="0"/>
        <w:ind w:firstLine="540"/>
        <w:jc w:val="both"/>
      </w:pPr>
      <w:r w:rsidRPr="00EF3DEC">
        <w:t>9) подписи должностного лица или должностных лиц, проводивших проверку.</w:t>
      </w:r>
    </w:p>
    <w:p w:rsidR="004D070C" w:rsidRPr="00EF3DEC" w:rsidRDefault="004D070C">
      <w:pPr>
        <w:widowControl w:val="0"/>
        <w:autoSpaceDE w:val="0"/>
        <w:autoSpaceDN w:val="0"/>
        <w:adjustRightInd w:val="0"/>
        <w:ind w:firstLine="540"/>
        <w:jc w:val="both"/>
      </w:pPr>
      <w:r w:rsidRPr="00EF3DEC">
        <w:t xml:space="preserve">4.3. К </w:t>
      </w:r>
      <w:hyperlink r:id="rId31" w:history="1">
        <w:r w:rsidRPr="00EF3DEC">
          <w:rPr>
            <w:color w:val="0000FF"/>
          </w:rPr>
          <w:t>акту</w:t>
        </w:r>
      </w:hyperlink>
      <w:r w:rsidRPr="00EF3DEC">
        <w:t xml:space="preserve"> проверки прилагаются протоколы или заключения проведенных экспертиз, исследований, испытаний,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 (или) требований, установленных муниципальными правовыми актами поселения, к сохранности автомобильных дорог, предписания об устранении выявленных нарушений и иные связанные с результатами проверки документы или их копии.</w:t>
      </w:r>
    </w:p>
    <w:p w:rsidR="004D070C" w:rsidRPr="00EF3DEC" w:rsidRDefault="004D070C">
      <w:pPr>
        <w:widowControl w:val="0"/>
        <w:autoSpaceDE w:val="0"/>
        <w:autoSpaceDN w:val="0"/>
        <w:adjustRightInd w:val="0"/>
        <w:ind w:firstLine="540"/>
        <w:jc w:val="both"/>
      </w:pPr>
      <w:r w:rsidRPr="00EF3DEC">
        <w:t xml:space="preserve">4.4. </w:t>
      </w:r>
      <w:hyperlink r:id="rId32" w:history="1">
        <w:r w:rsidRPr="00EF3DEC">
          <w:rPr>
            <w:color w:val="0000FF"/>
          </w:rPr>
          <w:t>Акт</w:t>
        </w:r>
      </w:hyperlink>
      <w:r w:rsidRPr="00EF3DEC">
        <w:t xml:space="preserve"> проверки оформляется в последний день проверки в соответствии со сроками, указанными в распоряжении Главы поселения о ее проведении,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
    <w:p w:rsidR="004D070C" w:rsidRPr="00EF3DEC" w:rsidRDefault="004D070C">
      <w:pPr>
        <w:widowControl w:val="0"/>
        <w:autoSpaceDE w:val="0"/>
        <w:autoSpaceDN w:val="0"/>
        <w:adjustRightInd w:val="0"/>
        <w:ind w:firstLine="540"/>
        <w:jc w:val="both"/>
      </w:pPr>
      <w:bookmarkStart w:id="26" w:name="Par272"/>
      <w:bookmarkEnd w:id="26"/>
      <w:r w:rsidRPr="00EF3DEC">
        <w:t xml:space="preserve">4.5. В случае если для составления </w:t>
      </w:r>
      <w:hyperlink r:id="rId33" w:history="1">
        <w:r w:rsidRPr="00EF3DEC">
          <w:rPr>
            <w:color w:val="0000FF"/>
          </w:rPr>
          <w:t>акта</w:t>
        </w:r>
      </w:hyperlink>
      <w:r w:rsidRPr="00EF3DEC">
        <w:t xml:space="preserve">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в срок, не превышающий трех рабочих дней после завершения мероприятий по контролю, заказным почтовым отправлением с уведомлением о вручении, которое приобщается к экземпляру акта проверки, хранящемуся в деле уполномоченного органа.</w:t>
      </w:r>
    </w:p>
    <w:p w:rsidR="004D070C" w:rsidRPr="00EF3DEC" w:rsidRDefault="004D070C">
      <w:pPr>
        <w:widowControl w:val="0"/>
        <w:autoSpaceDE w:val="0"/>
        <w:autoSpaceDN w:val="0"/>
        <w:adjustRightInd w:val="0"/>
        <w:ind w:firstLine="540"/>
        <w:jc w:val="both"/>
      </w:pPr>
      <w:r w:rsidRPr="00EF3DEC">
        <w:t>4.6. В случае если для проведения внеплановой выездной проверки требуется согласование ее проведения с прокуратурой Челно-Вершинского района, копия акта проверки направляется в прокуратуру Челно-Вершинского района, которой принято решение о согласовании проведения проверки, в течение пяти рабочих дней со дня составления акта проверки.</w:t>
      </w:r>
    </w:p>
    <w:p w:rsidR="004D070C" w:rsidRPr="00EF3DEC" w:rsidRDefault="004D070C">
      <w:pPr>
        <w:widowControl w:val="0"/>
        <w:autoSpaceDE w:val="0"/>
        <w:autoSpaceDN w:val="0"/>
        <w:adjustRightInd w:val="0"/>
        <w:ind w:firstLine="540"/>
        <w:jc w:val="both"/>
      </w:pPr>
      <w:r w:rsidRPr="00EF3DEC">
        <w:t>4.7.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D070C" w:rsidRPr="00EF3DEC" w:rsidRDefault="004D070C">
      <w:pPr>
        <w:widowControl w:val="0"/>
        <w:autoSpaceDE w:val="0"/>
        <w:autoSpaceDN w:val="0"/>
        <w:adjustRightInd w:val="0"/>
        <w:ind w:firstLine="540"/>
        <w:jc w:val="both"/>
      </w:pPr>
      <w:r w:rsidRPr="00EF3DEC">
        <w:t>4.8. Результатом исполнения административной процедуры является составление акта проверки и ознакомление с ним юридического лица, индивидуального предпринимателя, его уполномоченного представителя.</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center"/>
        <w:outlineLvl w:val="1"/>
      </w:pPr>
      <w:bookmarkStart w:id="27" w:name="Par277"/>
      <w:bookmarkEnd w:id="27"/>
      <w:r w:rsidRPr="00EF3DEC">
        <w:t>Раздел IV. ПОРЯДОК И ФОРМЫ КОНТРОЛЯ ЗАОСУЩЕСТВЛЕНИЕМ</w:t>
      </w:r>
    </w:p>
    <w:p w:rsidR="004D070C" w:rsidRPr="00EF3DEC" w:rsidRDefault="004D070C">
      <w:pPr>
        <w:widowControl w:val="0"/>
        <w:autoSpaceDE w:val="0"/>
        <w:autoSpaceDN w:val="0"/>
        <w:adjustRightInd w:val="0"/>
        <w:jc w:val="center"/>
      </w:pPr>
      <w:r w:rsidRPr="00EF3DEC">
        <w:t>МУНИЦИПАЛЬНОЙ ФУНКЦИИ " КОНТРОЛЬ</w:t>
      </w:r>
    </w:p>
    <w:p w:rsidR="004D070C" w:rsidRPr="00EF3DEC" w:rsidRDefault="004D070C">
      <w:pPr>
        <w:widowControl w:val="0"/>
        <w:autoSpaceDE w:val="0"/>
        <w:autoSpaceDN w:val="0"/>
        <w:adjustRightInd w:val="0"/>
        <w:jc w:val="center"/>
      </w:pPr>
      <w:r w:rsidRPr="00EF3DEC">
        <w:t>ЗА СОХРАННОСТЬЮ АВТОМОБИЛЬНЫХ ДОРОГ МЕСТНОГО</w:t>
      </w:r>
    </w:p>
    <w:p w:rsidR="004D070C" w:rsidRPr="00EF3DEC" w:rsidRDefault="004D070C">
      <w:pPr>
        <w:widowControl w:val="0"/>
        <w:autoSpaceDE w:val="0"/>
        <w:autoSpaceDN w:val="0"/>
        <w:adjustRightInd w:val="0"/>
        <w:jc w:val="center"/>
      </w:pPr>
      <w:r w:rsidRPr="00EF3DEC">
        <w:t>ЗНАЧЕНИЯ СЕЛЬСКОГО ПОСЕЛЕНИЯ</w:t>
      </w:r>
      <w:r>
        <w:t xml:space="preserve"> КРАСНЫЙ СТРОИТЕЛЬ</w:t>
      </w:r>
      <w:r w:rsidRPr="00EF3DEC">
        <w:t xml:space="preserve"> МУНИЦПАЛЬНОГО РАЙОНА ЧЕЛНО-ВЕРШИНСКИЙ"</w:t>
      </w:r>
    </w:p>
    <w:p w:rsidR="004D070C" w:rsidRPr="00EF3DEC" w:rsidRDefault="004D070C">
      <w:pPr>
        <w:widowControl w:val="0"/>
        <w:autoSpaceDE w:val="0"/>
        <w:autoSpaceDN w:val="0"/>
        <w:adjustRightInd w:val="0"/>
        <w:jc w:val="center"/>
      </w:pPr>
    </w:p>
    <w:p w:rsidR="004D070C" w:rsidRPr="00EF3DEC" w:rsidRDefault="004D070C">
      <w:pPr>
        <w:widowControl w:val="0"/>
        <w:autoSpaceDE w:val="0"/>
        <w:autoSpaceDN w:val="0"/>
        <w:adjustRightInd w:val="0"/>
        <w:jc w:val="center"/>
        <w:outlineLvl w:val="2"/>
      </w:pPr>
      <w:bookmarkStart w:id="28" w:name="Par282"/>
      <w:bookmarkEnd w:id="28"/>
      <w:r w:rsidRPr="00EF3DEC">
        <w:t>1. Порядок осуществления текущего контроля за соблюдением</w:t>
      </w:r>
    </w:p>
    <w:p w:rsidR="004D070C" w:rsidRPr="00EF3DEC" w:rsidRDefault="004D070C">
      <w:pPr>
        <w:widowControl w:val="0"/>
        <w:autoSpaceDE w:val="0"/>
        <w:autoSpaceDN w:val="0"/>
        <w:adjustRightInd w:val="0"/>
        <w:jc w:val="center"/>
      </w:pPr>
      <w:r w:rsidRPr="00EF3DEC">
        <w:t>и исполнением должностными лицами Администрации положений</w:t>
      </w:r>
    </w:p>
    <w:p w:rsidR="004D070C" w:rsidRPr="00EF3DEC" w:rsidRDefault="004D070C">
      <w:pPr>
        <w:widowControl w:val="0"/>
        <w:autoSpaceDE w:val="0"/>
        <w:autoSpaceDN w:val="0"/>
        <w:adjustRightInd w:val="0"/>
        <w:jc w:val="center"/>
      </w:pPr>
      <w:r w:rsidRPr="00EF3DEC">
        <w:t>Административного регламента и иных нормативных правовых</w:t>
      </w:r>
    </w:p>
    <w:p w:rsidR="004D070C" w:rsidRPr="00EF3DEC" w:rsidRDefault="004D070C">
      <w:pPr>
        <w:widowControl w:val="0"/>
        <w:autoSpaceDE w:val="0"/>
        <w:autoSpaceDN w:val="0"/>
        <w:adjustRightInd w:val="0"/>
        <w:jc w:val="center"/>
      </w:pPr>
      <w:r w:rsidRPr="00EF3DEC">
        <w:t>актов, устанавливающих требования к исполнению муниципальной</w:t>
      </w:r>
    </w:p>
    <w:p w:rsidR="004D070C" w:rsidRPr="00EF3DEC" w:rsidRDefault="004D070C">
      <w:pPr>
        <w:widowControl w:val="0"/>
        <w:autoSpaceDE w:val="0"/>
        <w:autoSpaceDN w:val="0"/>
        <w:adjustRightInd w:val="0"/>
        <w:jc w:val="center"/>
      </w:pPr>
      <w:r w:rsidRPr="00EF3DEC">
        <w:t>функции, а также за принятием ими решений</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ind w:firstLine="540"/>
        <w:jc w:val="both"/>
      </w:pPr>
      <w:r w:rsidRPr="00EF3DEC">
        <w:t>1.1. Текущий контроль за соблюдением последовательности действий, определенных настоящим Административным регламентом, принятием решений должностными лицами Администрации, участвующими в исполнении муниципальной функции, осуществляется Главой сельского поселения.</w:t>
      </w:r>
    </w:p>
    <w:p w:rsidR="004D070C" w:rsidRPr="00EF3DEC" w:rsidRDefault="004D070C">
      <w:pPr>
        <w:widowControl w:val="0"/>
        <w:autoSpaceDE w:val="0"/>
        <w:autoSpaceDN w:val="0"/>
        <w:adjustRightInd w:val="0"/>
        <w:ind w:firstLine="540"/>
        <w:jc w:val="both"/>
      </w:pPr>
      <w:r w:rsidRPr="00EF3DEC">
        <w:t>1.2. Текущий контроль включает в себя проведение проверок, выявление и устранение нарушений, рассмотрение обращений граждан, юридических лиц, индивидуальных предпринимателей (далее - заявители) на решения, действия (бездействие) должностных лиц Администрации и подготовку на них ответов.</w:t>
      </w:r>
    </w:p>
    <w:p w:rsidR="004D070C" w:rsidRPr="00EF3DEC" w:rsidRDefault="004D070C">
      <w:pPr>
        <w:widowControl w:val="0"/>
        <w:autoSpaceDE w:val="0"/>
        <w:autoSpaceDN w:val="0"/>
        <w:adjustRightInd w:val="0"/>
        <w:jc w:val="center"/>
      </w:pPr>
    </w:p>
    <w:p w:rsidR="004D070C" w:rsidRPr="00EF3DEC" w:rsidRDefault="004D070C">
      <w:pPr>
        <w:widowControl w:val="0"/>
        <w:autoSpaceDE w:val="0"/>
        <w:autoSpaceDN w:val="0"/>
        <w:adjustRightInd w:val="0"/>
        <w:jc w:val="center"/>
        <w:outlineLvl w:val="2"/>
      </w:pPr>
      <w:bookmarkStart w:id="29" w:name="Par291"/>
      <w:bookmarkEnd w:id="29"/>
      <w:r w:rsidRPr="00EF3DEC">
        <w:t>2. Порядок и периодичность осуществления плановых</w:t>
      </w:r>
    </w:p>
    <w:p w:rsidR="004D070C" w:rsidRPr="00EF3DEC" w:rsidRDefault="004D070C">
      <w:pPr>
        <w:widowControl w:val="0"/>
        <w:autoSpaceDE w:val="0"/>
        <w:autoSpaceDN w:val="0"/>
        <w:adjustRightInd w:val="0"/>
        <w:jc w:val="center"/>
      </w:pPr>
      <w:r w:rsidRPr="00EF3DEC">
        <w:t>и внеплановых проверок полноты и качества</w:t>
      </w:r>
    </w:p>
    <w:p w:rsidR="004D070C" w:rsidRPr="00EF3DEC" w:rsidRDefault="004D070C">
      <w:pPr>
        <w:widowControl w:val="0"/>
        <w:autoSpaceDE w:val="0"/>
        <w:autoSpaceDN w:val="0"/>
        <w:adjustRightInd w:val="0"/>
        <w:jc w:val="center"/>
      </w:pPr>
      <w:r w:rsidRPr="00EF3DEC">
        <w:t>исполнения муниципальной функции</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ind w:firstLine="540"/>
        <w:jc w:val="both"/>
      </w:pPr>
      <w:r w:rsidRPr="00EF3DEC">
        <w:t>2.1. Плановые проверки полноты и качества исполнения муниципальной функции проводятся ежеквартально в соответствии с квартальными планами.</w:t>
      </w:r>
    </w:p>
    <w:p w:rsidR="004D070C" w:rsidRPr="00EF3DEC" w:rsidRDefault="004D070C">
      <w:pPr>
        <w:widowControl w:val="0"/>
        <w:autoSpaceDE w:val="0"/>
        <w:autoSpaceDN w:val="0"/>
        <w:adjustRightInd w:val="0"/>
        <w:ind w:firstLine="540"/>
        <w:jc w:val="both"/>
      </w:pPr>
      <w:r w:rsidRPr="00EF3DEC">
        <w:t>2.2. Внеплановые проверки полноты и качества исполнения муниципальной функции проводятся по конкретному обращению заявителя.</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center"/>
        <w:outlineLvl w:val="2"/>
      </w:pPr>
      <w:bookmarkStart w:id="30" w:name="Par298"/>
      <w:bookmarkEnd w:id="30"/>
      <w:r w:rsidRPr="00EF3DEC">
        <w:t>3. Ответственность должностных лиц Администрации за решения,</w:t>
      </w:r>
    </w:p>
    <w:p w:rsidR="004D070C" w:rsidRPr="00EF3DEC" w:rsidRDefault="004D070C">
      <w:pPr>
        <w:widowControl w:val="0"/>
        <w:autoSpaceDE w:val="0"/>
        <w:autoSpaceDN w:val="0"/>
        <w:adjustRightInd w:val="0"/>
        <w:jc w:val="center"/>
      </w:pPr>
      <w:r w:rsidRPr="00EF3DEC">
        <w:t>действия (бездействие), принимаемые (осуществляемые)</w:t>
      </w:r>
    </w:p>
    <w:p w:rsidR="004D070C" w:rsidRPr="00EF3DEC" w:rsidRDefault="004D070C">
      <w:pPr>
        <w:widowControl w:val="0"/>
        <w:autoSpaceDE w:val="0"/>
        <w:autoSpaceDN w:val="0"/>
        <w:adjustRightInd w:val="0"/>
        <w:jc w:val="center"/>
      </w:pPr>
      <w:r w:rsidRPr="00EF3DEC">
        <w:t>в ходе исполнения муниципальной функции</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ind w:firstLine="540"/>
        <w:jc w:val="both"/>
      </w:pPr>
      <w:r w:rsidRPr="00EF3DEC">
        <w:t>3.1. Должностные лица, ответственные за исполнение муниципальной функции, несут персональную ответственность за соблюдение сроков и порядка исполнения муниципальной функции.</w:t>
      </w:r>
    </w:p>
    <w:p w:rsidR="004D070C" w:rsidRPr="00EF3DEC" w:rsidRDefault="004D070C">
      <w:pPr>
        <w:widowControl w:val="0"/>
        <w:autoSpaceDE w:val="0"/>
        <w:autoSpaceDN w:val="0"/>
        <w:adjustRightInd w:val="0"/>
        <w:ind w:firstLine="540"/>
        <w:jc w:val="both"/>
      </w:pPr>
      <w:r w:rsidRPr="00EF3DEC">
        <w:t>3.2. Персональная ответственность должностных лиц Администрации закрепляется в их должностных инструкциях в соответствии с требованиями законодательства Российской Федерации.</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center"/>
        <w:outlineLvl w:val="1"/>
      </w:pPr>
      <w:bookmarkStart w:id="31" w:name="Par305"/>
      <w:bookmarkEnd w:id="31"/>
      <w:r w:rsidRPr="00EF3DEC">
        <w:t>Раздел V. ДОСУДЕБНЫЙ (ВНЕСУДЕБНЫЙ) ПОРЯДОК ОБЖАЛОВАНИЯ</w:t>
      </w:r>
    </w:p>
    <w:p w:rsidR="004D070C" w:rsidRPr="00EF3DEC" w:rsidRDefault="004D070C">
      <w:pPr>
        <w:widowControl w:val="0"/>
        <w:autoSpaceDE w:val="0"/>
        <w:autoSpaceDN w:val="0"/>
        <w:adjustRightInd w:val="0"/>
        <w:jc w:val="center"/>
      </w:pPr>
      <w:r w:rsidRPr="00EF3DEC">
        <w:t>РЕШЕНИЙ И ДЕЙСТВИЙ (БЕЗДЕЙСТВИЯ) ОРГАНА, ИСПОЛНЯЮЩЕГО</w:t>
      </w:r>
    </w:p>
    <w:p w:rsidR="004D070C" w:rsidRPr="00EF3DEC" w:rsidRDefault="004D070C">
      <w:pPr>
        <w:widowControl w:val="0"/>
        <w:autoSpaceDE w:val="0"/>
        <w:autoSpaceDN w:val="0"/>
        <w:adjustRightInd w:val="0"/>
        <w:jc w:val="center"/>
      </w:pPr>
      <w:r w:rsidRPr="00EF3DEC">
        <w:t>МУНИЦИПАЛЬНУЮ ФУНКЦИЮ, А ТАКЖЕ ЕГО ДОЛЖНОСТНЫХ ЛИЦ</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center"/>
        <w:outlineLvl w:val="2"/>
      </w:pPr>
      <w:bookmarkStart w:id="32" w:name="Par309"/>
      <w:bookmarkEnd w:id="32"/>
      <w:r w:rsidRPr="00EF3DEC">
        <w:t>1. Право заявителя на досудебное (внесудебное) обжалование</w:t>
      </w:r>
    </w:p>
    <w:p w:rsidR="004D070C" w:rsidRPr="00EF3DEC" w:rsidRDefault="004D070C">
      <w:pPr>
        <w:widowControl w:val="0"/>
        <w:autoSpaceDE w:val="0"/>
        <w:autoSpaceDN w:val="0"/>
        <w:adjustRightInd w:val="0"/>
        <w:jc w:val="center"/>
      </w:pPr>
      <w:r w:rsidRPr="00EF3DEC">
        <w:t>решений и действий (бездействия) уполномоченного органа</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ind w:firstLine="540"/>
        <w:jc w:val="both"/>
      </w:pPr>
      <w:r w:rsidRPr="00EF3DEC">
        <w:t>1.1. Заявители имеют право на досудебное (внесудебное) обжалование решений и действий (бездействия), принятых (осуществленных) в ходе исполнения муниципальной функции, в том числе повлекших за собой нарушение прав юридических лиц и индивидуальных предпринимателей при проведении проверки.</w:t>
      </w:r>
    </w:p>
    <w:p w:rsidR="004D070C" w:rsidRPr="00EF3DEC" w:rsidRDefault="004D070C">
      <w:pPr>
        <w:widowControl w:val="0"/>
        <w:autoSpaceDE w:val="0"/>
        <w:autoSpaceDN w:val="0"/>
        <w:adjustRightInd w:val="0"/>
        <w:ind w:firstLine="540"/>
        <w:jc w:val="both"/>
      </w:pPr>
      <w:r w:rsidRPr="00EF3DEC">
        <w:t xml:space="preserve">1.2. Юридическое лицо, индивидуальный предприниматель, проверка которых проводилась, в случае несогласия с фактами, выводами, предложениями, изложенными в </w:t>
      </w:r>
      <w:hyperlink r:id="rId34" w:history="1">
        <w:r w:rsidRPr="00EF3DEC">
          <w:rPr>
            <w:color w:val="0000FF"/>
          </w:rPr>
          <w:t>акте</w:t>
        </w:r>
      </w:hyperlink>
      <w:r w:rsidRPr="00EF3DEC">
        <w:t xml:space="preserve"> проверки, либо с выданным предписанием об устранении выявленных нарушений в течение пятнадцати дней с даты получения </w:t>
      </w:r>
      <w:hyperlink r:id="rId35" w:history="1">
        <w:r w:rsidRPr="00EF3DEC">
          <w:rPr>
            <w:color w:val="0000FF"/>
          </w:rPr>
          <w:t>акта</w:t>
        </w:r>
      </w:hyperlink>
      <w:r w:rsidRPr="00EF3DEC">
        <w:t xml:space="preserve"> проверки вправе представить в Администрацию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center"/>
        <w:outlineLvl w:val="2"/>
      </w:pPr>
      <w:bookmarkStart w:id="33" w:name="Par315"/>
      <w:bookmarkEnd w:id="33"/>
      <w:r w:rsidRPr="00EF3DEC">
        <w:t>2. Предмет досудебного (внесудебного) обжалования</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ind w:firstLine="540"/>
        <w:jc w:val="both"/>
      </w:pPr>
      <w:r w:rsidRPr="00EF3DEC">
        <w:t>2.1. Предметом досудебного (внесудебного) обжалования являются решения и действия (бездействие) Администрации, его должностных лиц, принятые (осуществленные) в ходе исполнения муниципальной функции.</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center"/>
        <w:outlineLvl w:val="2"/>
      </w:pPr>
      <w:bookmarkStart w:id="34" w:name="Par319"/>
      <w:bookmarkEnd w:id="34"/>
      <w:r w:rsidRPr="00EF3DEC">
        <w:t>3. Порядок рассмотрения жалоб</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ind w:firstLine="540"/>
        <w:jc w:val="both"/>
      </w:pPr>
      <w:r w:rsidRPr="00EF3DEC">
        <w:t xml:space="preserve">3.1. Жалобы заявителей на решения и действия (бездействие) Администрации, его должностных лиц рассматриваются в порядке, предусмотренном Федеральным </w:t>
      </w:r>
      <w:hyperlink r:id="rId36" w:history="1">
        <w:r w:rsidRPr="00EF3DEC">
          <w:rPr>
            <w:color w:val="0000FF"/>
          </w:rPr>
          <w:t>законом</w:t>
        </w:r>
      </w:hyperlink>
      <w:r w:rsidRPr="00EF3DEC">
        <w:t xml:space="preserve"> "О порядке рассмотрения обращений граждан Российской Федерации" от 02.05.2006 N 59-ФЗ.</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center"/>
        <w:outlineLvl w:val="2"/>
      </w:pPr>
      <w:bookmarkStart w:id="35" w:name="Par323"/>
      <w:bookmarkEnd w:id="35"/>
      <w:r w:rsidRPr="00EF3DEC">
        <w:t>4. Основания для начала процедуры досудебного</w:t>
      </w:r>
    </w:p>
    <w:p w:rsidR="004D070C" w:rsidRPr="00EF3DEC" w:rsidRDefault="004D070C">
      <w:pPr>
        <w:widowControl w:val="0"/>
        <w:autoSpaceDE w:val="0"/>
        <w:autoSpaceDN w:val="0"/>
        <w:adjustRightInd w:val="0"/>
        <w:jc w:val="center"/>
      </w:pPr>
      <w:r w:rsidRPr="00EF3DEC">
        <w:t>(внесудебного) обжалования</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ind w:firstLine="540"/>
        <w:jc w:val="both"/>
      </w:pPr>
      <w:r w:rsidRPr="00EF3DEC">
        <w:t>4.1. Основанием для начала процедуры досудебного (внесудебного) обжалования является обращение заявителя на обжалование решений, действий (бездействия) Администрации, его должностных лиц.</w:t>
      </w:r>
    </w:p>
    <w:p w:rsidR="004D070C" w:rsidRPr="00EF3DEC" w:rsidRDefault="004D070C">
      <w:pPr>
        <w:widowControl w:val="0"/>
        <w:autoSpaceDE w:val="0"/>
        <w:autoSpaceDN w:val="0"/>
        <w:adjustRightInd w:val="0"/>
        <w:ind w:firstLine="540"/>
        <w:jc w:val="both"/>
      </w:pPr>
      <w:r w:rsidRPr="00EF3DEC">
        <w:t>4.2. В письменной жалобе заявителя в обязательном порядке указывается либо наименование Администрации, в которое направляется письменное обращение, либо фамилия, имя, отчество соответствующего должностного лица, либо должность соответствующего лица, а также полное наименование юридического лица, в том числе его организационно-правовая форма, фамилия, имя, отчество индивидуального предпринимателя, гражданина, почтовый (юридический) адрес, по которому должны быть направлены ответ, уведомление о переадресации обращения, излагается суть жалобы, ставится личная подпись и дата.</w:t>
      </w:r>
    </w:p>
    <w:p w:rsidR="004D070C" w:rsidRPr="00EF3DEC" w:rsidRDefault="004D070C">
      <w:pPr>
        <w:widowControl w:val="0"/>
        <w:autoSpaceDE w:val="0"/>
        <w:autoSpaceDN w:val="0"/>
        <w:adjustRightInd w:val="0"/>
        <w:ind w:firstLine="540"/>
        <w:jc w:val="both"/>
      </w:pPr>
      <w:r w:rsidRPr="00EF3DEC">
        <w:t>В случае необходимости в подтверждение своих доводов заявитель прилагает к письменной жалобе документы и материалы либо их копии.</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center"/>
        <w:outlineLvl w:val="2"/>
      </w:pPr>
      <w:bookmarkStart w:id="36" w:name="Par330"/>
      <w:bookmarkEnd w:id="36"/>
      <w:r w:rsidRPr="00EF3DEC">
        <w:t>5. Права заявителя на получение информации и документов,</w:t>
      </w:r>
    </w:p>
    <w:p w:rsidR="004D070C" w:rsidRPr="00EF3DEC" w:rsidRDefault="004D070C">
      <w:pPr>
        <w:widowControl w:val="0"/>
        <w:autoSpaceDE w:val="0"/>
        <w:autoSpaceDN w:val="0"/>
        <w:adjustRightInd w:val="0"/>
        <w:jc w:val="center"/>
      </w:pPr>
      <w:r w:rsidRPr="00EF3DEC">
        <w:t>необходимых для обоснования и рассмотрения жалобы</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ind w:firstLine="540"/>
        <w:jc w:val="both"/>
      </w:pPr>
      <w:r w:rsidRPr="00EF3DEC">
        <w:t>5.1. Заявитель имеет право на получение информации и документов, необходимых для обоснования и рассмотрения жалобы,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w:t>
      </w:r>
    </w:p>
    <w:p w:rsidR="004D070C" w:rsidRPr="00EF3DEC" w:rsidRDefault="004D070C">
      <w:pPr>
        <w:widowControl w:val="0"/>
        <w:autoSpaceDE w:val="0"/>
        <w:autoSpaceDN w:val="0"/>
        <w:adjustRightInd w:val="0"/>
        <w:jc w:val="both"/>
      </w:pPr>
    </w:p>
    <w:p w:rsidR="004D070C" w:rsidRPr="00EF3DEC" w:rsidRDefault="004D070C" w:rsidP="00340DA7">
      <w:pPr>
        <w:widowControl w:val="0"/>
        <w:autoSpaceDE w:val="0"/>
        <w:autoSpaceDN w:val="0"/>
        <w:adjustRightInd w:val="0"/>
        <w:jc w:val="center"/>
        <w:outlineLvl w:val="2"/>
      </w:pPr>
      <w:bookmarkStart w:id="37" w:name="Par335"/>
      <w:bookmarkEnd w:id="37"/>
      <w:r w:rsidRPr="00EF3DEC">
        <w:t>6. Органы местного самоуправления сельского поселения Девлезеркино, должностные лица, которым может быть</w:t>
      </w:r>
    </w:p>
    <w:p w:rsidR="004D070C" w:rsidRPr="00EF3DEC" w:rsidRDefault="004D070C">
      <w:pPr>
        <w:widowControl w:val="0"/>
        <w:autoSpaceDE w:val="0"/>
        <w:autoSpaceDN w:val="0"/>
        <w:adjustRightInd w:val="0"/>
        <w:jc w:val="center"/>
      </w:pPr>
      <w:r w:rsidRPr="00EF3DEC">
        <w:t>адресована жалоба заявителя в досудебном</w:t>
      </w:r>
    </w:p>
    <w:p w:rsidR="004D070C" w:rsidRPr="00EF3DEC" w:rsidRDefault="004D070C">
      <w:pPr>
        <w:widowControl w:val="0"/>
        <w:autoSpaceDE w:val="0"/>
        <w:autoSpaceDN w:val="0"/>
        <w:adjustRightInd w:val="0"/>
        <w:jc w:val="center"/>
      </w:pPr>
      <w:r w:rsidRPr="00EF3DEC">
        <w:t>(внесудебном) порядке</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ind w:firstLine="540"/>
        <w:jc w:val="both"/>
      </w:pPr>
      <w:r w:rsidRPr="00EF3DEC">
        <w:t>6.1. Решения, действия (бездействие) должностных лиц Администрации могут быть обжалованы:</w:t>
      </w:r>
    </w:p>
    <w:p w:rsidR="004D070C" w:rsidRPr="00EF3DEC" w:rsidRDefault="004D070C">
      <w:pPr>
        <w:widowControl w:val="0"/>
        <w:autoSpaceDE w:val="0"/>
        <w:autoSpaceDN w:val="0"/>
        <w:adjustRightInd w:val="0"/>
        <w:ind w:firstLine="540"/>
        <w:jc w:val="both"/>
      </w:pPr>
      <w:r w:rsidRPr="00EF3DEC">
        <w:t>- Главе поселения;</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center"/>
        <w:outlineLvl w:val="2"/>
      </w:pPr>
      <w:bookmarkStart w:id="38" w:name="Par345"/>
      <w:bookmarkEnd w:id="38"/>
      <w:r w:rsidRPr="00EF3DEC">
        <w:t>7. Сроки рассмотрения жалобы</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ind w:firstLine="540"/>
        <w:jc w:val="both"/>
      </w:pPr>
      <w:r w:rsidRPr="00EF3DEC">
        <w:t>7.1. Письменная жалоба рассматривается в течение 30 дней со дня регистрации жалобы.</w:t>
      </w:r>
    </w:p>
    <w:p w:rsidR="004D070C" w:rsidRPr="00EF3DEC" w:rsidRDefault="004D070C">
      <w:pPr>
        <w:widowControl w:val="0"/>
        <w:autoSpaceDE w:val="0"/>
        <w:autoSpaceDN w:val="0"/>
        <w:adjustRightInd w:val="0"/>
        <w:ind w:firstLine="540"/>
        <w:jc w:val="both"/>
      </w:pPr>
      <w:r w:rsidRPr="00EF3DEC">
        <w:t>7.2. В исключительных случаях срок рассмотрения жалобы может быть продлен не более чем на 30 дней с уведомлением об этом заявителя. К исключительным случаям, при которых срок рассмотрения жалобы может быть продлен, относятся отпуск, болезнь, командировка должностного лица Администрации, на решения, действия (бездействие) которого подана жалоба.</w:t>
      </w:r>
    </w:p>
    <w:p w:rsidR="004D070C" w:rsidRPr="00EF3DEC" w:rsidRDefault="004D070C">
      <w:pPr>
        <w:widowControl w:val="0"/>
        <w:autoSpaceDE w:val="0"/>
        <w:autoSpaceDN w:val="0"/>
        <w:adjustRightInd w:val="0"/>
        <w:jc w:val="both"/>
      </w:pPr>
    </w:p>
    <w:p w:rsidR="004D070C" w:rsidRPr="00EF3DEC" w:rsidRDefault="004D070C" w:rsidP="003B6F44">
      <w:pPr>
        <w:widowControl w:val="0"/>
        <w:autoSpaceDE w:val="0"/>
        <w:autoSpaceDN w:val="0"/>
        <w:adjustRightInd w:val="0"/>
        <w:jc w:val="center"/>
        <w:outlineLvl w:val="2"/>
      </w:pPr>
      <w:bookmarkStart w:id="39" w:name="Par350"/>
      <w:bookmarkEnd w:id="39"/>
      <w:r w:rsidRPr="00EF3DEC">
        <w:t>8. Результат досудебного (внесудебного) обжалования</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ind w:firstLine="540"/>
        <w:jc w:val="both"/>
      </w:pPr>
      <w:r w:rsidRPr="00EF3DEC">
        <w:t>8.1. По результатам рассмотрения жалобы принимаются меры, направленные на восстановление или защиту нарушенных прав, свобод и законных интересов заявителя, дается письменный ответ по существу поставленных в жалобе вопросов, обеспечивается направление ответа на письменное обращение по почтовому (юридическому) адресу, указанному заявителем.</w:t>
      </w: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right"/>
        <w:outlineLvl w:val="1"/>
      </w:pPr>
      <w:bookmarkStart w:id="40" w:name="Par358"/>
      <w:bookmarkEnd w:id="40"/>
      <w:r w:rsidRPr="00EF3DEC">
        <w:t>Приложение N 1</w:t>
      </w:r>
    </w:p>
    <w:p w:rsidR="004D070C" w:rsidRPr="00EF3DEC" w:rsidRDefault="004D070C" w:rsidP="00ED1CA1">
      <w:pPr>
        <w:widowControl w:val="0"/>
        <w:autoSpaceDE w:val="0"/>
        <w:autoSpaceDN w:val="0"/>
        <w:adjustRightInd w:val="0"/>
        <w:jc w:val="right"/>
      </w:pPr>
      <w:r w:rsidRPr="00EF3DEC">
        <w:t>к Административному регламенту</w:t>
      </w:r>
    </w:p>
    <w:p w:rsidR="004D070C" w:rsidRPr="00EF3DEC" w:rsidRDefault="004D070C" w:rsidP="00ED1CA1">
      <w:pPr>
        <w:widowControl w:val="0"/>
        <w:autoSpaceDE w:val="0"/>
        <w:autoSpaceDN w:val="0"/>
        <w:adjustRightInd w:val="0"/>
        <w:jc w:val="right"/>
        <w:rPr>
          <w:color w:val="000000"/>
        </w:rPr>
      </w:pPr>
      <w:r w:rsidRPr="00EF3DEC">
        <w:rPr>
          <w:color w:val="000000"/>
        </w:rPr>
        <w:t xml:space="preserve">по исполнению муниципальной функции  осуществления </w:t>
      </w:r>
    </w:p>
    <w:p w:rsidR="004D070C" w:rsidRPr="00EF3DEC" w:rsidRDefault="004D070C" w:rsidP="00ED1CA1">
      <w:pPr>
        <w:widowControl w:val="0"/>
        <w:autoSpaceDE w:val="0"/>
        <w:autoSpaceDN w:val="0"/>
        <w:adjustRightInd w:val="0"/>
        <w:jc w:val="right"/>
        <w:rPr>
          <w:color w:val="000000"/>
        </w:rPr>
      </w:pPr>
      <w:r w:rsidRPr="00EF3DEC">
        <w:rPr>
          <w:color w:val="000000"/>
        </w:rPr>
        <w:t xml:space="preserve">муниципального контроля «Контроль за сохранностью </w:t>
      </w:r>
    </w:p>
    <w:p w:rsidR="004D070C" w:rsidRPr="00EF3DEC" w:rsidRDefault="004D070C" w:rsidP="00ED1CA1">
      <w:pPr>
        <w:widowControl w:val="0"/>
        <w:autoSpaceDE w:val="0"/>
        <w:autoSpaceDN w:val="0"/>
        <w:adjustRightInd w:val="0"/>
        <w:jc w:val="right"/>
        <w:rPr>
          <w:color w:val="000000"/>
        </w:rPr>
      </w:pPr>
      <w:r w:rsidRPr="00EF3DEC">
        <w:rPr>
          <w:color w:val="000000"/>
        </w:rPr>
        <w:t xml:space="preserve">автомобильных дорог  местного значения в границах </w:t>
      </w:r>
    </w:p>
    <w:p w:rsidR="004D070C" w:rsidRPr="00EF3DEC" w:rsidRDefault="004D070C" w:rsidP="00ED1CA1">
      <w:pPr>
        <w:widowControl w:val="0"/>
        <w:autoSpaceDE w:val="0"/>
        <w:autoSpaceDN w:val="0"/>
        <w:adjustRightInd w:val="0"/>
        <w:jc w:val="right"/>
        <w:rPr>
          <w:color w:val="000000"/>
        </w:rPr>
      </w:pPr>
      <w:r w:rsidRPr="00EF3DEC">
        <w:rPr>
          <w:color w:val="000000"/>
        </w:rPr>
        <w:t>сельскогопоселения</w:t>
      </w:r>
      <w:r>
        <w:rPr>
          <w:color w:val="000000"/>
        </w:rPr>
        <w:t>Красный Строитель</w:t>
      </w:r>
      <w:r w:rsidRPr="00EF3DEC">
        <w:rPr>
          <w:color w:val="000000"/>
        </w:rPr>
        <w:t xml:space="preserve"> муниципального </w:t>
      </w:r>
    </w:p>
    <w:p w:rsidR="004D070C" w:rsidRPr="00EF3DEC" w:rsidRDefault="004D070C" w:rsidP="00ED1CA1">
      <w:pPr>
        <w:widowControl w:val="0"/>
        <w:autoSpaceDE w:val="0"/>
        <w:autoSpaceDN w:val="0"/>
        <w:adjustRightInd w:val="0"/>
        <w:jc w:val="right"/>
        <w:rPr>
          <w:color w:val="000000"/>
        </w:rPr>
      </w:pPr>
      <w:r w:rsidRPr="00EF3DEC">
        <w:rPr>
          <w:color w:val="000000"/>
        </w:rPr>
        <w:t>района Челно-Вершинский Самарской области»</w:t>
      </w:r>
    </w:p>
    <w:p w:rsidR="004D070C" w:rsidRPr="00EF3DEC" w:rsidRDefault="004D070C" w:rsidP="00ED1CA1">
      <w:pPr>
        <w:widowControl w:val="0"/>
        <w:autoSpaceDE w:val="0"/>
        <w:autoSpaceDN w:val="0"/>
        <w:adjustRightInd w:val="0"/>
        <w:jc w:val="right"/>
        <w:rPr>
          <w:color w:val="000000"/>
        </w:rPr>
      </w:pPr>
      <w:r w:rsidRPr="00EF3DEC">
        <w:rPr>
          <w:color w:val="000000"/>
        </w:rPr>
        <w:t>от__________ № __</w:t>
      </w:r>
    </w:p>
    <w:p w:rsidR="004D070C" w:rsidRPr="00EF3DEC" w:rsidRDefault="004D070C">
      <w:pPr>
        <w:widowControl w:val="0"/>
        <w:autoSpaceDE w:val="0"/>
        <w:autoSpaceDN w:val="0"/>
        <w:adjustRightInd w:val="0"/>
        <w:jc w:val="right"/>
      </w:pP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both"/>
      </w:pPr>
    </w:p>
    <w:p w:rsidR="004D070C" w:rsidRPr="00EF3DEC" w:rsidRDefault="004D070C">
      <w:pPr>
        <w:widowControl w:val="0"/>
        <w:autoSpaceDE w:val="0"/>
        <w:autoSpaceDN w:val="0"/>
        <w:adjustRightInd w:val="0"/>
        <w:jc w:val="center"/>
      </w:pPr>
      <w:bookmarkStart w:id="41" w:name="Par365"/>
      <w:bookmarkEnd w:id="41"/>
      <w:r w:rsidRPr="00EF3DEC">
        <w:t>БЛОК-СХЕМА</w:t>
      </w:r>
    </w:p>
    <w:p w:rsidR="004D070C" w:rsidRPr="00EF3DEC" w:rsidRDefault="004D070C" w:rsidP="00655106">
      <w:pPr>
        <w:widowControl w:val="0"/>
        <w:autoSpaceDE w:val="0"/>
        <w:autoSpaceDN w:val="0"/>
        <w:adjustRightInd w:val="0"/>
        <w:jc w:val="center"/>
        <w:rPr>
          <w:color w:val="000000"/>
        </w:rPr>
      </w:pPr>
      <w:r w:rsidRPr="00EF3DEC">
        <w:rPr>
          <w:color w:val="000000"/>
        </w:rPr>
        <w:t xml:space="preserve">по исполнению муниципальной функции  осуществления муниципального контроля «Контроль за сохранностью автомобильных дорог  местного значения в границах сельского поселения </w:t>
      </w:r>
      <w:r>
        <w:rPr>
          <w:color w:val="000000"/>
        </w:rPr>
        <w:t>Красный Строитель</w:t>
      </w:r>
      <w:r w:rsidRPr="00EF3DEC">
        <w:rPr>
          <w:color w:val="000000"/>
        </w:rPr>
        <w:t xml:space="preserve"> муниципального района Челно-Вершинский Самарской области»</w:t>
      </w:r>
    </w:p>
    <w:p w:rsidR="004D070C" w:rsidRPr="00EF3DEC" w:rsidRDefault="004D070C">
      <w:pPr>
        <w:widowControl w:val="0"/>
        <w:autoSpaceDE w:val="0"/>
        <w:autoSpaceDN w:val="0"/>
        <w:adjustRightInd w:val="0"/>
        <w:jc w:val="center"/>
      </w:pPr>
      <w:r w:rsidRPr="00EF3DEC">
        <w:t>"</w:t>
      </w:r>
    </w:p>
    <w:p w:rsidR="004D070C" w:rsidRPr="00EF3DEC" w:rsidRDefault="004D070C">
      <w:pPr>
        <w:widowControl w:val="0"/>
        <w:autoSpaceDE w:val="0"/>
        <w:autoSpaceDN w:val="0"/>
        <w:adjustRightInd w:val="0"/>
        <w:jc w:val="both"/>
      </w:pPr>
      <w:r>
        <w:rPr>
          <w:noProof/>
        </w:rPr>
        <w:pict>
          <v:shape id="Поле 3" o:spid="_x0000_s1028" type="#_x0000_t202" style="position:absolute;left:0;text-align:left;margin-left:247.25pt;margin-top:5.1pt;width:204.2pt;height:65.3pt;z-index:251650560;visibility:visible" strokeweight=".5pt">
            <v:textbox>
              <w:txbxContent>
                <w:p w:rsidR="004D070C" w:rsidRPr="00655106" w:rsidRDefault="004D070C" w:rsidP="00655106">
                  <w:pPr>
                    <w:jc w:val="center"/>
                  </w:pPr>
                  <w:r>
                    <w:t xml:space="preserve">Поступление информации указанной в подпункте 2.1.2.2.  пункта 2.1. раздела </w:t>
                  </w:r>
                  <w:r>
                    <w:rPr>
                      <w:lang w:val="en-US"/>
                    </w:rPr>
                    <w:t>III</w:t>
                  </w:r>
                  <w:r>
                    <w:t>настоящего Административного регламента</w:t>
                  </w:r>
                </w:p>
              </w:txbxContent>
            </v:textbox>
          </v:shape>
        </w:pict>
      </w:r>
      <w:r>
        <w:rPr>
          <w:noProof/>
        </w:rPr>
        <w:pict>
          <v:shape id="Поле 2" o:spid="_x0000_s1029" type="#_x0000_t202" style="position:absolute;left:0;text-align:left;margin-left:-8.05pt;margin-top:5.9pt;width:191.7pt;height:65.3pt;z-index:251649536;visibility:visible" strokeweight=".5pt">
            <v:textbox>
              <w:txbxContent>
                <w:p w:rsidR="004D070C" w:rsidRDefault="004D070C" w:rsidP="00655106">
                  <w:pPr>
                    <w:jc w:val="center"/>
                  </w:pPr>
                  <w:r>
                    <w:t>Ежегодный план проведения проверок юридических лиц и индивидуальных предпринимателей</w:t>
                  </w:r>
                </w:p>
              </w:txbxContent>
            </v:textbox>
          </v:shape>
        </w:pict>
      </w:r>
    </w:p>
    <w:p w:rsidR="004D070C" w:rsidRPr="00EF3DEC" w:rsidRDefault="004D070C" w:rsidP="00655106">
      <w:pPr>
        <w:pStyle w:val="ConsPlusNonformat"/>
        <w:rPr>
          <w:rFonts w:ascii="Times New Roman" w:hAnsi="Times New Roman" w:cs="Times New Roman"/>
          <w:sz w:val="24"/>
          <w:szCs w:val="24"/>
        </w:rPr>
      </w:pPr>
      <w:r>
        <w:rPr>
          <w:noProof/>
        </w:rPr>
        <w:pict>
          <v:shape id="Поле 10" o:spid="_x0000_s1030" type="#_x0000_t202" style="position:absolute;margin-left:-8pt;margin-top:344.75pt;width:467.15pt;height:92.05pt;z-index:251657728;visibility:visible" strokeweight=".5pt">
            <v:textbox>
              <w:txbxContent>
                <w:p w:rsidR="004D070C" w:rsidRPr="00C276BF" w:rsidRDefault="004D070C" w:rsidP="00C276BF">
                  <w:pPr>
                    <w:autoSpaceDE w:val="0"/>
                    <w:autoSpaceDN w:val="0"/>
                    <w:adjustRightInd w:val="0"/>
                    <w:jc w:val="both"/>
                    <w:rPr>
                      <w:lang w:eastAsia="en-US"/>
                    </w:rPr>
                  </w:pPr>
                  <w:r w:rsidRPr="00C276BF">
                    <w:rPr>
                      <w:lang w:eastAsia="en-US"/>
                    </w:rPr>
                    <w:t xml:space="preserve">Принятие мер по факту выявленных нарушений в соответствии со </w:t>
                  </w:r>
                  <w:hyperlink r:id="rId37" w:history="1">
                    <w:r w:rsidRPr="00C276BF">
                      <w:rPr>
                        <w:color w:val="0000FF"/>
                        <w:lang w:eastAsia="en-US"/>
                      </w:rPr>
                      <w:t>статьей 17</w:t>
                    </w:r>
                  </w:hyperlink>
                  <w:r w:rsidRPr="00C276BF">
                    <w:rPr>
                      <w:lang w:eastAsia="en-US"/>
                    </w:rP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имуниципального контроля", в том числе выдача обязательного для исполнения    предписания, принятие мер по контролю за устранением выявленных      нарушений, принятие мер по привлечению к ответственности</w:t>
                  </w:r>
                  <w:r>
                    <w:rPr>
                      <w:lang w:eastAsia="en-US"/>
                    </w:rPr>
                    <w:t>.</w:t>
                  </w:r>
                </w:p>
                <w:p w:rsidR="004D070C" w:rsidRDefault="004D070C" w:rsidP="00C276BF">
                  <w:pPr>
                    <w:jc w:val="both"/>
                  </w:pPr>
                </w:p>
              </w:txbxContent>
            </v:textbox>
          </v:shape>
        </w:pict>
      </w:r>
      <w:r>
        <w:rPr>
          <w:noProof/>
        </w:rPr>
        <w:pict>
          <v:line id="Прямая соединительная линия 18" o:spid="_x0000_s1031" style="position:absolute;z-index:251665920;visibility:visible" from="273.25pt,324.7pt" to="273.25pt,343.1pt" strokecolor="#4579b8"/>
        </w:pict>
      </w:r>
      <w:r>
        <w:rPr>
          <w:noProof/>
        </w:rPr>
        <w:pict>
          <v:shape id="Поле 8" o:spid="_x0000_s1032" type="#_x0000_t202" style="position:absolute;margin-left:-17.2pt;margin-top:220.8pt;width:225.15pt;height:108pt;z-index:251655680;visibility:visible" strokeweight=".5pt">
            <v:textbox>
              <w:txbxContent>
                <w:p w:rsidR="004D070C" w:rsidRDefault="004D070C" w:rsidP="00C276BF">
                  <w:pPr>
                    <w:jc w:val="both"/>
                  </w:pPr>
                  <w:r>
                    <w:t>Составление акта проверки и ознакомления с ним руководителю, иного должностного лица или уполномоченного представителя юридического лица, индивидуального предпринимателя, уполномоченного представителя</w:t>
                  </w:r>
                </w:p>
              </w:txbxContent>
            </v:textbox>
          </v:shape>
        </w:pict>
      </w:r>
      <w:r>
        <w:rPr>
          <w:noProof/>
        </w:rPr>
        <w:pict>
          <v:shape id="Поле 9" o:spid="_x0000_s1033" type="#_x0000_t202" style="position:absolute;margin-left:228.05pt;margin-top:216.6pt;width:223.45pt;height:108pt;z-index:251656704;visibility:visible" strokeweight=".5pt">
            <v:textbox>
              <w:txbxContent>
                <w:p w:rsidR="004D070C" w:rsidRDefault="004D070C" w:rsidP="00C276BF">
                  <w:pPr>
                    <w:jc w:val="both"/>
                  </w:pPr>
                  <w:r>
                    <w:t>Составление акта проверки и ознакомления с ним руководителю, иного должностного лица или уполномоченного представителя юридического лица, индивидуального предпринимателя, уполномоченного представителя</w:t>
                  </w:r>
                </w:p>
                <w:p w:rsidR="004D070C" w:rsidRDefault="004D070C"/>
              </w:txbxContent>
            </v:textbox>
          </v:shape>
        </w:pict>
      </w:r>
      <w:r>
        <w:rPr>
          <w:noProof/>
        </w:rPr>
        <w:pict>
          <v:line id="Прямая соединительная линия 17" o:spid="_x0000_s1034" style="position:absolute;z-index:251664896;visibility:visible" from="320.95pt,196.6pt" to="320.95pt,215pt" strokecolor="#4579b8"/>
        </w:pict>
      </w:r>
      <w:r>
        <w:rPr>
          <w:noProof/>
        </w:rPr>
        <w:pict>
          <v:line id="Прямая соединительная линия 16" o:spid="_x0000_s1035" style="position:absolute;z-index:251663872;visibility:visible" from="94.95pt,204.1pt" to="94.95pt,220.85pt" strokecolor="#4579b8"/>
        </w:pict>
      </w:r>
      <w:r>
        <w:rPr>
          <w:noProof/>
        </w:rPr>
        <w:pict>
          <v:shape id="Поле 7" o:spid="_x0000_s1036" type="#_x0000_t202" style="position:absolute;margin-left:228.05pt;margin-top:158.1pt;width:182.5pt;height:38.5pt;z-index:251654656;visibility:visible" strokeweight=".5pt">
            <v:textbox>
              <w:txbxContent>
                <w:p w:rsidR="004D070C" w:rsidRDefault="004D070C">
                  <w:r>
                    <w:t xml:space="preserve">При выявлении нарушений обязательных требований </w:t>
                  </w:r>
                </w:p>
              </w:txbxContent>
            </v:textbox>
          </v:shape>
        </w:pict>
      </w:r>
      <w:r>
        <w:rPr>
          <w:noProof/>
        </w:rPr>
        <w:pict>
          <v:shape id="Поле 6" o:spid="_x0000_s1037" type="#_x0000_t202" style="position:absolute;margin-left:1.15pt;margin-top:159.8pt;width:182.5pt;height:44.35pt;z-index:251653632;visibility:visible" strokeweight=".5pt">
            <v:textbox>
              <w:txbxContent>
                <w:p w:rsidR="004D070C" w:rsidRDefault="004D070C">
                  <w:r>
                    <w:t>При отсутствии нарушений обязательных требований</w:t>
                  </w:r>
                </w:p>
              </w:txbxContent>
            </v:textbox>
          </v:shape>
        </w:pict>
      </w:r>
      <w:r>
        <w:rPr>
          <w:noProof/>
        </w:rPr>
        <w:pict>
          <v:line id="Прямая соединительная линия 15" o:spid="_x0000_s1038" style="position:absolute;z-index:251662848;visibility:visible" from="303.4pt,145.55pt" to="303.4pt,159.8pt" strokecolor="#4579b8"/>
        </w:pict>
      </w:r>
      <w:r>
        <w:rPr>
          <w:noProof/>
        </w:rPr>
        <w:pict>
          <v:line id="Прямая соединительная линия 12" o:spid="_x0000_s1039" style="position:absolute;z-index:251659776;visibility:visible" from="346.95pt,55.1pt" to="346.95pt,68.45pt"/>
        </w:pict>
      </w:r>
      <w:r>
        <w:rPr>
          <w:noProof/>
        </w:rPr>
        <w:pict>
          <v:line id="Прямая соединительная линия 14" o:spid="_x0000_s1040" style="position:absolute;z-index:251661824;visibility:visible" from="118.4pt,145.55pt" to="118.4pt,159.8pt" strokecolor="#4579b8"/>
        </w:pict>
      </w:r>
      <w:r>
        <w:rPr>
          <w:noProof/>
        </w:rPr>
        <w:pict>
          <v:line id="Прямая соединительная линия 13" o:spid="_x0000_s1041" style="position:absolute;z-index:251660800;visibility:visible" from="213pt,96.15pt" to="213pt,110.4pt" strokecolor="#4579b8"/>
        </w:pict>
      </w:r>
      <w:r>
        <w:rPr>
          <w:noProof/>
        </w:rPr>
        <w:pict>
          <v:line id="Прямая соединительная линия 11" o:spid="_x0000_s1042" style="position:absolute;z-index:251658752;visibility:visible" from="81.55pt,55.15pt" to="81.55pt,68.55pt"/>
        </w:pict>
      </w:r>
      <w:r>
        <w:rPr>
          <w:noProof/>
        </w:rPr>
        <w:pict>
          <v:shape id="Поле 5" o:spid="_x0000_s1043" type="#_x0000_t202" style="position:absolute;margin-left:17.95pt;margin-top:110.35pt;width:406pt;height:35.15pt;z-index:251652608;visibility:visible" strokeweight=".5pt">
            <v:textbox>
              <w:txbxContent>
                <w:p w:rsidR="004D070C" w:rsidRDefault="004D070C">
                  <w:r>
                    <w:t>Проведение проверки ( плановой, внеплановой, документарной, выездной)</w:t>
                  </w:r>
                </w:p>
              </w:txbxContent>
            </v:textbox>
          </v:shape>
        </w:pict>
      </w:r>
      <w:r>
        <w:rPr>
          <w:noProof/>
        </w:rPr>
        <w:pict>
          <v:shape id="Поле 4" o:spid="_x0000_s1044" type="#_x0000_t202" style="position:absolute;margin-left:17.9pt;margin-top:68.55pt;width:411.05pt;height:27.6pt;z-index:251651584;visibility:visible" strokeweight=".5pt">
            <v:textbox>
              <w:txbxContent>
                <w:p w:rsidR="004D070C" w:rsidRDefault="004D070C">
                  <w:r>
                    <w:t>Принятие решения о проведении проверки и подготовка к ее проведению</w:t>
                  </w:r>
                </w:p>
              </w:txbxContent>
            </v:textbox>
          </v:shape>
        </w:pict>
      </w:r>
    </w:p>
    <w:sectPr w:rsidR="004D070C" w:rsidRPr="00EF3DEC" w:rsidSect="008F39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070C" w:rsidRDefault="004D070C" w:rsidP="00815EC5">
      <w:r>
        <w:separator/>
      </w:r>
    </w:p>
  </w:endnote>
  <w:endnote w:type="continuationSeparator" w:id="1">
    <w:p w:rsidR="004D070C" w:rsidRDefault="004D070C" w:rsidP="00815E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070C" w:rsidRDefault="004D070C" w:rsidP="00815EC5">
      <w:r>
        <w:separator/>
      </w:r>
    </w:p>
  </w:footnote>
  <w:footnote w:type="continuationSeparator" w:id="1">
    <w:p w:rsidR="004D070C" w:rsidRDefault="004D070C" w:rsidP="00815E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798D"/>
    <w:rsid w:val="0000274C"/>
    <w:rsid w:val="00005E89"/>
    <w:rsid w:val="00006101"/>
    <w:rsid w:val="00017CF9"/>
    <w:rsid w:val="0002028C"/>
    <w:rsid w:val="000217E2"/>
    <w:rsid w:val="0002445A"/>
    <w:rsid w:val="00026800"/>
    <w:rsid w:val="0004228A"/>
    <w:rsid w:val="00042981"/>
    <w:rsid w:val="00044153"/>
    <w:rsid w:val="000443AE"/>
    <w:rsid w:val="0004624B"/>
    <w:rsid w:val="000506F6"/>
    <w:rsid w:val="00060EEA"/>
    <w:rsid w:val="00067191"/>
    <w:rsid w:val="00076FB4"/>
    <w:rsid w:val="00083C80"/>
    <w:rsid w:val="00086579"/>
    <w:rsid w:val="00096C55"/>
    <w:rsid w:val="000A0383"/>
    <w:rsid w:val="000A5742"/>
    <w:rsid w:val="000B0709"/>
    <w:rsid w:val="000B729C"/>
    <w:rsid w:val="000B7419"/>
    <w:rsid w:val="000E3DEC"/>
    <w:rsid w:val="000E701B"/>
    <w:rsid w:val="000F1ED4"/>
    <w:rsid w:val="000F55A7"/>
    <w:rsid w:val="000F7ECD"/>
    <w:rsid w:val="00117DC6"/>
    <w:rsid w:val="00123C83"/>
    <w:rsid w:val="001245BD"/>
    <w:rsid w:val="0012610F"/>
    <w:rsid w:val="00127172"/>
    <w:rsid w:val="00127AE5"/>
    <w:rsid w:val="00146EF0"/>
    <w:rsid w:val="00154004"/>
    <w:rsid w:val="00154BCA"/>
    <w:rsid w:val="00174752"/>
    <w:rsid w:val="00174CDA"/>
    <w:rsid w:val="001800D7"/>
    <w:rsid w:val="0018264D"/>
    <w:rsid w:val="001A6021"/>
    <w:rsid w:val="001B021E"/>
    <w:rsid w:val="001B2AC0"/>
    <w:rsid w:val="001B4E2A"/>
    <w:rsid w:val="001B500B"/>
    <w:rsid w:val="001B5042"/>
    <w:rsid w:val="001C0DC1"/>
    <w:rsid w:val="001C659A"/>
    <w:rsid w:val="001C672F"/>
    <w:rsid w:val="001D09A7"/>
    <w:rsid w:val="001D0C83"/>
    <w:rsid w:val="001D41EC"/>
    <w:rsid w:val="001D7144"/>
    <w:rsid w:val="001E0BC3"/>
    <w:rsid w:val="001F5179"/>
    <w:rsid w:val="001F7087"/>
    <w:rsid w:val="002064B5"/>
    <w:rsid w:val="00222F62"/>
    <w:rsid w:val="00231DC3"/>
    <w:rsid w:val="002323B1"/>
    <w:rsid w:val="00232A61"/>
    <w:rsid w:val="00235956"/>
    <w:rsid w:val="00240645"/>
    <w:rsid w:val="002425EF"/>
    <w:rsid w:val="002611AC"/>
    <w:rsid w:val="00263BF5"/>
    <w:rsid w:val="00266B95"/>
    <w:rsid w:val="00274F58"/>
    <w:rsid w:val="002926AA"/>
    <w:rsid w:val="00293C9A"/>
    <w:rsid w:val="002951CF"/>
    <w:rsid w:val="002973D1"/>
    <w:rsid w:val="002A27EA"/>
    <w:rsid w:val="002A53DF"/>
    <w:rsid w:val="002B124C"/>
    <w:rsid w:val="002B2C12"/>
    <w:rsid w:val="002B5FD1"/>
    <w:rsid w:val="002B6F06"/>
    <w:rsid w:val="002B7E29"/>
    <w:rsid w:val="002C6939"/>
    <w:rsid w:val="002D30A9"/>
    <w:rsid w:val="002E063D"/>
    <w:rsid w:val="00305375"/>
    <w:rsid w:val="00310E5E"/>
    <w:rsid w:val="00313C65"/>
    <w:rsid w:val="00320A48"/>
    <w:rsid w:val="003312F0"/>
    <w:rsid w:val="00334E09"/>
    <w:rsid w:val="00336E7F"/>
    <w:rsid w:val="00340DA7"/>
    <w:rsid w:val="00341E39"/>
    <w:rsid w:val="00344D3A"/>
    <w:rsid w:val="00347F5E"/>
    <w:rsid w:val="003514E4"/>
    <w:rsid w:val="003535C1"/>
    <w:rsid w:val="00360152"/>
    <w:rsid w:val="00362052"/>
    <w:rsid w:val="00362595"/>
    <w:rsid w:val="00372149"/>
    <w:rsid w:val="00372501"/>
    <w:rsid w:val="003806BA"/>
    <w:rsid w:val="00395346"/>
    <w:rsid w:val="003A4AB9"/>
    <w:rsid w:val="003A6D20"/>
    <w:rsid w:val="003B0510"/>
    <w:rsid w:val="003B06EA"/>
    <w:rsid w:val="003B20AD"/>
    <w:rsid w:val="003B2293"/>
    <w:rsid w:val="003B4229"/>
    <w:rsid w:val="003B6F44"/>
    <w:rsid w:val="003C388A"/>
    <w:rsid w:val="003C7CB6"/>
    <w:rsid w:val="003D0EC9"/>
    <w:rsid w:val="003D2849"/>
    <w:rsid w:val="003D5AAF"/>
    <w:rsid w:val="00404E94"/>
    <w:rsid w:val="00405549"/>
    <w:rsid w:val="00410242"/>
    <w:rsid w:val="004143CF"/>
    <w:rsid w:val="00414E99"/>
    <w:rsid w:val="004179ED"/>
    <w:rsid w:val="0042259A"/>
    <w:rsid w:val="00430569"/>
    <w:rsid w:val="004320CD"/>
    <w:rsid w:val="0043361F"/>
    <w:rsid w:val="00436297"/>
    <w:rsid w:val="0043636A"/>
    <w:rsid w:val="00441343"/>
    <w:rsid w:val="00445597"/>
    <w:rsid w:val="004468E7"/>
    <w:rsid w:val="00450810"/>
    <w:rsid w:val="00454AB5"/>
    <w:rsid w:val="00455953"/>
    <w:rsid w:val="00463E02"/>
    <w:rsid w:val="00464E23"/>
    <w:rsid w:val="00470B82"/>
    <w:rsid w:val="00472446"/>
    <w:rsid w:val="00474B58"/>
    <w:rsid w:val="00476423"/>
    <w:rsid w:val="00481BA6"/>
    <w:rsid w:val="00482E2C"/>
    <w:rsid w:val="00491794"/>
    <w:rsid w:val="0049336D"/>
    <w:rsid w:val="004963AC"/>
    <w:rsid w:val="00496CF1"/>
    <w:rsid w:val="004B5B16"/>
    <w:rsid w:val="004B6B2E"/>
    <w:rsid w:val="004B74D4"/>
    <w:rsid w:val="004C058E"/>
    <w:rsid w:val="004C1E64"/>
    <w:rsid w:val="004D070C"/>
    <w:rsid w:val="004D3BEE"/>
    <w:rsid w:val="004D4A77"/>
    <w:rsid w:val="004D51B1"/>
    <w:rsid w:val="004F5EB2"/>
    <w:rsid w:val="005027E0"/>
    <w:rsid w:val="00517501"/>
    <w:rsid w:val="00523B33"/>
    <w:rsid w:val="00541A4A"/>
    <w:rsid w:val="00554DAC"/>
    <w:rsid w:val="005612A6"/>
    <w:rsid w:val="00564AE4"/>
    <w:rsid w:val="0057212D"/>
    <w:rsid w:val="00573AB8"/>
    <w:rsid w:val="00576DF8"/>
    <w:rsid w:val="005820EA"/>
    <w:rsid w:val="00582CE4"/>
    <w:rsid w:val="0058411C"/>
    <w:rsid w:val="00595616"/>
    <w:rsid w:val="0059755C"/>
    <w:rsid w:val="00597BBD"/>
    <w:rsid w:val="005A6295"/>
    <w:rsid w:val="005A660A"/>
    <w:rsid w:val="005A77D0"/>
    <w:rsid w:val="005C07F1"/>
    <w:rsid w:val="005D3000"/>
    <w:rsid w:val="005D32FC"/>
    <w:rsid w:val="005D798A"/>
    <w:rsid w:val="006049E6"/>
    <w:rsid w:val="006132CF"/>
    <w:rsid w:val="00613F98"/>
    <w:rsid w:val="00616895"/>
    <w:rsid w:val="0061772D"/>
    <w:rsid w:val="00634975"/>
    <w:rsid w:val="006421F6"/>
    <w:rsid w:val="00645627"/>
    <w:rsid w:val="00650326"/>
    <w:rsid w:val="00655106"/>
    <w:rsid w:val="00657A63"/>
    <w:rsid w:val="00661764"/>
    <w:rsid w:val="006637D5"/>
    <w:rsid w:val="00680F75"/>
    <w:rsid w:val="006A5069"/>
    <w:rsid w:val="006A6F8F"/>
    <w:rsid w:val="006B0931"/>
    <w:rsid w:val="006B1E36"/>
    <w:rsid w:val="006C276F"/>
    <w:rsid w:val="006D4082"/>
    <w:rsid w:val="006E1876"/>
    <w:rsid w:val="006E6813"/>
    <w:rsid w:val="006F02B7"/>
    <w:rsid w:val="006F0312"/>
    <w:rsid w:val="006F0C9B"/>
    <w:rsid w:val="006F106C"/>
    <w:rsid w:val="006F35AB"/>
    <w:rsid w:val="007050A2"/>
    <w:rsid w:val="00705AFD"/>
    <w:rsid w:val="00706DF1"/>
    <w:rsid w:val="00714DAC"/>
    <w:rsid w:val="0072284F"/>
    <w:rsid w:val="00731828"/>
    <w:rsid w:val="00732A27"/>
    <w:rsid w:val="00736A33"/>
    <w:rsid w:val="007433BF"/>
    <w:rsid w:val="00755222"/>
    <w:rsid w:val="007626DB"/>
    <w:rsid w:val="00772B13"/>
    <w:rsid w:val="00776A58"/>
    <w:rsid w:val="007837E0"/>
    <w:rsid w:val="0079050F"/>
    <w:rsid w:val="00794D1B"/>
    <w:rsid w:val="007955DB"/>
    <w:rsid w:val="007A18B3"/>
    <w:rsid w:val="007A7491"/>
    <w:rsid w:val="007B2282"/>
    <w:rsid w:val="007D3915"/>
    <w:rsid w:val="007D7850"/>
    <w:rsid w:val="007D7CE9"/>
    <w:rsid w:val="007E0DBE"/>
    <w:rsid w:val="007E2912"/>
    <w:rsid w:val="007E5790"/>
    <w:rsid w:val="007E6135"/>
    <w:rsid w:val="007F03F6"/>
    <w:rsid w:val="007F1DB7"/>
    <w:rsid w:val="00800777"/>
    <w:rsid w:val="00801568"/>
    <w:rsid w:val="00801F5D"/>
    <w:rsid w:val="008040DB"/>
    <w:rsid w:val="00815EC5"/>
    <w:rsid w:val="008200AE"/>
    <w:rsid w:val="00825330"/>
    <w:rsid w:val="00825C31"/>
    <w:rsid w:val="008264D7"/>
    <w:rsid w:val="00845697"/>
    <w:rsid w:val="00846737"/>
    <w:rsid w:val="008551F8"/>
    <w:rsid w:val="0085798D"/>
    <w:rsid w:val="00857A25"/>
    <w:rsid w:val="00860755"/>
    <w:rsid w:val="00890B65"/>
    <w:rsid w:val="00892003"/>
    <w:rsid w:val="0089232C"/>
    <w:rsid w:val="008933B6"/>
    <w:rsid w:val="008A0A7B"/>
    <w:rsid w:val="008C089D"/>
    <w:rsid w:val="008C4CE7"/>
    <w:rsid w:val="008D115E"/>
    <w:rsid w:val="008D1B89"/>
    <w:rsid w:val="008D3283"/>
    <w:rsid w:val="008D3490"/>
    <w:rsid w:val="008D49B2"/>
    <w:rsid w:val="008E00C8"/>
    <w:rsid w:val="008E4329"/>
    <w:rsid w:val="008E5007"/>
    <w:rsid w:val="008E54C5"/>
    <w:rsid w:val="008E7151"/>
    <w:rsid w:val="008F0841"/>
    <w:rsid w:val="008F2461"/>
    <w:rsid w:val="008F2953"/>
    <w:rsid w:val="008F3914"/>
    <w:rsid w:val="008F3D6E"/>
    <w:rsid w:val="00901C0C"/>
    <w:rsid w:val="0090328F"/>
    <w:rsid w:val="00903C24"/>
    <w:rsid w:val="009212F3"/>
    <w:rsid w:val="009227C7"/>
    <w:rsid w:val="00922DE8"/>
    <w:rsid w:val="0092340E"/>
    <w:rsid w:val="00924AF0"/>
    <w:rsid w:val="00927536"/>
    <w:rsid w:val="00945BF1"/>
    <w:rsid w:val="009469D4"/>
    <w:rsid w:val="00950469"/>
    <w:rsid w:val="009552EA"/>
    <w:rsid w:val="009552F0"/>
    <w:rsid w:val="00960016"/>
    <w:rsid w:val="00964FCF"/>
    <w:rsid w:val="00971AFE"/>
    <w:rsid w:val="0097459C"/>
    <w:rsid w:val="0098254D"/>
    <w:rsid w:val="00987073"/>
    <w:rsid w:val="00987C7A"/>
    <w:rsid w:val="009971E6"/>
    <w:rsid w:val="009A0D6E"/>
    <w:rsid w:val="009A1C7D"/>
    <w:rsid w:val="009A3279"/>
    <w:rsid w:val="009A58AD"/>
    <w:rsid w:val="009C2113"/>
    <w:rsid w:val="009D01BD"/>
    <w:rsid w:val="009D41D3"/>
    <w:rsid w:val="009D6CB7"/>
    <w:rsid w:val="009E0608"/>
    <w:rsid w:val="009E6453"/>
    <w:rsid w:val="009F256C"/>
    <w:rsid w:val="009F3989"/>
    <w:rsid w:val="009F4238"/>
    <w:rsid w:val="00A00E41"/>
    <w:rsid w:val="00A01E9F"/>
    <w:rsid w:val="00A10D53"/>
    <w:rsid w:val="00A120DB"/>
    <w:rsid w:val="00A12287"/>
    <w:rsid w:val="00A12AD8"/>
    <w:rsid w:val="00A14DF8"/>
    <w:rsid w:val="00A25711"/>
    <w:rsid w:val="00A27E68"/>
    <w:rsid w:val="00A3370A"/>
    <w:rsid w:val="00A33C9E"/>
    <w:rsid w:val="00A36038"/>
    <w:rsid w:val="00A3612B"/>
    <w:rsid w:val="00A4163E"/>
    <w:rsid w:val="00A53506"/>
    <w:rsid w:val="00A61A4F"/>
    <w:rsid w:val="00A70DA3"/>
    <w:rsid w:val="00A74D09"/>
    <w:rsid w:val="00A8015E"/>
    <w:rsid w:val="00A804E4"/>
    <w:rsid w:val="00A8377C"/>
    <w:rsid w:val="00A90025"/>
    <w:rsid w:val="00AB1EC1"/>
    <w:rsid w:val="00AB22B7"/>
    <w:rsid w:val="00AB44DE"/>
    <w:rsid w:val="00AC008E"/>
    <w:rsid w:val="00AC24F6"/>
    <w:rsid w:val="00AC2C1E"/>
    <w:rsid w:val="00AC379D"/>
    <w:rsid w:val="00AC50E6"/>
    <w:rsid w:val="00AE00A2"/>
    <w:rsid w:val="00AE1F54"/>
    <w:rsid w:val="00AE237B"/>
    <w:rsid w:val="00AE7F1B"/>
    <w:rsid w:val="00AF1B12"/>
    <w:rsid w:val="00AF5193"/>
    <w:rsid w:val="00B06892"/>
    <w:rsid w:val="00B21155"/>
    <w:rsid w:val="00B2368D"/>
    <w:rsid w:val="00B23D55"/>
    <w:rsid w:val="00B30085"/>
    <w:rsid w:val="00B40774"/>
    <w:rsid w:val="00B433A1"/>
    <w:rsid w:val="00B44715"/>
    <w:rsid w:val="00B56AB4"/>
    <w:rsid w:val="00B6732D"/>
    <w:rsid w:val="00B703F6"/>
    <w:rsid w:val="00B70848"/>
    <w:rsid w:val="00B909B8"/>
    <w:rsid w:val="00B95453"/>
    <w:rsid w:val="00B977CF"/>
    <w:rsid w:val="00BA2EEC"/>
    <w:rsid w:val="00BA5D22"/>
    <w:rsid w:val="00BB10F6"/>
    <w:rsid w:val="00BC02F1"/>
    <w:rsid w:val="00BC4CA0"/>
    <w:rsid w:val="00BE0845"/>
    <w:rsid w:val="00BE2DE3"/>
    <w:rsid w:val="00BF17E2"/>
    <w:rsid w:val="00BF3086"/>
    <w:rsid w:val="00BF47CD"/>
    <w:rsid w:val="00BF47DF"/>
    <w:rsid w:val="00BF50F5"/>
    <w:rsid w:val="00C1379A"/>
    <w:rsid w:val="00C15306"/>
    <w:rsid w:val="00C2158A"/>
    <w:rsid w:val="00C235EB"/>
    <w:rsid w:val="00C2485B"/>
    <w:rsid w:val="00C266E3"/>
    <w:rsid w:val="00C276BF"/>
    <w:rsid w:val="00C2797D"/>
    <w:rsid w:val="00C36E51"/>
    <w:rsid w:val="00C411AE"/>
    <w:rsid w:val="00C43227"/>
    <w:rsid w:val="00C47253"/>
    <w:rsid w:val="00C4768A"/>
    <w:rsid w:val="00C60B9C"/>
    <w:rsid w:val="00C614DE"/>
    <w:rsid w:val="00C718A1"/>
    <w:rsid w:val="00C961BE"/>
    <w:rsid w:val="00CA5F57"/>
    <w:rsid w:val="00CB27D2"/>
    <w:rsid w:val="00CB3E71"/>
    <w:rsid w:val="00CB719C"/>
    <w:rsid w:val="00CC07AA"/>
    <w:rsid w:val="00CC3468"/>
    <w:rsid w:val="00CC5FB2"/>
    <w:rsid w:val="00CD5C66"/>
    <w:rsid w:val="00CE0ADF"/>
    <w:rsid w:val="00CE181D"/>
    <w:rsid w:val="00CE228B"/>
    <w:rsid w:val="00CE6FD0"/>
    <w:rsid w:val="00CF64D2"/>
    <w:rsid w:val="00D01980"/>
    <w:rsid w:val="00D06089"/>
    <w:rsid w:val="00D070A2"/>
    <w:rsid w:val="00D12EAD"/>
    <w:rsid w:val="00D20E33"/>
    <w:rsid w:val="00D22B11"/>
    <w:rsid w:val="00D2482E"/>
    <w:rsid w:val="00D34C78"/>
    <w:rsid w:val="00D35C71"/>
    <w:rsid w:val="00D36E2D"/>
    <w:rsid w:val="00D40FAB"/>
    <w:rsid w:val="00D471C6"/>
    <w:rsid w:val="00D47460"/>
    <w:rsid w:val="00D512A8"/>
    <w:rsid w:val="00D53D08"/>
    <w:rsid w:val="00D57F5D"/>
    <w:rsid w:val="00D64A45"/>
    <w:rsid w:val="00D653D3"/>
    <w:rsid w:val="00D703E7"/>
    <w:rsid w:val="00D85C76"/>
    <w:rsid w:val="00D878A4"/>
    <w:rsid w:val="00D90996"/>
    <w:rsid w:val="00D93A4D"/>
    <w:rsid w:val="00D94006"/>
    <w:rsid w:val="00D972B8"/>
    <w:rsid w:val="00DB1938"/>
    <w:rsid w:val="00DB2978"/>
    <w:rsid w:val="00DB3DE7"/>
    <w:rsid w:val="00DC1C71"/>
    <w:rsid w:val="00DC35A3"/>
    <w:rsid w:val="00DC41D5"/>
    <w:rsid w:val="00DC5311"/>
    <w:rsid w:val="00DC67CE"/>
    <w:rsid w:val="00DD2A08"/>
    <w:rsid w:val="00DD2F18"/>
    <w:rsid w:val="00DD4E47"/>
    <w:rsid w:val="00DD70F1"/>
    <w:rsid w:val="00DE3BD0"/>
    <w:rsid w:val="00DF5CF6"/>
    <w:rsid w:val="00E04E12"/>
    <w:rsid w:val="00E0741A"/>
    <w:rsid w:val="00E139AE"/>
    <w:rsid w:val="00E16A1D"/>
    <w:rsid w:val="00E17066"/>
    <w:rsid w:val="00E223DB"/>
    <w:rsid w:val="00E36A1B"/>
    <w:rsid w:val="00E371A6"/>
    <w:rsid w:val="00E53241"/>
    <w:rsid w:val="00E66CEB"/>
    <w:rsid w:val="00E72EAA"/>
    <w:rsid w:val="00E73B6E"/>
    <w:rsid w:val="00E815D9"/>
    <w:rsid w:val="00E94954"/>
    <w:rsid w:val="00EA0039"/>
    <w:rsid w:val="00EA6C9B"/>
    <w:rsid w:val="00EA7CE6"/>
    <w:rsid w:val="00EB3FDE"/>
    <w:rsid w:val="00EC6F03"/>
    <w:rsid w:val="00ED1CA1"/>
    <w:rsid w:val="00ED5B61"/>
    <w:rsid w:val="00EE26A2"/>
    <w:rsid w:val="00EE7574"/>
    <w:rsid w:val="00EF3DEC"/>
    <w:rsid w:val="00EF50C3"/>
    <w:rsid w:val="00EF778E"/>
    <w:rsid w:val="00EF7B00"/>
    <w:rsid w:val="00F0025E"/>
    <w:rsid w:val="00F016D9"/>
    <w:rsid w:val="00F16218"/>
    <w:rsid w:val="00F21EE8"/>
    <w:rsid w:val="00F23042"/>
    <w:rsid w:val="00F2483F"/>
    <w:rsid w:val="00F25A5B"/>
    <w:rsid w:val="00F272CC"/>
    <w:rsid w:val="00F411C8"/>
    <w:rsid w:val="00F45EF9"/>
    <w:rsid w:val="00F46076"/>
    <w:rsid w:val="00F5061F"/>
    <w:rsid w:val="00F55FE1"/>
    <w:rsid w:val="00F57E28"/>
    <w:rsid w:val="00F659A7"/>
    <w:rsid w:val="00F71AE2"/>
    <w:rsid w:val="00F76BC2"/>
    <w:rsid w:val="00F848FD"/>
    <w:rsid w:val="00F86C69"/>
    <w:rsid w:val="00F925CD"/>
    <w:rsid w:val="00F96284"/>
    <w:rsid w:val="00FA2C5F"/>
    <w:rsid w:val="00FA79FC"/>
    <w:rsid w:val="00FB5CB7"/>
    <w:rsid w:val="00FB7A3E"/>
    <w:rsid w:val="00FC2389"/>
    <w:rsid w:val="00FD6E5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1EC"/>
    <w:rPr>
      <w:rFonts w:eastAsia="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nformat">
    <w:name w:val="ConsPlusNonformat"/>
    <w:uiPriority w:val="99"/>
    <w:rsid w:val="0085798D"/>
    <w:pPr>
      <w:widowControl w:val="0"/>
      <w:autoSpaceDE w:val="0"/>
      <w:autoSpaceDN w:val="0"/>
      <w:adjustRightInd w:val="0"/>
    </w:pPr>
    <w:rPr>
      <w:rFonts w:ascii="Courier New" w:eastAsia="Times New Roman" w:hAnsi="Courier New" w:cs="Courier New"/>
      <w:sz w:val="20"/>
      <w:szCs w:val="20"/>
    </w:rPr>
  </w:style>
  <w:style w:type="character" w:styleId="Hyperlink">
    <w:name w:val="Hyperlink"/>
    <w:basedOn w:val="DefaultParagraphFont"/>
    <w:uiPriority w:val="99"/>
    <w:rsid w:val="00005E89"/>
    <w:rPr>
      <w:color w:val="0000FF"/>
      <w:u w:val="single"/>
    </w:rPr>
  </w:style>
  <w:style w:type="paragraph" w:styleId="Header">
    <w:name w:val="header"/>
    <w:basedOn w:val="Normal"/>
    <w:link w:val="HeaderChar"/>
    <w:uiPriority w:val="99"/>
    <w:rsid w:val="00815EC5"/>
    <w:pPr>
      <w:tabs>
        <w:tab w:val="center" w:pos="4677"/>
        <w:tab w:val="right" w:pos="9355"/>
      </w:tabs>
    </w:pPr>
  </w:style>
  <w:style w:type="character" w:customStyle="1" w:styleId="HeaderChar">
    <w:name w:val="Header Char"/>
    <w:basedOn w:val="DefaultParagraphFont"/>
    <w:link w:val="Header"/>
    <w:uiPriority w:val="99"/>
    <w:locked/>
    <w:rsid w:val="00815EC5"/>
    <w:rPr>
      <w:rFonts w:eastAsia="Times New Roman"/>
      <w:sz w:val="24"/>
      <w:szCs w:val="24"/>
      <w:lang w:eastAsia="ru-RU"/>
    </w:rPr>
  </w:style>
  <w:style w:type="paragraph" w:styleId="Footer">
    <w:name w:val="footer"/>
    <w:basedOn w:val="Normal"/>
    <w:link w:val="FooterChar"/>
    <w:uiPriority w:val="99"/>
    <w:rsid w:val="00815EC5"/>
    <w:pPr>
      <w:tabs>
        <w:tab w:val="center" w:pos="4677"/>
        <w:tab w:val="right" w:pos="9355"/>
      </w:tabs>
    </w:pPr>
  </w:style>
  <w:style w:type="character" w:customStyle="1" w:styleId="FooterChar">
    <w:name w:val="Footer Char"/>
    <w:basedOn w:val="DefaultParagraphFont"/>
    <w:link w:val="Footer"/>
    <w:uiPriority w:val="99"/>
    <w:locked/>
    <w:rsid w:val="00815EC5"/>
    <w:rPr>
      <w:rFonts w:eastAsia="Times New Roman"/>
      <w:sz w:val="24"/>
      <w:szCs w:val="24"/>
      <w:lang w:eastAsia="ru-RU"/>
    </w:rPr>
  </w:style>
  <w:style w:type="paragraph" w:styleId="BalloonText">
    <w:name w:val="Balloon Text"/>
    <w:basedOn w:val="Normal"/>
    <w:link w:val="BalloonTextChar"/>
    <w:uiPriority w:val="99"/>
    <w:semiHidden/>
    <w:rsid w:val="00EF3DEC"/>
    <w:rPr>
      <w:rFonts w:ascii="Tahoma" w:eastAsia="Calibri" w:hAnsi="Tahoma" w:cs="Tahoma"/>
      <w:sz w:val="16"/>
      <w:szCs w:val="16"/>
    </w:rPr>
  </w:style>
  <w:style w:type="character" w:customStyle="1" w:styleId="BalloonTextChar">
    <w:name w:val="Balloon Text Char"/>
    <w:basedOn w:val="DefaultParagraphFont"/>
    <w:link w:val="BalloonText"/>
    <w:uiPriority w:val="99"/>
    <w:semiHidden/>
    <w:locked/>
    <w:rsid w:val="00EF3DEC"/>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4993241451ECD6C1DEF55D70E79E1A8002EEEF9964BDD5688366056C7C6E2B2085F469xAt3H" TargetMode="External"/><Relationship Id="rId13" Type="http://schemas.openxmlformats.org/officeDocument/2006/relationships/hyperlink" Target="consultantplus://offline/ref=F74993241451ECD6C1DEF55D70E79E1A8005E7ED9F60BDD5688366056Cx7tCH" TargetMode="External"/><Relationship Id="rId18" Type="http://schemas.openxmlformats.org/officeDocument/2006/relationships/hyperlink" Target="consultantplus://offline/ref=F74993241451ECD6C1DEF55D70E79E1A8005E7E19B63BDD5688366056C7C6E2B2085F46CA3E32019x1tEH" TargetMode="External"/><Relationship Id="rId26" Type="http://schemas.openxmlformats.org/officeDocument/2006/relationships/hyperlink" Target="consultantplus://offline/ref=F74993241451ECD6C1DEF55D70E79E1A8005E7E19B63BDD5688366056C7C6E2B2085F46CA3E3221Cx1tFH"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F74993241451ECD6C1DEF55D70E79E1A8003EEEE9A66BDD5688366056Cx7tCH" TargetMode="External"/><Relationship Id="rId34" Type="http://schemas.openxmlformats.org/officeDocument/2006/relationships/hyperlink" Target="consultantplus://offline/ref=AAE3BA6847F59E2C1664490BEDD5CB2E5797726C47C0E52E89404A237470ED4ECDE52CFDBCy8t2H" TargetMode="External"/><Relationship Id="rId7" Type="http://schemas.openxmlformats.org/officeDocument/2006/relationships/hyperlink" Target="consultantplus://offline/ref=F74993241451ECD6C1DEF55D70E79E1A8002EEEF9964BDD5688366056C7C6E2B2085F46ExAt4H" TargetMode="External"/><Relationship Id="rId12" Type="http://schemas.openxmlformats.org/officeDocument/2006/relationships/hyperlink" Target="consultantplus://offline/ref=F74993241451ECD6C1DEF55D70E79E1A8005E7E19B63BDD5688366056Cx7tCH" TargetMode="External"/><Relationship Id="rId17" Type="http://schemas.openxmlformats.org/officeDocument/2006/relationships/hyperlink" Target="consultantplus://offline/ref=F74993241451ECD6C1DEF55D70E79E1A8005E7E19B63BDD5688366056C7C6E2B2085F46CA3E32019x1tEH" TargetMode="External"/><Relationship Id="rId25" Type="http://schemas.openxmlformats.org/officeDocument/2006/relationships/hyperlink" Target="consultantplus://offline/ref=F74993241451ECD6C1DEF55D70E79E1A8005E7E19B63BDD5688366056C7C6E2B2085F46CA3E32313x1tBH" TargetMode="External"/><Relationship Id="rId33" Type="http://schemas.openxmlformats.org/officeDocument/2006/relationships/hyperlink" Target="consultantplus://offline/ref=AAE3BA6847F59E2C1664490BEDD5CB2E5797726C47C0E52E89404A237470ED4ECDE52CFDBCy8t2H"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F74993241451ECD6C1DEF55D70E79E1A8005E7E19B63BDD5688366056Cx7tCH" TargetMode="External"/><Relationship Id="rId20" Type="http://schemas.openxmlformats.org/officeDocument/2006/relationships/hyperlink" Target="consultantplus://offline/ref=F74993241451ECD6C1DEF55D70E79E1A8003EEEE9A66BDD5688366056Cx7tCH" TargetMode="External"/><Relationship Id="rId29" Type="http://schemas.openxmlformats.org/officeDocument/2006/relationships/hyperlink" Target="consultantplus://offline/ref=AAE3BA6847F59E2C1664490BEDD5CB2E5797726C47C0E52E89404A237470ED4ECDE52CFDBCy8t2H" TargetMode="External"/><Relationship Id="rId1" Type="http://schemas.openxmlformats.org/officeDocument/2006/relationships/styles" Target="styles.xml"/><Relationship Id="rId6" Type="http://schemas.openxmlformats.org/officeDocument/2006/relationships/hyperlink" Target="consultantplus://offline/ref=F74993241451ECD6C1DEF55D70E79E1A8005E7E0946DBDD5688366056C7C6E2B2085F46FA5xEt0H" TargetMode="External"/><Relationship Id="rId11" Type="http://schemas.openxmlformats.org/officeDocument/2006/relationships/hyperlink" Target="consultantplus://offline/ref=F74993241451ECD6C1DEF55D70E79E1A8005E7E0946DBDD5688366056Cx7tCH" TargetMode="External"/><Relationship Id="rId24" Type="http://schemas.openxmlformats.org/officeDocument/2006/relationships/hyperlink" Target="consultantplus://offline/ref=F74993241451ECD6C1DEF55D70E79E1A8005E7E19B63BDD5688366056C7C6E2B2085F46CA3E32118x1tAH" TargetMode="External"/><Relationship Id="rId32" Type="http://schemas.openxmlformats.org/officeDocument/2006/relationships/hyperlink" Target="consultantplus://offline/ref=AAE3BA6847F59E2C1664490BEDD5CB2E5797726C47C0E52E89404A237470ED4ECDE52CFDBCy8t2H" TargetMode="External"/><Relationship Id="rId37" Type="http://schemas.openxmlformats.org/officeDocument/2006/relationships/hyperlink" Target="consultantplus://offline/ref=1C41D3725F794A682B1FBCCB2464F23D88CD25BBDBA224341CE39EB0125D9A79B6EBD66849431D35aDkEH" TargetMode="External"/><Relationship Id="rId5" Type="http://schemas.openxmlformats.org/officeDocument/2006/relationships/endnotes" Target="endnotes.xml"/><Relationship Id="rId15" Type="http://schemas.openxmlformats.org/officeDocument/2006/relationships/hyperlink" Target="consultantplus://offline/ref=B024BABE3118D858BDCBB20215C1626B0D878C5ABC81142B4F2AE0F4ABD9FFAD1E7FDBAA22B2024BSDw6K" TargetMode="External"/><Relationship Id="rId23" Type="http://schemas.openxmlformats.org/officeDocument/2006/relationships/hyperlink" Target="consultantplus://offline/ref=F74993241451ECD6C1DEF55D70E79E1A8005E7E19B63BDD5688366056C7C6E2B2085F46CA3E32118x1tBH" TargetMode="External"/><Relationship Id="rId28" Type="http://schemas.openxmlformats.org/officeDocument/2006/relationships/hyperlink" Target="consultantplus://offline/ref=AAE3BA6847F59E2C1664490BEDD5CB2E5797726C47C0E52E89404A237470ED4ECDE52CFDBCy8t2H" TargetMode="External"/><Relationship Id="rId36" Type="http://schemas.openxmlformats.org/officeDocument/2006/relationships/hyperlink" Target="consultantplus://offline/ref=AAE3BA6847F59E2C1664490BEDD5CB2E57917B6F42C6E52E89404A2374y7t0H" TargetMode="External"/><Relationship Id="rId10" Type="http://schemas.openxmlformats.org/officeDocument/2006/relationships/hyperlink" Target="consultantplus://offline/ref=F74993241451ECD6C1DEF55D70E79E1A8309E8ED9732EAD739D668x0t0H" TargetMode="External"/><Relationship Id="rId19" Type="http://schemas.openxmlformats.org/officeDocument/2006/relationships/hyperlink" Target="consultantplus://offline/ref=F74993241451ECD6C1DEF55D70E79E1A8005E7E19B63BDD5688366056C7C6E2B2085F46CA3xEt1H" TargetMode="External"/><Relationship Id="rId31" Type="http://schemas.openxmlformats.org/officeDocument/2006/relationships/hyperlink" Target="consultantplus://offline/ref=AAE3BA6847F59E2C1664490BEDD5CB2E5797726C47C0E52E89404A237470ED4ECDE52CFDBCy8t2H" TargetMode="External"/><Relationship Id="rId4" Type="http://schemas.openxmlformats.org/officeDocument/2006/relationships/footnotes" Target="footnotes.xml"/><Relationship Id="rId9" Type="http://schemas.openxmlformats.org/officeDocument/2006/relationships/hyperlink" Target="consultantplus://offline/ref=F74993241451ECD6C1DEF55D70E79E1A8005E7E19B63BDD5688366056C7C6E2B2085F465xAt2H" TargetMode="External"/><Relationship Id="rId14" Type="http://schemas.openxmlformats.org/officeDocument/2006/relationships/hyperlink" Target="consultantplus://offline/ref=F74993241451ECD6C1DEF55D70E79E1A8002EEEF9964BDD5688366056Cx7tCH" TargetMode="External"/><Relationship Id="rId22" Type="http://schemas.openxmlformats.org/officeDocument/2006/relationships/hyperlink" Target="consultantplus://offline/ref=F74993241451ECD6C1DEF55D70E79E1A8005E7E19B63BDD5688366056C7C6E2B2085F46CA3E32319x1tCH" TargetMode="External"/><Relationship Id="rId27" Type="http://schemas.openxmlformats.org/officeDocument/2006/relationships/hyperlink" Target="consultantplus://offline/ref=AAE3BA6847F59E2C1664490BEDD5CB2E5797726C47C0E52E89404A237470ED4ECDE52CFDBCy8t2H" TargetMode="External"/><Relationship Id="rId30" Type="http://schemas.openxmlformats.org/officeDocument/2006/relationships/hyperlink" Target="consultantplus://offline/ref=AAE3BA6847F59E2C1664490BEDD5CB2E5797726C47C0E52E89404A237470ED4ECDE52CFDBCy8t2H" TargetMode="External"/><Relationship Id="rId35" Type="http://schemas.openxmlformats.org/officeDocument/2006/relationships/hyperlink" Target="consultantplus://offline/ref=AAE3BA6847F59E2C1664490BEDD5CB2E5797726C47C0E52E89404A237470ED4ECDE52CFDBCy8t2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919</TotalTime>
  <Pages>20</Pages>
  <Words>9104</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AbdulinaLK</dc:creator>
  <cp:keywords/>
  <dc:description/>
  <cp:lastModifiedBy>Красный Строитель</cp:lastModifiedBy>
  <cp:revision>14</cp:revision>
  <cp:lastPrinted>2013-11-18T11:16:00Z</cp:lastPrinted>
  <dcterms:created xsi:type="dcterms:W3CDTF">2013-10-02T07:45:00Z</dcterms:created>
  <dcterms:modified xsi:type="dcterms:W3CDTF">2013-11-18T11:35:00Z</dcterms:modified>
</cp:coreProperties>
</file>